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568B3CE8"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AF5EB1" w:rsidRPr="00FB2749">
            <w:rPr>
              <w:rStyle w:val="Nzevakce"/>
              <w:b/>
            </w:rPr>
            <w:t xml:space="preserve">„Revitalizace </w:t>
          </w:r>
          <w:proofErr w:type="gramStart"/>
          <w:r w:rsidR="00AF5EB1" w:rsidRPr="00FB2749">
            <w:rPr>
              <w:rStyle w:val="Nzevakce"/>
              <w:b/>
            </w:rPr>
            <w:t>Liberec - Česká</w:t>
          </w:r>
          <w:proofErr w:type="gramEnd"/>
          <w:r w:rsidR="00AF5EB1" w:rsidRPr="00FB2749">
            <w:rPr>
              <w:rStyle w:val="Nzevakce"/>
              <w:b/>
            </w:rPr>
            <w:t xml:space="preserve"> Lípa (mimo)“, 2. etapa</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5D6177A4" w14:textId="77777777" w:rsidR="00F422D3" w:rsidRPr="00FB2749" w:rsidRDefault="00F422D3" w:rsidP="00B42F40">
      <w:pPr>
        <w:pStyle w:val="Textbezodsazen"/>
        <w:spacing w:after="0"/>
      </w:pPr>
      <w:r w:rsidRPr="001C61BC">
        <w:t>zastoupena</w:t>
      </w:r>
      <w:r w:rsidRPr="00FB2749">
        <w:t xml:space="preserve">: Ing. Mojmírem Nejezchlebem, náměstkem GŘ pro modernizaci dráhy </w:t>
      </w:r>
    </w:p>
    <w:p w14:paraId="7F37A711" w14:textId="77777777" w:rsidR="00F422D3" w:rsidRPr="001C61BC" w:rsidRDefault="00F422D3" w:rsidP="00B42F40">
      <w:pPr>
        <w:pStyle w:val="Textbezodsazen"/>
      </w:pPr>
      <w:r w:rsidRPr="00FB2749">
        <w:t>na základě Pověření č. 2372 ze dne 26. 2. 2018</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108865B7" w:rsidR="00F422D3" w:rsidRDefault="00F422D3" w:rsidP="00B42F40">
      <w:pPr>
        <w:pStyle w:val="Textbezodsazen"/>
      </w:pPr>
      <w:r w:rsidRPr="00B42F40">
        <w:t>Stavební</w:t>
      </w:r>
      <w:r>
        <w:t xml:space="preserve"> </w:t>
      </w:r>
      <w:r w:rsidRPr="00FB2749">
        <w:t xml:space="preserve">správa </w:t>
      </w:r>
      <w:bookmarkStart w:id="0" w:name="_Hlk196285377"/>
      <w:r w:rsidRPr="00FB2749">
        <w:t xml:space="preserve">západ, </w:t>
      </w:r>
      <w:r w:rsidR="00FB2749" w:rsidRPr="00FB2749">
        <w:t xml:space="preserve">Budova </w:t>
      </w:r>
      <w:proofErr w:type="spellStart"/>
      <w:r w:rsidR="00FB2749" w:rsidRPr="00FB2749">
        <w:t>Diamond</w:t>
      </w:r>
      <w:proofErr w:type="spellEnd"/>
      <w:r w:rsidR="00FB2749" w:rsidRPr="00FB2749">
        <w:t xml:space="preserve"> Point, Ke Štvanici 656/3, 186 00 Praha 8 - Karlín</w:t>
      </w:r>
      <w:bookmarkEnd w:id="0"/>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2A0E231F" w:rsidR="00F422D3" w:rsidRDefault="00F422D3" w:rsidP="00B42F40">
      <w:pPr>
        <w:pStyle w:val="Textbezodsazen"/>
      </w:pPr>
      <w:r>
        <w:t>ISPROFOND</w:t>
      </w:r>
      <w:r w:rsidR="009F0A7F" w:rsidRPr="009F0A7F">
        <w:t xml:space="preserve"> / </w:t>
      </w:r>
      <w:proofErr w:type="spellStart"/>
      <w:r w:rsidR="009F0A7F" w:rsidRPr="009F0A7F">
        <w:t>SubISPROFIN</w:t>
      </w:r>
      <w:proofErr w:type="spellEnd"/>
      <w:r w:rsidR="009F0A7F" w:rsidRPr="009F0A7F">
        <w:t>: 327 321 4901</w:t>
      </w:r>
      <w:r w:rsidR="009F0A7F">
        <w:t>/</w:t>
      </w:r>
      <w:r>
        <w:t xml:space="preserve"> </w:t>
      </w:r>
      <w:r w:rsidR="00FB2749" w:rsidRPr="00FB2749">
        <w:t>551 373 0005</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7760AC5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1" w:name="_Hlk175656188"/>
      <w:r w:rsidRPr="003F5723">
        <w:rPr>
          <w:highlight w:val="green"/>
        </w:rPr>
        <w:t>VLOŽÍ OBJEDNATEL</w:t>
      </w:r>
      <w:bookmarkEnd w:id="1"/>
      <w:r>
        <w:t xml:space="preserve">]" svůj úmysl zadat v otevřeném řízení veřejnou zakázku s názvem </w:t>
      </w:r>
      <w:r w:rsidRPr="00FB2749">
        <w:rPr>
          <w:b/>
          <w:bCs/>
        </w:rPr>
        <w:t>„</w:t>
      </w:r>
      <w:r w:rsidR="00FB2749" w:rsidRPr="00FB2749">
        <w:rPr>
          <w:b/>
          <w:bCs/>
        </w:rPr>
        <w:t xml:space="preserve">Revitalizace </w:t>
      </w:r>
      <w:proofErr w:type="gramStart"/>
      <w:r w:rsidR="00FB2749" w:rsidRPr="00FB2749">
        <w:rPr>
          <w:b/>
          <w:bCs/>
        </w:rPr>
        <w:t>Liberec - Česká</w:t>
      </w:r>
      <w:proofErr w:type="gramEnd"/>
      <w:r w:rsidR="00FB2749" w:rsidRPr="00FB2749">
        <w:rPr>
          <w:b/>
          <w:bCs/>
        </w:rPr>
        <w:t xml:space="preserve"> Lípa (mimo)“, 2. etapa</w:t>
      </w:r>
      <w:r w:rsidRPr="00FB2749">
        <w:rPr>
          <w:b/>
          <w:bCs/>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lastRenderedPageBreak/>
        <w:t>PŘEDMĚT, CENA A HARMONOGRAM PLNĚNÍ SMLOUVY</w:t>
      </w:r>
    </w:p>
    <w:p w14:paraId="597271EC" w14:textId="757F772C" w:rsidR="00010F48" w:rsidRPr="00B451C7" w:rsidRDefault="003F5723" w:rsidP="00010F48">
      <w:pPr>
        <w:pStyle w:val="Text1-1"/>
        <w:numPr>
          <w:ilvl w:val="1"/>
          <w:numId w:val="5"/>
        </w:numPr>
        <w:rPr>
          <w:i/>
          <w:color w:val="00B050"/>
        </w:rPr>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2" w:name="_Hlk157085088"/>
      <w:r w:rsidRPr="00162BC0">
        <w:t xml:space="preserve">Projektové dokumentace pro provádění stavby (dále též jen </w:t>
      </w:r>
      <w:r w:rsidR="004500D2" w:rsidRPr="00162BC0">
        <w:t>„</w:t>
      </w:r>
      <w:r w:rsidR="00964369" w:rsidRPr="00162BC0">
        <w:rPr>
          <w:b/>
        </w:rPr>
        <w:t>PDPS</w:t>
      </w:r>
      <w:r w:rsidR="004500D2" w:rsidRPr="00162BC0">
        <w:t>“</w:t>
      </w:r>
      <w:r w:rsidR="00964369" w:rsidRPr="00162BC0">
        <w:t>)</w:t>
      </w:r>
      <w:bookmarkEnd w:id="2"/>
      <w:r w:rsidR="00964369" w:rsidRPr="00162BC0">
        <w:t xml:space="preserve"> dle specifikace uvedené v </w:t>
      </w:r>
      <w:r w:rsidRPr="00162BC0">
        <w:t xml:space="preserve">Příloze č. 1 této Smlouvy a předat jej Objednateli, </w:t>
      </w:r>
      <w:bookmarkStart w:id="3"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3"/>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010F48" w:rsidRPr="00010F48">
        <w:t xml:space="preserve"> </w:t>
      </w:r>
      <w:r w:rsidR="00010F48" w:rsidRPr="0099707D">
        <w:t xml:space="preserve">Součástí předmětu Díla je i vyhrazená změna závazku ve smyslu </w:t>
      </w:r>
      <w:proofErr w:type="spellStart"/>
      <w:r w:rsidR="00010F48" w:rsidRPr="0099707D">
        <w:t>ust</w:t>
      </w:r>
      <w:proofErr w:type="spellEnd"/>
      <w:r w:rsidR="00010F48" w:rsidRPr="0099707D">
        <w:t xml:space="preserve">. § 100 odst. 1 ZZVZ uvedená </w:t>
      </w:r>
      <w:r w:rsidR="00010F48" w:rsidRPr="000B5C5B">
        <w:t xml:space="preserve">v Příloze č. 1 této </w:t>
      </w:r>
      <w:proofErr w:type="gramStart"/>
      <w:r w:rsidR="00010F48" w:rsidRPr="000B5C5B">
        <w:t>Smlouvy</w:t>
      </w:r>
      <w:r w:rsidR="00010F48" w:rsidRPr="009E0E3C">
        <w:t xml:space="preserve"> - </w:t>
      </w:r>
      <w:r w:rsidR="00010F48" w:rsidRPr="0099707D">
        <w:t>Aktualizace</w:t>
      </w:r>
      <w:proofErr w:type="gramEnd"/>
      <w:r w:rsidR="00010F48" w:rsidRPr="0099707D">
        <w:t xml:space="preserve"> záměru projektu.</w:t>
      </w:r>
    </w:p>
    <w:p w14:paraId="66A739A0" w14:textId="45C3AFAC" w:rsidR="006F6E10" w:rsidRPr="00010F48" w:rsidRDefault="006F6E10" w:rsidP="00112021">
      <w:pPr>
        <w:pStyle w:val="Text1-1"/>
        <w:numPr>
          <w:ilvl w:val="0"/>
          <w:numId w:val="0"/>
        </w:numPr>
        <w:ind w:left="737"/>
        <w:rPr>
          <w:i/>
          <w:strike/>
          <w:color w:val="00B050"/>
        </w:rPr>
      </w:pP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08B43837"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lastRenderedPageBreak/>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3197271" w14:textId="3A9D4E1E" w:rsidR="003F5723" w:rsidRPr="00ED0187" w:rsidRDefault="003F5723" w:rsidP="003F5723">
      <w:pPr>
        <w:pStyle w:val="Text1-1"/>
      </w:pPr>
      <w:r>
        <w:t>Místem plnění</w:t>
      </w:r>
      <w:r w:rsidR="000C1CDF">
        <w:t xml:space="preserve"> </w:t>
      </w:r>
      <w:r w:rsidR="00B67AA0" w:rsidRPr="00CA0CC1">
        <w:t>DP</w:t>
      </w:r>
      <w:r w:rsidR="00772956">
        <w:t>S</w:t>
      </w:r>
      <w:r>
        <w:t xml:space="preserve"> a PDPS </w:t>
      </w:r>
      <w:r w:rsidR="00871624">
        <w:t xml:space="preserve">a místem výkonu Dozoru projektanta při zhotovení PDPS </w:t>
      </w:r>
      <w:r>
        <w:t xml:space="preserve">je: </w:t>
      </w:r>
      <w:r w:rsidRPr="006F6E10">
        <w:t xml:space="preserve">Stavební správa </w:t>
      </w:r>
      <w:r w:rsidR="00FB2749" w:rsidRPr="00FB2749">
        <w:t xml:space="preserve">západ, Budova </w:t>
      </w:r>
      <w:proofErr w:type="spellStart"/>
      <w:r w:rsidR="00FB2749" w:rsidRPr="00FB2749">
        <w:t>Diamond</w:t>
      </w:r>
      <w:proofErr w:type="spellEnd"/>
      <w:r w:rsidR="00FB2749" w:rsidRPr="00FB2749">
        <w:t xml:space="preserve"> Point, Ke Štvanici 656/3, 186 00 Praha 8 - Karlín</w:t>
      </w:r>
      <w:r w:rsidR="006F6E10">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3C2FBAE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proofErr w:type="gramStart"/>
      <w:r w:rsidR="00B67AA0" w:rsidRPr="00CA0CC1">
        <w:t xml:space="preserve">DPS </w:t>
      </w:r>
      <w:r>
        <w:t xml:space="preserve"> a</w:t>
      </w:r>
      <w:proofErr w:type="gramEnd"/>
      <w:r w:rsidR="00A60801">
        <w:t> </w:t>
      </w:r>
      <w:r>
        <w:t>PDPS, tj.: "[</w:t>
      </w:r>
      <w:r w:rsidRPr="003F5723">
        <w:rPr>
          <w:b/>
          <w:highlight w:val="yellow"/>
        </w:rPr>
        <w:t>VLOŽÍ ZHOTOVITEL</w:t>
      </w:r>
      <w:r>
        <w:t xml:space="preserve">]" bez DPH. Cena za zpracování </w:t>
      </w:r>
      <w:proofErr w:type="gramStart"/>
      <w:r w:rsidR="00B67AA0" w:rsidRPr="00CA0CC1">
        <w:t xml:space="preserve">DPS </w:t>
      </w:r>
      <w:r>
        <w:t xml:space="preserve"> a</w:t>
      </w:r>
      <w:proofErr w:type="gramEnd"/>
      <w:r>
        <w:t xml:space="preserve">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12E3CD2" w14:textId="456F9E5F"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FB2749">
        <w:rPr>
          <w:rFonts w:eastAsia="Times New Roman" w:cs="Times New Roman"/>
        </w:rPr>
        <w:t>, inovace</w:t>
      </w:r>
    </w:p>
    <w:p w14:paraId="546ECD06" w14:textId="77777777" w:rsidR="00406C51" w:rsidRPr="00ED0187" w:rsidRDefault="00406C51" w:rsidP="00B16327">
      <w:pPr>
        <w:pStyle w:val="Text1-2"/>
      </w:pPr>
      <w:bookmarkStart w:id="4" w:name="_Ref133933623"/>
      <w:r w:rsidRPr="00ED0187">
        <w:lastRenderedPageBreak/>
        <w:t>Zhotovitel se zavazuje sjednat si s dalšími osobami, které se na jeho straně podílejí na realizaci Díla a jsou podnikateli, stejnou nebo kratší dobu splatnosti daňových dokladů, jaká je sjednána v této Smlouvě.</w:t>
      </w:r>
      <w:bookmarkEnd w:id="4"/>
      <w:r w:rsidRPr="00ED0187">
        <w:t xml:space="preserve"> </w:t>
      </w:r>
    </w:p>
    <w:p w14:paraId="39BC4562" w14:textId="1235B9FE"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114DD3">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57D342C2" w14:textId="4DD0B73A"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2570D94E" w:rsidR="00B56004" w:rsidRPr="00FB2749" w:rsidRDefault="00EF59BC" w:rsidP="00BC322B">
      <w:pPr>
        <w:pStyle w:val="Text1-2"/>
        <w:rPr>
          <w:i/>
          <w:color w:val="00B050"/>
        </w:rPr>
      </w:pPr>
      <w:r w:rsidRPr="00FB2749">
        <w:t xml:space="preserve">Zhotovitel bude </w:t>
      </w:r>
      <w:r w:rsidR="00406C51" w:rsidRPr="00FB2749">
        <w:t>požadovat v Projektové dokumentaci recyklaci kameniva vyzískávaného z kolejového lože. Bližší specifikace je uvedena v odst.</w:t>
      </w:r>
      <w:r w:rsidR="00FD36B8" w:rsidRPr="00FB2749">
        <w:t xml:space="preserve"> </w:t>
      </w:r>
      <w:r w:rsidR="00612107" w:rsidRPr="00FB2749">
        <w:t xml:space="preserve">5.6.23 </w:t>
      </w:r>
      <w:r w:rsidR="00406C51" w:rsidRPr="00FB2749">
        <w:t xml:space="preserve"> </w:t>
      </w:r>
      <w:r w:rsidR="00406C51" w:rsidRPr="00FB2749">
        <w:rPr>
          <w:color w:val="FF0000"/>
        </w:rPr>
        <w:t xml:space="preserve"> </w:t>
      </w:r>
      <w:r w:rsidR="00406C51" w:rsidRPr="00FB2749">
        <w:t>přílohy č.</w:t>
      </w:r>
      <w:r w:rsidR="00FD36B8" w:rsidRPr="00FB2749">
        <w:t xml:space="preserve"> </w:t>
      </w:r>
      <w:r w:rsidR="00406C51" w:rsidRPr="00FB2749">
        <w:t>3 b) této Smlouvy.</w:t>
      </w:r>
      <w:r w:rsidR="00B56004" w:rsidRPr="00FB2749">
        <w:t xml:space="preserve"> </w:t>
      </w:r>
    </w:p>
    <w:p w14:paraId="3ACB8A32" w14:textId="03BFCD3D" w:rsidR="00377DAB" w:rsidRPr="00FB2749" w:rsidRDefault="00D108D9" w:rsidP="00BC322B">
      <w:pPr>
        <w:pStyle w:val="Text1-2"/>
        <w:rPr>
          <w:b/>
        </w:rPr>
      </w:pPr>
      <w:r w:rsidRPr="00FB2749">
        <w:rPr>
          <w:rFonts w:eastAsia="Times New Roman" w:cs="Times New Roman"/>
        </w:rPr>
        <w:t>Zhotovitel povede majetkoprávní vypořádání v majetkoprávní aplikaci v souladu</w:t>
      </w:r>
      <w:r w:rsidRPr="00FB2749">
        <w:rPr>
          <w:rFonts w:eastAsia="Times New Roman" w:cs="Times New Roman"/>
          <w:color w:val="FF0000"/>
        </w:rPr>
        <w:t xml:space="preserve"> </w:t>
      </w:r>
      <w:r w:rsidRPr="00FB2749">
        <w:rPr>
          <w:rFonts w:eastAsia="Times New Roman" w:cs="Times New Roman"/>
        </w:rPr>
        <w:t>s odst.</w:t>
      </w:r>
      <w:r w:rsidRPr="00FB2749">
        <w:t xml:space="preserve"> 4.1.6 přílohy 3c) této Smlouvy. </w:t>
      </w:r>
    </w:p>
    <w:p w14:paraId="6706CAE6" w14:textId="589CE129" w:rsidR="00277C7C" w:rsidRPr="00FB2749" w:rsidRDefault="00FB2749" w:rsidP="00FB2749">
      <w:pPr>
        <w:pStyle w:val="Text1-1"/>
      </w:pPr>
      <w:r w:rsidRPr="00FB2749">
        <w:t>NEOBSAZENO</w:t>
      </w:r>
    </w:p>
    <w:p w14:paraId="0AA2C96D" w14:textId="08112641" w:rsidR="006B0921" w:rsidRPr="006B0921" w:rsidRDefault="006B0921" w:rsidP="00BA5CBC">
      <w:pPr>
        <w:pStyle w:val="Text1-1"/>
        <w:keepNext/>
      </w:pPr>
      <w:bookmarkStart w:id="5" w:name="_Ref133933679"/>
      <w:r w:rsidRPr="006B0921">
        <w:t>Mezinárodní sankce</w:t>
      </w:r>
      <w:bookmarkEnd w:id="5"/>
      <w:r w:rsidRPr="006B0921">
        <w:t xml:space="preserve"> </w:t>
      </w:r>
      <w:r w:rsidR="00B67AA0">
        <w:t>a střet zájmů</w:t>
      </w:r>
    </w:p>
    <w:p w14:paraId="22161558" w14:textId="77777777" w:rsidR="006B0921" w:rsidRPr="006B0921" w:rsidRDefault="006B0921" w:rsidP="00BA5CBC">
      <w:pPr>
        <w:pStyle w:val="Text1-2"/>
        <w:keepNext/>
      </w:pPr>
      <w:bookmarkStart w:id="6" w:name="_Ref133933704"/>
      <w:r w:rsidRPr="006B0921">
        <w:t>Zhotovitel prohlašuje, že:</w:t>
      </w:r>
      <w:bookmarkEnd w:id="6"/>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lastRenderedPageBreak/>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AD10C00" w14:textId="034CA40C"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114DD3">
        <w:t>4.9</w:t>
      </w:r>
      <w:r w:rsidR="00FD36B8">
        <w:fldChar w:fldCharType="end"/>
      </w:r>
      <w:r w:rsidRPr="006B0921">
        <w:t xml:space="preserve"> také jednotlivě pro všechny osoby v rámci Zhotovitele sdružené, a to bez ohledu na právní formu tohoto sdružení.</w:t>
      </w:r>
    </w:p>
    <w:p w14:paraId="70C64A84" w14:textId="1BDFA933" w:rsidR="006B0921" w:rsidRPr="006B0921" w:rsidRDefault="006B0921" w:rsidP="007A36FA">
      <w:pPr>
        <w:pStyle w:val="Text1-2"/>
      </w:pPr>
      <w:bookmarkStart w:id="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114DD3">
        <w:t>4.9</w:t>
      </w:r>
      <w:r w:rsidR="00FD36B8">
        <w:fldChar w:fldCharType="end"/>
      </w:r>
      <w:r w:rsidRPr="006B0921">
        <w:t>, oznámí tuto skutečnost bez zbytečného odkladu, nejpozději však do 3 pracovních dnů ode dne, kdy přestal splňovat výše uvedené podmínky, Objednateli.</w:t>
      </w:r>
      <w:bookmarkEnd w:id="7"/>
    </w:p>
    <w:p w14:paraId="0225A72A" w14:textId="77777777" w:rsidR="004B05A9" w:rsidRPr="004B05A9" w:rsidRDefault="006B0921" w:rsidP="004B05A9">
      <w:pPr>
        <w:pStyle w:val="Text1-2"/>
      </w:pPr>
      <w:bookmarkStart w:id="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9" w:name="_Ref133933730"/>
      <w:bookmarkEnd w:id="8"/>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9"/>
    </w:p>
    <w:p w14:paraId="54E10287" w14:textId="561F05FB"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114DD3">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114DD3">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114DD3">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114DD3">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114DD3">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114DD3">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1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0"/>
    </w:p>
    <w:p w14:paraId="35BDA579" w14:textId="3ADC6572" w:rsidR="006B0921" w:rsidRPr="006B0921" w:rsidRDefault="006B0921" w:rsidP="007A36FA">
      <w:pPr>
        <w:pStyle w:val="Text1-2"/>
      </w:pPr>
      <w:bookmarkStart w:id="11" w:name="_Ref133933846"/>
      <w:r w:rsidRPr="006B0921">
        <w:lastRenderedPageBreak/>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114DD3">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1"/>
    </w:p>
    <w:p w14:paraId="4781E155" w14:textId="2120D81D"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114DD3">
        <w:t>4.10.1</w:t>
      </w:r>
      <w:r w:rsidR="00974329">
        <w:fldChar w:fldCharType="end"/>
      </w:r>
      <w:r w:rsidRPr="006B0921">
        <w:t xml:space="preserve"> této Smlouvy.</w:t>
      </w:r>
    </w:p>
    <w:p w14:paraId="5CAE5391" w14:textId="381F1A07"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114DD3">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114DD3">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114DD3">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4E13C7A4" w:rsidR="00B67AA0" w:rsidRDefault="00B67AA0" w:rsidP="00B67AA0">
      <w:pPr>
        <w:pStyle w:val="Text1-2"/>
        <w:numPr>
          <w:ilvl w:val="0"/>
          <w:numId w:val="0"/>
        </w:numPr>
        <w:ind w:left="1474"/>
        <w:rPr>
          <w:b/>
        </w:rPr>
      </w:pPr>
      <w:r w:rsidRPr="00B67AA0">
        <w:rPr>
          <w:b/>
        </w:rPr>
        <w:t xml:space="preserve">Název zakázky: </w:t>
      </w:r>
      <w:r w:rsidRPr="00FB2749">
        <w:rPr>
          <w:b/>
        </w:rPr>
        <w:t>„</w:t>
      </w:r>
      <w:r w:rsidR="00FB2749" w:rsidRPr="00FB2749">
        <w:rPr>
          <w:b/>
        </w:rPr>
        <w:t xml:space="preserve">Revitalizace </w:t>
      </w:r>
      <w:proofErr w:type="gramStart"/>
      <w:r w:rsidR="00FB2749" w:rsidRPr="00FB2749">
        <w:rPr>
          <w:b/>
        </w:rPr>
        <w:t>Liberec - Česká</w:t>
      </w:r>
      <w:proofErr w:type="gramEnd"/>
      <w:r w:rsidR="00FB2749" w:rsidRPr="00FB2749">
        <w:rPr>
          <w:b/>
        </w:rPr>
        <w:t xml:space="preserve"> Lípa (mimo)“, 2. etapa</w:t>
      </w:r>
      <w:r w:rsidRPr="00FB2749">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77777777" w:rsidR="003F5723" w:rsidRDefault="003F5723" w:rsidP="003F5723">
      <w:pPr>
        <w:pStyle w:val="Text1-1"/>
      </w:pPr>
      <w:r>
        <w:lastRenderedPageBreak/>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2" w:name="_Hlk163716949"/>
      <w:r w:rsidR="006A57A4" w:rsidRPr="00153D4D">
        <w:rPr>
          <w:highlight w:val="yellow"/>
        </w:rPr>
        <w:t>[</w:t>
      </w:r>
      <w:bookmarkEnd w:id="12"/>
      <w:r w:rsidR="006A57A4" w:rsidRPr="00153D4D">
        <w:rPr>
          <w:highlight w:val="yellow"/>
        </w:rPr>
        <w:t>VLOŽÍ ZHOTOVITEL</w:t>
      </w:r>
      <w:bookmarkStart w:id="13" w:name="_Hlk163716966"/>
      <w:r w:rsidR="006A57A4" w:rsidRPr="00153D4D">
        <w:t>]</w:t>
      </w:r>
      <w:bookmarkEnd w:id="13"/>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w:t>
      </w:r>
      <w:r>
        <w:lastRenderedPageBreak/>
        <w:t>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6DD61000" w:rsidR="00960E25" w:rsidRPr="00960E25" w:rsidRDefault="00F422D3" w:rsidP="00CA0CC1">
      <w:pPr>
        <w:pStyle w:val="Text1-1"/>
        <w:rPr>
          <w:i/>
          <w:color w:val="00B050"/>
        </w:rPr>
      </w:pPr>
      <w:r w:rsidRPr="00376B87">
        <w:rPr>
          <w:b/>
        </w:rPr>
        <w:t>Přílohy, které tvoří nedílnou součást této Smlouvy o dílo:</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3256D1D0"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FB2749" w:rsidRPr="00FB2749">
        <w:rPr>
          <w:rStyle w:val="Tun"/>
        </w:rPr>
        <w:t>OP/DOKUMENTACE/04/24</w:t>
      </w:r>
      <w:r w:rsidR="00124751">
        <w:t>“</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188416D4" w:rsidR="00124751" w:rsidRPr="00964369" w:rsidRDefault="00124751" w:rsidP="00964369">
      <w:pPr>
        <w:pStyle w:val="Textbezslovn"/>
        <w:ind w:left="2127"/>
      </w:pPr>
      <w:r w:rsidRPr="00964369">
        <w:t>b) Všeobecné technické podmínky "</w:t>
      </w:r>
      <w:r w:rsidR="00FB2749" w:rsidRPr="00FB2749">
        <w:rPr>
          <w:rStyle w:val="Tun"/>
        </w:rPr>
        <w:t>VTP/DOKUMENTACE/07/24</w:t>
      </w:r>
      <w:r w:rsidRPr="00964369">
        <w:t xml:space="preserve">" </w:t>
      </w:r>
    </w:p>
    <w:p w14:paraId="4154A2F5" w14:textId="2A20AF49" w:rsidR="00F422D3" w:rsidRDefault="00124751" w:rsidP="00964369">
      <w:pPr>
        <w:pStyle w:val="Textbezslovn"/>
        <w:ind w:left="2127"/>
      </w:pPr>
      <w:r w:rsidRPr="00964369">
        <w:t>c) Zvláštní technické</w:t>
      </w:r>
      <w:r>
        <w:t xml:space="preserve"> podmínky </w:t>
      </w:r>
      <w:r w:rsidR="00CF2FCD" w:rsidRPr="00FB2749">
        <w:rPr>
          <w:b/>
          <w:bCs/>
        </w:rPr>
        <w:t xml:space="preserve">„Revitalizace </w:t>
      </w:r>
      <w:proofErr w:type="gramStart"/>
      <w:r w:rsidR="00CF2FCD" w:rsidRPr="00FB2749">
        <w:rPr>
          <w:b/>
          <w:bCs/>
        </w:rPr>
        <w:t>Liberec - Česká</w:t>
      </w:r>
      <w:proofErr w:type="gramEnd"/>
      <w:r w:rsidR="00CF2FCD" w:rsidRPr="00FB2749">
        <w:rPr>
          <w:b/>
          <w:bCs/>
        </w:rPr>
        <w:t xml:space="preserve"> Lípa (mimo)“, 2. etapa</w:t>
      </w:r>
      <w:r w:rsidR="00CF2FCD">
        <w:t xml:space="preserve"> </w:t>
      </w:r>
      <w:r w:rsidR="00FB2749">
        <w:rPr>
          <w:rStyle w:val="Tun"/>
        </w:rPr>
        <w:t>ze dne 7. 3. 2025</w:t>
      </w:r>
      <w:r>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18264F92" w:rsidR="00C22047" w:rsidRDefault="00C22047" w:rsidP="00964369">
      <w:pPr>
        <w:pStyle w:val="Textbezslovn"/>
        <w:rPr>
          <w:b/>
          <w:bCs/>
        </w:rPr>
      </w:pPr>
      <w:r w:rsidRPr="00FB2749">
        <w:t>Příloha č. 11</w:t>
      </w:r>
      <w:r w:rsidR="004500D2" w:rsidRPr="00FB2749">
        <w:tab/>
      </w:r>
      <w:r w:rsidR="00FB2749">
        <w:rPr>
          <w:b/>
          <w:bCs/>
        </w:rPr>
        <w:t>NEOBSAZENO</w:t>
      </w:r>
    </w:p>
    <w:p w14:paraId="4059BCF0" w14:textId="77777777" w:rsidR="00C638C4" w:rsidRPr="00124751" w:rsidRDefault="00C638C4" w:rsidP="00964369">
      <w:pPr>
        <w:pStyle w:val="Textbezslovn"/>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2D6B8011" w14:textId="77777777" w:rsidR="00262C84" w:rsidRDefault="00262C84" w:rsidP="009F0867">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62C351CB" w14:textId="77777777" w:rsidR="00376B87" w:rsidRDefault="00376B87" w:rsidP="00E40E66">
      <w:pPr>
        <w:pStyle w:val="Textbezodsazen"/>
      </w:pPr>
    </w:p>
    <w:p w14:paraId="51E2C42E" w14:textId="77777777" w:rsidR="00262C84" w:rsidRDefault="00262C84"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D4C4174" w14:textId="0C86CEBF" w:rsidR="00376B87" w:rsidRDefault="00376B87" w:rsidP="00262C84">
      <w:pPr>
        <w:pStyle w:val="Textbezodsazen"/>
        <w:spacing w:after="0"/>
      </w:pPr>
      <w:r w:rsidRPr="001C61BC">
        <w:t>Správa</w:t>
      </w:r>
      <w:r w:rsidR="00FB4272" w:rsidRPr="001C61BC">
        <w:t xml:space="preserve"> železnic</w:t>
      </w:r>
      <w:r w:rsidRPr="001C61BC">
        <w:t xml:space="preserve">, státní </w:t>
      </w:r>
      <w:r>
        <w:t>organizace</w:t>
      </w:r>
    </w:p>
    <w:p w14:paraId="0177EEF1" w14:textId="77777777" w:rsidR="00964369" w:rsidRDefault="00964369" w:rsidP="00E40E66">
      <w:pPr>
        <w:pStyle w:val="Textbezodsazen"/>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0EA19FAF" w14:textId="77777777" w:rsidR="00CC64AF" w:rsidRPr="00942919" w:rsidRDefault="00CC64AF" w:rsidP="00CC64AF">
      <w:pPr>
        <w:pStyle w:val="Text2-1"/>
        <w:numPr>
          <w:ilvl w:val="0"/>
          <w:numId w:val="0"/>
        </w:numPr>
        <w:ind w:left="737" w:hanging="737"/>
      </w:pPr>
      <w:bookmarkStart w:id="14" w:name="_Ref164688429"/>
      <w:bookmarkStart w:id="15" w:name="_Ref173504519"/>
      <w:r w:rsidRPr="00942919" w:rsidDel="00FB05B2">
        <w:t>Předmětem Díla „</w:t>
      </w:r>
      <w:r w:rsidRPr="00942919">
        <w:rPr>
          <w:rStyle w:val="Tun"/>
        </w:rPr>
        <w:t>Revitalizace Liberec – Česká Lípa (mimo)</w:t>
      </w:r>
      <w:r w:rsidRPr="00942919" w:rsidDel="00FB05B2">
        <w:rPr>
          <w:b/>
        </w:rPr>
        <w:t>“</w:t>
      </w:r>
      <w:r w:rsidRPr="00942919">
        <w:rPr>
          <w:b/>
        </w:rPr>
        <w:t>, 2 etapa</w:t>
      </w:r>
      <w:r w:rsidRPr="00942919" w:rsidDel="00FB05B2">
        <w:t xml:space="preserve"> je:</w:t>
      </w:r>
      <w:bookmarkEnd w:id="14"/>
      <w:r w:rsidRPr="00942919">
        <w:rPr>
          <w:b/>
          <w:i/>
          <w:color w:val="00B0F0"/>
        </w:rPr>
        <w:t xml:space="preserve"> </w:t>
      </w:r>
      <w:bookmarkEnd w:id="15"/>
    </w:p>
    <w:p w14:paraId="6977A974" w14:textId="2DA9BB37" w:rsidR="00CC64AF" w:rsidRPr="00CC64AF" w:rsidRDefault="00CC64AF" w:rsidP="00CC64AF">
      <w:pPr>
        <w:pStyle w:val="Odstavec1-4a"/>
        <w:numPr>
          <w:ilvl w:val="0"/>
          <w:numId w:val="23"/>
        </w:numPr>
        <w:ind w:left="1134" w:hanging="283"/>
      </w:pPr>
      <w:r w:rsidRPr="00CC64AF" w:rsidDel="00FB05B2">
        <w:rPr>
          <w:b/>
        </w:rPr>
        <w:t>Zhotovení Projektové</w:t>
      </w:r>
      <w:r w:rsidRPr="00CC64AF" w:rsidDel="00FB05B2">
        <w:t xml:space="preserve"> </w:t>
      </w:r>
      <w:r w:rsidRPr="00CC64AF" w:rsidDel="00FB05B2">
        <w:rPr>
          <w:b/>
        </w:rPr>
        <w:t xml:space="preserve">dokumentace pro </w:t>
      </w:r>
      <w:r w:rsidRPr="00CC64AF">
        <w:rPr>
          <w:b/>
        </w:rPr>
        <w:t>povolení stavby dopravní infrastruktury (DPS)</w:t>
      </w:r>
      <w:r w:rsidRPr="00CC64AF" w:rsidDel="00FB05B2">
        <w:rPr>
          <w:b/>
        </w:rPr>
        <w:t>,</w:t>
      </w:r>
      <w:r w:rsidRPr="00CC64AF">
        <w:t xml:space="preserve"> </w:t>
      </w:r>
      <w:r w:rsidRPr="00CC64AF" w:rsidDel="00FB05B2">
        <w:t>která specifikuje předmět Díla v takovém rozsahu, aby ji bylo možno projednat v</w:t>
      </w:r>
      <w:r w:rsidRPr="00CC64AF">
        <w:t> </w:t>
      </w:r>
      <w:r w:rsidRPr="00CC64AF" w:rsidDel="00FB05B2">
        <w:t>řízení</w:t>
      </w:r>
      <w:r w:rsidRPr="00CC64AF">
        <w:t xml:space="preserve"> o povolení záměru</w:t>
      </w:r>
      <w:r w:rsidRPr="00CC64AF" w:rsidDel="00FB05B2">
        <w:t xml:space="preserve">, získat pravomocné </w:t>
      </w:r>
      <w:r w:rsidRPr="00CC64AF">
        <w:t>povolení záměru (povolení stavby) dle zákona č. 283/2021 Sb., stavební zákon, (dále jen „stavební zákon“),</w:t>
      </w:r>
      <w:r w:rsidRPr="00CC64AF">
        <w:rPr>
          <w:b/>
        </w:rPr>
        <w:t xml:space="preserve"> </w:t>
      </w:r>
      <w:r w:rsidRPr="00CC64AF" w:rsidDel="00FB05B2">
        <w:t xml:space="preserve">včetně </w:t>
      </w:r>
      <w:r w:rsidRPr="00CC64AF">
        <w:t>Stanoviska oznámeného subjektu ve fázi vydání povolení záměru</w:t>
      </w:r>
      <w:r w:rsidRPr="00CC64AF" w:rsidDel="00FB05B2">
        <w:t xml:space="preserve"> a</w:t>
      </w:r>
      <w:r w:rsidRPr="00CC64AF">
        <w:t> </w:t>
      </w:r>
      <w:r w:rsidRPr="00CC64AF" w:rsidDel="00FB05B2">
        <w:t>činností koordinátora BOZP při práci na</w:t>
      </w:r>
      <w:r w:rsidRPr="00CC64AF">
        <w:t> </w:t>
      </w:r>
      <w:r w:rsidRPr="00CC64AF" w:rsidDel="00FB05B2">
        <w:t>staveništi ve fázi přípravy včetně zpracování plánu BOZP na staveništi a manuálu údržby.</w:t>
      </w:r>
    </w:p>
    <w:p w14:paraId="2EACBFC7" w14:textId="3127113F" w:rsidR="00CC64AF" w:rsidRPr="00CC64AF" w:rsidDel="00FB05B2" w:rsidRDefault="00CC64AF" w:rsidP="00CC64AF">
      <w:pPr>
        <w:pStyle w:val="Odstavec1-4a"/>
        <w:numPr>
          <w:ilvl w:val="0"/>
          <w:numId w:val="23"/>
        </w:numPr>
        <w:ind w:left="1134" w:hanging="283"/>
      </w:pPr>
      <w:r w:rsidRPr="00CC64AF" w:rsidDel="00FB05B2">
        <w:rPr>
          <w:b/>
        </w:rPr>
        <w:t>Zpracování a podání žádosti o</w:t>
      </w:r>
      <w:r w:rsidRPr="00CC64AF" w:rsidDel="00FB05B2">
        <w:t xml:space="preserve"> </w:t>
      </w:r>
      <w:r w:rsidRPr="00CC64AF" w:rsidDel="00FB05B2">
        <w:rPr>
          <w:b/>
        </w:rPr>
        <w:t xml:space="preserve">vydání </w:t>
      </w:r>
      <w:r w:rsidRPr="00CC64AF">
        <w:rPr>
          <w:b/>
        </w:rPr>
        <w:t xml:space="preserve">povolení záměru </w:t>
      </w:r>
      <w:r w:rsidRPr="00CC64AF">
        <w:t xml:space="preserve">dle stavebního zákona, </w:t>
      </w:r>
      <w:r w:rsidRPr="00CC64AF" w:rsidDel="00FB05B2">
        <w:t xml:space="preserve">včetně všech vyžadovaných podkladů, jejímž výsledkem bude vydání </w:t>
      </w:r>
      <w:r w:rsidRPr="00CC64AF">
        <w:t>povolení záměru (povolení stavby)</w:t>
      </w:r>
      <w:r w:rsidRPr="00CC64AF" w:rsidDel="00FB05B2">
        <w:t>. Zhotovitel bude spolupracovat při vydání příslušných rozhodnutí do nabytí jejich právní moci.</w:t>
      </w:r>
    </w:p>
    <w:p w14:paraId="3445F9B4" w14:textId="77777777" w:rsidR="00CC64AF" w:rsidRPr="009319F7" w:rsidDel="00FB05B2" w:rsidRDefault="00CC64AF" w:rsidP="00CC64AF">
      <w:pPr>
        <w:pStyle w:val="Odstavec1-4a"/>
        <w:ind w:left="1134" w:hanging="283"/>
      </w:pPr>
      <w:r w:rsidRPr="009319F7" w:rsidDel="00FB05B2">
        <w:rPr>
          <w:b/>
        </w:rPr>
        <w:t>Zhotovení Projektové d</w:t>
      </w:r>
      <w:r w:rsidRPr="009319F7" w:rsidDel="00FB05B2">
        <w:rPr>
          <w:rStyle w:val="Tun"/>
        </w:rPr>
        <w:t>okumentace pro provádění stavby</w:t>
      </w:r>
      <w:r w:rsidRPr="009319F7">
        <w:rPr>
          <w:rStyle w:val="Tun"/>
        </w:rPr>
        <w:t xml:space="preserve"> (PDPS)</w:t>
      </w:r>
      <w:r w:rsidRPr="009319F7" w:rsidDel="00FB05B2">
        <w:t>, která rozpracuje a vymezí požadavky na stavbu do podrobností, které specifikují předmět Díla v takovém rozsahu, aby byla podkladem pro výběrové řízení na zhotovení stavby</w:t>
      </w:r>
      <w:r w:rsidRPr="009319F7">
        <w:t>, včetně posouzení shody nebo vhodnosti pro použití prvku interoperability či ES prohlášení o ověření subsystému oznámeným subjektem.</w:t>
      </w:r>
    </w:p>
    <w:p w14:paraId="7B894202" w14:textId="77777777" w:rsidR="00CC64AF" w:rsidRPr="00AE76F4" w:rsidRDefault="00CC64AF" w:rsidP="00CC64AF">
      <w:pPr>
        <w:pStyle w:val="Odstavec1-4a"/>
        <w:ind w:left="1134" w:hanging="283"/>
      </w:pPr>
      <w:r w:rsidRPr="006922F6">
        <w:rPr>
          <w:b/>
        </w:rPr>
        <w:t xml:space="preserve">Zhotovení Aktualizace záměru projektu </w:t>
      </w:r>
      <w:r w:rsidRPr="006922F6">
        <w:t xml:space="preserve">podle Pravidel přípravy a realizace </w:t>
      </w:r>
      <w:r w:rsidRPr="006922F6" w:rsidDel="00FB05B2">
        <w:t xml:space="preserve">akcí dopravní infrastruktury financovaných </w:t>
      </w:r>
      <w:r w:rsidRPr="006922F6">
        <w:t xml:space="preserve">Státním fondem dopravní infrastruktury (dále jen „Pravidla MD“). Rozsah tohoto plnění si Objednatel vyhrazuje jako změnu závazku ze smlouvy v souladu s ustanovením § 100 odst. 1 ZZVZ. Plnění bude Zhotovitel realizovat </w:t>
      </w:r>
      <w:r w:rsidRPr="00AE76F4">
        <w:t>na základě pokynu Objednatele při překročení předpokládaných investičních nákladů o 10 % anebo při zásadních změnách technického řešení stavby.</w:t>
      </w:r>
    </w:p>
    <w:p w14:paraId="5BB63BD7" w14:textId="77777777" w:rsidR="00CC64AF" w:rsidRPr="006922F6" w:rsidRDefault="00CC64AF" w:rsidP="00CC64AF">
      <w:pPr>
        <w:pStyle w:val="Odstavec1-4a"/>
        <w:ind w:left="1134" w:hanging="283"/>
      </w:pPr>
      <w:r w:rsidRPr="006922F6">
        <w:rPr>
          <w:b/>
        </w:rPr>
        <w:t xml:space="preserve">Výkon Dozoru projektanta </w:t>
      </w:r>
      <w:r w:rsidRPr="006922F6">
        <w:t>při zhotovení PDPS a</w:t>
      </w:r>
      <w:r w:rsidRPr="006922F6">
        <w:rPr>
          <w:b/>
        </w:rPr>
        <w:t xml:space="preserve"> </w:t>
      </w:r>
      <w:r w:rsidRPr="006922F6">
        <w:t>při provádění stavby.</w:t>
      </w:r>
      <w:r w:rsidRPr="006922F6">
        <w:rPr>
          <w:b/>
        </w:rPr>
        <w:t xml:space="preserve"> </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2"/>
          <w:headerReference w:type="default" r:id="rId13"/>
          <w:footerReference w:type="even" r:id="rId14"/>
          <w:footerReference w:type="default" r:id="rId15"/>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3CC7FA95" w:rsidR="00124751" w:rsidRDefault="00124751" w:rsidP="00124751">
      <w:pPr>
        <w:pStyle w:val="Nadpisbezsl1-2"/>
      </w:pPr>
      <w:r>
        <w:t>"</w:t>
      </w:r>
      <w:r w:rsidR="00CC64AF" w:rsidRPr="00CC64AF">
        <w:t>OP/DOKUMENTACE/04/24</w:t>
      </w:r>
      <w:r>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45C33032" w:rsidR="00124751" w:rsidRDefault="00124751" w:rsidP="008A4D1B">
      <w:pPr>
        <w:pStyle w:val="Textbezslovn"/>
      </w:pPr>
      <w:r>
        <w:t>"</w:t>
      </w:r>
      <w:r w:rsidR="00CC64AF" w:rsidRPr="00CC64AF">
        <w:t>VTP/DOKUMENTACE/07/24</w:t>
      </w:r>
      <w:r>
        <w:t xml:space="preserve">" </w:t>
      </w:r>
    </w:p>
    <w:p w14:paraId="3B414192" w14:textId="77777777" w:rsidR="00124751" w:rsidRDefault="00124751" w:rsidP="00124751">
      <w:pPr>
        <w:pStyle w:val="Textbezslovn"/>
      </w:pPr>
    </w:p>
    <w:p w14:paraId="51AF5841" w14:textId="359A3BC8" w:rsidR="00124751" w:rsidRPr="00264019" w:rsidRDefault="00124751" w:rsidP="00112021">
      <w:pPr>
        <w:pStyle w:val="Nadpisbezsl1-2"/>
        <w:ind w:left="709" w:hanging="709"/>
        <w:rPr>
          <w:bCs/>
        </w:rPr>
      </w:pPr>
      <w:r>
        <w:t>c)</w:t>
      </w:r>
      <w:r>
        <w:tab/>
        <w:t>Zvláštní technické podmínky</w:t>
      </w:r>
      <w:r w:rsidR="00CF2FCD">
        <w:t xml:space="preserve"> </w:t>
      </w:r>
      <w:r w:rsidR="00CF2FCD" w:rsidRPr="00FB2749">
        <w:rPr>
          <w:bCs/>
        </w:rPr>
        <w:t xml:space="preserve">„Revitalizace </w:t>
      </w:r>
      <w:proofErr w:type="gramStart"/>
      <w:r w:rsidR="00CF2FCD" w:rsidRPr="00FB2749">
        <w:rPr>
          <w:bCs/>
        </w:rPr>
        <w:t>Liberec - Česká</w:t>
      </w:r>
      <w:proofErr w:type="gramEnd"/>
      <w:r w:rsidR="00CF2FCD" w:rsidRPr="00FB2749">
        <w:rPr>
          <w:bCs/>
        </w:rPr>
        <w:t xml:space="preserve"> Lípa</w:t>
      </w:r>
      <w:proofErr w:type="gramStart"/>
      <w:r w:rsidR="00CF2FCD" w:rsidRPr="00FB2749">
        <w:rPr>
          <w:bCs/>
        </w:rPr>
        <w:t xml:space="preserve"> </w:t>
      </w:r>
      <w:r w:rsidR="00112021">
        <w:rPr>
          <w:bCs/>
        </w:rPr>
        <w:t xml:space="preserve">  </w:t>
      </w:r>
      <w:r w:rsidR="00CF2FCD" w:rsidRPr="00FB2749">
        <w:rPr>
          <w:bCs/>
        </w:rPr>
        <w:t>(</w:t>
      </w:r>
      <w:proofErr w:type="gramEnd"/>
      <w:r w:rsidR="00CF2FCD" w:rsidRPr="00FB2749">
        <w:rPr>
          <w:bCs/>
        </w:rPr>
        <w:t>mimo)“, 2. etapa</w:t>
      </w:r>
      <w:r>
        <w:t xml:space="preserve"> </w:t>
      </w:r>
      <w:r w:rsidR="00CC64AF" w:rsidRPr="00112021">
        <w:rPr>
          <w:b w:val="0"/>
          <w:bCs/>
        </w:rPr>
        <w:t>ze dne 7. 3. 2025</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14D7A7B1"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29CBE1F8"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C508D0"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C508D0" w:rsidRDefault="008A4D1B" w:rsidP="0008410C">
            <w:pPr>
              <w:pStyle w:val="Tabulka"/>
            </w:pPr>
            <w:r w:rsidRPr="00C508D0">
              <w:t>1</w:t>
            </w:r>
          </w:p>
        </w:tc>
        <w:tc>
          <w:tcPr>
            <w:tcW w:w="3544" w:type="dxa"/>
          </w:tcPr>
          <w:p w14:paraId="4686A9B7" w14:textId="4B812C37" w:rsidR="003D178E" w:rsidRPr="00C508D0" w:rsidRDefault="003D178E" w:rsidP="003D178E">
            <w:pPr>
              <w:pStyle w:val="Tabulka"/>
              <w:cnfStyle w:val="000000000000" w:firstRow="0" w:lastRow="0" w:firstColumn="0" w:lastColumn="0" w:oddVBand="0" w:evenVBand="0" w:oddHBand="0" w:evenHBand="0" w:firstRowFirstColumn="0" w:firstRowLastColumn="0" w:lastRowFirstColumn="0" w:lastRowLastColumn="0"/>
            </w:pPr>
            <w:r w:rsidRPr="00C508D0">
              <w:t xml:space="preserve">Zpracování </w:t>
            </w:r>
            <w:r w:rsidR="00473848" w:rsidRPr="00C508D0">
              <w:t>DPS</w:t>
            </w:r>
            <w:r w:rsidR="00AA09CD" w:rsidRPr="00C508D0">
              <w:t xml:space="preserve"> </w:t>
            </w:r>
            <w:r w:rsidRPr="00C508D0">
              <w:t>dle vyhlášky č. </w:t>
            </w:r>
            <w:r w:rsidR="00473848" w:rsidRPr="00C508D0">
              <w:t>227/2024</w:t>
            </w:r>
            <w:r w:rsidRPr="00C508D0">
              <w:t xml:space="preserve"> Sb. v platném znění</w:t>
            </w:r>
            <w:r w:rsidR="004500D2" w:rsidRPr="00C508D0">
              <w:t xml:space="preserve"> a</w:t>
            </w:r>
            <w:r w:rsidRPr="00C508D0">
              <w:t xml:space="preserve"> dle VTP a </w:t>
            </w:r>
            <w:proofErr w:type="gramStart"/>
            <w:r w:rsidRPr="00C508D0">
              <w:t>ZTP  v</w:t>
            </w:r>
            <w:proofErr w:type="gramEnd"/>
            <w:r w:rsidRPr="00C508D0">
              <w:t xml:space="preserve"> platném znění, vyjma části dokumentace uvedené níže v bodech 3, 4 a 5</w:t>
            </w:r>
          </w:p>
          <w:p w14:paraId="37299A3D" w14:textId="179EFB20" w:rsidR="003D178E" w:rsidRPr="00C508D0"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520ED7F2"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508D0">
              <w:t>hod</w:t>
            </w:r>
          </w:p>
        </w:tc>
        <w:tc>
          <w:tcPr>
            <w:tcW w:w="1082" w:type="dxa"/>
          </w:tcPr>
          <w:p w14:paraId="1E7F4B30"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9475A83"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C508D0"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77777777" w:rsidR="008A4D1B" w:rsidRPr="00C508D0" w:rsidRDefault="008A4D1B" w:rsidP="0008410C">
            <w:pPr>
              <w:pStyle w:val="Tabulka"/>
            </w:pPr>
            <w:r w:rsidRPr="00C508D0">
              <w:t>2</w:t>
            </w:r>
          </w:p>
        </w:tc>
        <w:tc>
          <w:tcPr>
            <w:tcW w:w="3544" w:type="dxa"/>
          </w:tcPr>
          <w:p w14:paraId="2D4386AB" w14:textId="541E90F2" w:rsidR="008A4D1B" w:rsidRPr="00C508D0"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C508D0">
              <w:t xml:space="preserve">Zpracování PDPS </w:t>
            </w:r>
            <w:r w:rsidR="00ED5FDD" w:rsidRPr="00C508D0">
              <w:t>dle vyhlášky č.</w:t>
            </w:r>
            <w:r w:rsidR="003D178E" w:rsidRPr="00C508D0">
              <w:t> </w:t>
            </w:r>
            <w:r w:rsidR="00AA09CD" w:rsidRPr="00C508D0">
              <w:t>227/2024 Sb. v platném znění</w:t>
            </w:r>
            <w:r w:rsidR="00ED5FDD" w:rsidRPr="00C508D0">
              <w:t xml:space="preserve"> </w:t>
            </w:r>
            <w:r w:rsidR="004500D2" w:rsidRPr="00C508D0">
              <w:t>a </w:t>
            </w:r>
            <w:r w:rsidR="00ED5FDD" w:rsidRPr="00C508D0">
              <w:t>v</w:t>
            </w:r>
            <w:r w:rsidR="003D178E" w:rsidRPr="00C508D0">
              <w:t> </w:t>
            </w:r>
            <w:r w:rsidR="00ED5FDD" w:rsidRPr="00C508D0">
              <w:t xml:space="preserve">rozpracování dle směrnice SŽ SM011 a dle VTP a ZTP, vyjma části dokumentace uvedené níže v bodech 3, 4 a 5 </w:t>
            </w:r>
          </w:p>
        </w:tc>
        <w:tc>
          <w:tcPr>
            <w:tcW w:w="974" w:type="dxa"/>
          </w:tcPr>
          <w:p w14:paraId="12920918"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508D0">
              <w:t>hod</w:t>
            </w:r>
          </w:p>
        </w:tc>
        <w:tc>
          <w:tcPr>
            <w:tcW w:w="1082" w:type="dxa"/>
          </w:tcPr>
          <w:p w14:paraId="07738F53"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74E2011"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B311FDE"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C508D0"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77777777" w:rsidR="008A4D1B" w:rsidRPr="00C508D0" w:rsidRDefault="008A4D1B" w:rsidP="0008410C">
            <w:pPr>
              <w:pStyle w:val="Tabulka"/>
            </w:pPr>
            <w:r w:rsidRPr="00C508D0">
              <w:t>3</w:t>
            </w:r>
          </w:p>
        </w:tc>
        <w:tc>
          <w:tcPr>
            <w:tcW w:w="3544" w:type="dxa"/>
          </w:tcPr>
          <w:p w14:paraId="71F98FC8" w14:textId="77777777" w:rsidR="008A4D1B" w:rsidRPr="00C508D0"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C508D0">
              <w:t>Stanovení nákladů stavby v rozsahu položkových rozpočtů jednotlivých SO a PS a souhrnného rozpočtu stavby (v rozsahu požadavků Směrnice SŽDC č.</w:t>
            </w:r>
            <w:r w:rsidR="003D178E" w:rsidRPr="00C508D0">
              <w:t> </w:t>
            </w:r>
            <w:r w:rsidRPr="00C508D0">
              <w:t>20 v platném zněn</w:t>
            </w:r>
            <w:r w:rsidR="00ED5FDD" w:rsidRPr="00C508D0">
              <w:t>í), směrnice SŽ SM011</w:t>
            </w:r>
            <w:r w:rsidR="004500D2" w:rsidRPr="00C508D0">
              <w:t xml:space="preserve"> (</w:t>
            </w:r>
            <w:r w:rsidR="00ED5FDD" w:rsidRPr="00C508D0">
              <w:t>příloha příslušného stupně dokumentace</w:t>
            </w:r>
            <w:r w:rsidR="005A2756" w:rsidRPr="00C508D0">
              <w:t xml:space="preserve"> </w:t>
            </w:r>
            <w:r w:rsidR="00ED5FDD" w:rsidRPr="00C508D0">
              <w:t xml:space="preserve">Dokladová </w:t>
            </w:r>
            <w:proofErr w:type="gramStart"/>
            <w:r w:rsidR="00ED5FDD" w:rsidRPr="00C508D0">
              <w:t>část</w:t>
            </w:r>
            <w:r w:rsidR="005A2756" w:rsidRPr="00C508D0">
              <w:t xml:space="preserve"> </w:t>
            </w:r>
            <w:r w:rsidR="00ED5FDD" w:rsidRPr="00C508D0">
              <w:t>- Náklady</w:t>
            </w:r>
            <w:proofErr w:type="gramEnd"/>
            <w:r w:rsidR="00ED5FDD" w:rsidRPr="00C508D0">
              <w:t xml:space="preserve"> stavby</w:t>
            </w:r>
            <w:r w:rsidR="005A2756" w:rsidRPr="00C508D0">
              <w:t>)</w:t>
            </w:r>
            <w:r w:rsidR="00ED5FDD" w:rsidRPr="00C508D0">
              <w:t xml:space="preserve"> a</w:t>
            </w:r>
            <w:r w:rsidR="003D178E" w:rsidRPr="00C508D0">
              <w:t> </w:t>
            </w:r>
            <w:r w:rsidR="005A2756" w:rsidRPr="00C508D0">
              <w:t xml:space="preserve">dle </w:t>
            </w:r>
            <w:r w:rsidR="00ED5FDD" w:rsidRPr="00C508D0">
              <w:t>požadavků VTP a ZTP</w:t>
            </w:r>
          </w:p>
        </w:tc>
        <w:tc>
          <w:tcPr>
            <w:tcW w:w="974" w:type="dxa"/>
          </w:tcPr>
          <w:p w14:paraId="0E0DD216"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508D0">
              <w:t>hod</w:t>
            </w:r>
          </w:p>
        </w:tc>
        <w:tc>
          <w:tcPr>
            <w:tcW w:w="1082" w:type="dxa"/>
          </w:tcPr>
          <w:p w14:paraId="43415528"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2C55B0A"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C508D0"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77777777" w:rsidR="008A4D1B" w:rsidRPr="00C508D0" w:rsidRDefault="008A4D1B" w:rsidP="0008410C">
            <w:pPr>
              <w:pStyle w:val="Tabulka"/>
            </w:pPr>
            <w:r w:rsidRPr="00C508D0">
              <w:t>4</w:t>
            </w:r>
          </w:p>
        </w:tc>
        <w:tc>
          <w:tcPr>
            <w:tcW w:w="3544" w:type="dxa"/>
          </w:tcPr>
          <w:p w14:paraId="18A1DE82" w14:textId="77777777" w:rsidR="008A4D1B" w:rsidRPr="00C508D0" w:rsidRDefault="00ED5FDD">
            <w:pPr>
              <w:pStyle w:val="Tabulka"/>
              <w:cnfStyle w:val="000000000000" w:firstRow="0" w:lastRow="0" w:firstColumn="0" w:lastColumn="0" w:oddVBand="0" w:evenVBand="0" w:oddHBand="0" w:evenHBand="0" w:firstRowFirstColumn="0" w:firstRowLastColumn="0" w:lastRowFirstColumn="0" w:lastRowLastColumn="0"/>
            </w:pPr>
            <w:r w:rsidRPr="00C508D0">
              <w:t>Dokladová část pro správní řízení a</w:t>
            </w:r>
            <w:r w:rsidR="003D178E" w:rsidRPr="00C508D0">
              <w:t> </w:t>
            </w:r>
            <w:r w:rsidRPr="00C508D0">
              <w:t>Doklady</w:t>
            </w:r>
            <w:r w:rsidRPr="00C508D0">
              <w:rPr>
                <w:strike/>
              </w:rPr>
              <w:t xml:space="preserve"> </w:t>
            </w:r>
            <w:r w:rsidRPr="00C508D0">
              <w:t xml:space="preserve">objednatele, dle směrnice SŽ SM011 </w:t>
            </w:r>
            <w:r w:rsidR="005A2756" w:rsidRPr="00C508D0">
              <w:t>(</w:t>
            </w:r>
            <w:r w:rsidRPr="00C508D0">
              <w:t>příloha příslušného stupně dokumentace Dokladová část</w:t>
            </w:r>
            <w:r w:rsidR="005A2756" w:rsidRPr="00C508D0">
              <w:t>)</w:t>
            </w:r>
            <w:r w:rsidRPr="00C508D0">
              <w:t xml:space="preserve"> a </w:t>
            </w:r>
            <w:r w:rsidR="005A2756" w:rsidRPr="00C508D0">
              <w:t xml:space="preserve">dle </w:t>
            </w:r>
            <w:r w:rsidRPr="00C508D0">
              <w:t>požadavků VTP a ZTP, včetně související inženýrské činnosti</w:t>
            </w:r>
          </w:p>
        </w:tc>
        <w:tc>
          <w:tcPr>
            <w:tcW w:w="974" w:type="dxa"/>
          </w:tcPr>
          <w:p w14:paraId="14E1CD11"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508D0">
              <w:t>hod</w:t>
            </w:r>
          </w:p>
        </w:tc>
        <w:tc>
          <w:tcPr>
            <w:tcW w:w="1082" w:type="dxa"/>
          </w:tcPr>
          <w:p w14:paraId="3584B342"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280ADE"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C508D0"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77777777" w:rsidR="008A4D1B" w:rsidRPr="00C508D0" w:rsidRDefault="008A4D1B" w:rsidP="0008410C">
            <w:pPr>
              <w:pStyle w:val="Tabulka"/>
            </w:pPr>
            <w:r w:rsidRPr="00C508D0">
              <w:t>5</w:t>
            </w:r>
          </w:p>
        </w:tc>
        <w:tc>
          <w:tcPr>
            <w:tcW w:w="3544" w:type="dxa"/>
          </w:tcPr>
          <w:p w14:paraId="20BDB596" w14:textId="28B6AB65" w:rsidR="008A4D1B" w:rsidRPr="00C508D0"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C508D0">
              <w:rPr>
                <w:i/>
              </w:rPr>
              <w:t>NEOBSAZENO</w:t>
            </w:r>
          </w:p>
        </w:tc>
        <w:tc>
          <w:tcPr>
            <w:tcW w:w="974" w:type="dxa"/>
          </w:tcPr>
          <w:p w14:paraId="28EBF976"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508D0">
              <w:t>hod</w:t>
            </w:r>
          </w:p>
        </w:tc>
        <w:tc>
          <w:tcPr>
            <w:tcW w:w="1082" w:type="dxa"/>
          </w:tcPr>
          <w:p w14:paraId="7FCDDFA8"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99E82E8"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C508D0"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77777777" w:rsidR="00C95774" w:rsidRPr="00C508D0" w:rsidRDefault="00C95774" w:rsidP="00B56004">
            <w:pPr>
              <w:pStyle w:val="Tabulka"/>
            </w:pPr>
            <w:r w:rsidRPr="00C508D0">
              <w:t>6</w:t>
            </w:r>
          </w:p>
        </w:tc>
        <w:tc>
          <w:tcPr>
            <w:tcW w:w="3544" w:type="dxa"/>
          </w:tcPr>
          <w:p w14:paraId="7684444A" w14:textId="2B31CE9E" w:rsidR="00C95774" w:rsidRPr="00C508D0"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C508D0">
              <w:t xml:space="preserve">Definitivní odevzdání </w:t>
            </w:r>
            <w:r w:rsidR="00473848" w:rsidRPr="00C508D0">
              <w:t>DPS</w:t>
            </w:r>
            <w:r w:rsidRPr="00C508D0">
              <w:t>, dle SOD v listinné formě (v rozsahu a počtu dle požadavku VTP a ZTP)</w:t>
            </w:r>
          </w:p>
        </w:tc>
        <w:tc>
          <w:tcPr>
            <w:tcW w:w="974" w:type="dxa"/>
          </w:tcPr>
          <w:p w14:paraId="4B3CB881" w14:textId="77777777" w:rsidR="00C95774" w:rsidRPr="00C508D0"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C508D0">
              <w:t>kpl</w:t>
            </w:r>
            <w:proofErr w:type="spellEnd"/>
          </w:p>
        </w:tc>
        <w:tc>
          <w:tcPr>
            <w:tcW w:w="1082" w:type="dxa"/>
          </w:tcPr>
          <w:p w14:paraId="737EFCCF" w14:textId="77777777" w:rsidR="00C95774" w:rsidRPr="00C508D0"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C508D0">
              <w:t>1</w:t>
            </w:r>
          </w:p>
        </w:tc>
        <w:tc>
          <w:tcPr>
            <w:tcW w:w="1204" w:type="dxa"/>
          </w:tcPr>
          <w:p w14:paraId="69B58A22" w14:textId="77777777" w:rsidR="00C95774" w:rsidRPr="00C508D0"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4811AC8" w14:textId="77777777" w:rsidR="00C95774" w:rsidRPr="00C508D0"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C508D0"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77777777" w:rsidR="008A4D1B" w:rsidRPr="00C508D0" w:rsidRDefault="00020257" w:rsidP="0008410C">
            <w:pPr>
              <w:pStyle w:val="Tabulka"/>
            </w:pPr>
            <w:r w:rsidRPr="00C508D0">
              <w:t>7</w:t>
            </w:r>
          </w:p>
        </w:tc>
        <w:tc>
          <w:tcPr>
            <w:tcW w:w="3544" w:type="dxa"/>
          </w:tcPr>
          <w:p w14:paraId="071D3A25" w14:textId="412B2DEB" w:rsidR="008A4D1B" w:rsidRPr="00C508D0"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C508D0">
              <w:t>Definitivní odevzdání PDPS, dle SOD v listinné formě (</w:t>
            </w:r>
            <w:r w:rsidR="00C95774" w:rsidRPr="00C508D0">
              <w:t xml:space="preserve">v rozsahu a počtu dle </w:t>
            </w:r>
            <w:r w:rsidRPr="00C508D0">
              <w:t>požadavku VTP a ZTP)</w:t>
            </w:r>
          </w:p>
        </w:tc>
        <w:tc>
          <w:tcPr>
            <w:tcW w:w="974" w:type="dxa"/>
          </w:tcPr>
          <w:p w14:paraId="074C5DF5" w14:textId="77777777" w:rsidR="008A4D1B" w:rsidRPr="00C508D0"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C508D0">
              <w:t>kpl</w:t>
            </w:r>
            <w:proofErr w:type="spellEnd"/>
          </w:p>
        </w:tc>
        <w:tc>
          <w:tcPr>
            <w:tcW w:w="1082" w:type="dxa"/>
          </w:tcPr>
          <w:p w14:paraId="17BD428B" w14:textId="3AC4925B" w:rsidR="008A4D1B" w:rsidRPr="00C508D0" w:rsidRDefault="004C3F04" w:rsidP="0008410C">
            <w:pPr>
              <w:pStyle w:val="Tabulka"/>
              <w:cnfStyle w:val="000000000000" w:firstRow="0" w:lastRow="0" w:firstColumn="0" w:lastColumn="0" w:oddVBand="0" w:evenVBand="0" w:oddHBand="0" w:evenHBand="0" w:firstRowFirstColumn="0" w:firstRowLastColumn="0" w:lastRowFirstColumn="0" w:lastRowLastColumn="0"/>
            </w:pPr>
            <w:r>
              <w:t>6</w:t>
            </w:r>
          </w:p>
        </w:tc>
        <w:tc>
          <w:tcPr>
            <w:tcW w:w="1204" w:type="dxa"/>
          </w:tcPr>
          <w:p w14:paraId="52AE8D5C"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D71EB7A"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C508D0"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77777777" w:rsidR="00C95774" w:rsidRPr="00C508D0" w:rsidRDefault="00020257" w:rsidP="00B56004">
            <w:pPr>
              <w:pStyle w:val="Tabulka"/>
            </w:pPr>
            <w:r w:rsidRPr="00C508D0">
              <w:t>8</w:t>
            </w:r>
          </w:p>
        </w:tc>
        <w:tc>
          <w:tcPr>
            <w:tcW w:w="3544" w:type="dxa"/>
          </w:tcPr>
          <w:p w14:paraId="5A377A12" w14:textId="22C778AF" w:rsidR="00C95774" w:rsidRPr="00C508D0"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C508D0">
              <w:t>Definitivní odevzdání</w:t>
            </w:r>
            <w:r w:rsidR="00473848" w:rsidRPr="00C508D0">
              <w:t xml:space="preserve"> DPS</w:t>
            </w:r>
            <w:r w:rsidRPr="00C508D0">
              <w:t>, dle SOD v</w:t>
            </w:r>
            <w:r w:rsidR="003D178E" w:rsidRPr="00C508D0">
              <w:t> </w:t>
            </w:r>
            <w:r w:rsidRPr="00C508D0">
              <w:t>elektronické formě (v rozsahu a</w:t>
            </w:r>
            <w:r w:rsidR="003D178E" w:rsidRPr="00C508D0">
              <w:t> </w:t>
            </w:r>
            <w:r w:rsidRPr="00C508D0">
              <w:t>počtu dle požadavku VTP a ZTP)</w:t>
            </w:r>
          </w:p>
        </w:tc>
        <w:tc>
          <w:tcPr>
            <w:tcW w:w="974" w:type="dxa"/>
          </w:tcPr>
          <w:p w14:paraId="1D52DE4E" w14:textId="77777777" w:rsidR="00C95774" w:rsidRPr="00C508D0"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C508D0">
              <w:t>kpl</w:t>
            </w:r>
            <w:proofErr w:type="spellEnd"/>
          </w:p>
        </w:tc>
        <w:tc>
          <w:tcPr>
            <w:tcW w:w="1082" w:type="dxa"/>
          </w:tcPr>
          <w:p w14:paraId="0F27210B" w14:textId="77777777" w:rsidR="00C95774" w:rsidRPr="00C508D0"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C508D0">
              <w:t>1</w:t>
            </w:r>
          </w:p>
        </w:tc>
        <w:tc>
          <w:tcPr>
            <w:tcW w:w="1204" w:type="dxa"/>
          </w:tcPr>
          <w:p w14:paraId="6B2B5A24" w14:textId="77777777" w:rsidR="00C95774" w:rsidRPr="00C508D0"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92E0B4A" w14:textId="77777777" w:rsidR="00C95774" w:rsidRPr="00C508D0"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C508D0"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77777777" w:rsidR="008A4D1B" w:rsidRPr="00C508D0" w:rsidRDefault="00020257" w:rsidP="0008410C">
            <w:pPr>
              <w:pStyle w:val="Tabulka"/>
            </w:pPr>
            <w:r w:rsidRPr="00C508D0">
              <w:t>9</w:t>
            </w:r>
          </w:p>
        </w:tc>
        <w:tc>
          <w:tcPr>
            <w:tcW w:w="3544" w:type="dxa"/>
          </w:tcPr>
          <w:p w14:paraId="25331967" w14:textId="621F42FF" w:rsidR="008A4D1B" w:rsidRPr="00C508D0"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C508D0">
              <w:t xml:space="preserve">Definitivní odevzdání PDPS, dle SOD v elektronické formě </w:t>
            </w:r>
            <w:r w:rsidR="00C95774" w:rsidRPr="00C508D0">
              <w:t>(v rozsahu a</w:t>
            </w:r>
            <w:r w:rsidR="003D178E" w:rsidRPr="00C508D0">
              <w:t> </w:t>
            </w:r>
            <w:r w:rsidR="00C95774" w:rsidRPr="00C508D0">
              <w:t xml:space="preserve">počtu </w:t>
            </w:r>
            <w:r w:rsidRPr="00C508D0">
              <w:t>dle požadavku VTP a ZTP)</w:t>
            </w:r>
          </w:p>
        </w:tc>
        <w:tc>
          <w:tcPr>
            <w:tcW w:w="974" w:type="dxa"/>
          </w:tcPr>
          <w:p w14:paraId="34624768" w14:textId="77777777" w:rsidR="008A4D1B" w:rsidRPr="00C508D0"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C508D0">
              <w:t>kpl</w:t>
            </w:r>
            <w:proofErr w:type="spellEnd"/>
          </w:p>
        </w:tc>
        <w:tc>
          <w:tcPr>
            <w:tcW w:w="1082" w:type="dxa"/>
          </w:tcPr>
          <w:p w14:paraId="395A2318" w14:textId="77777777" w:rsidR="008A4D1B" w:rsidRPr="00C508D0"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C508D0">
              <w:t>1</w:t>
            </w:r>
          </w:p>
        </w:tc>
        <w:tc>
          <w:tcPr>
            <w:tcW w:w="1204" w:type="dxa"/>
          </w:tcPr>
          <w:p w14:paraId="5201200B"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037150C" w14:textId="77777777" w:rsidR="008A4D1B" w:rsidRPr="00C508D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C508D0"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C508D0" w:rsidRDefault="00BD6F42" w:rsidP="0008410C">
            <w:pPr>
              <w:pStyle w:val="Tabulka"/>
              <w:rPr>
                <w:b/>
              </w:rPr>
            </w:pPr>
            <w:r w:rsidRPr="00C508D0">
              <w:rPr>
                <w:b/>
              </w:rPr>
              <w:t>Celkem za základní služby:</w:t>
            </w:r>
          </w:p>
        </w:tc>
        <w:tc>
          <w:tcPr>
            <w:tcW w:w="1361" w:type="dxa"/>
          </w:tcPr>
          <w:p w14:paraId="2294ED95" w14:textId="77777777" w:rsidR="00BD6F42" w:rsidRPr="00C508D0"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C508D0" w:rsidRDefault="00916F55" w:rsidP="008A4D1B">
      <w:pPr>
        <w:pStyle w:val="Textbezodsazen"/>
      </w:pPr>
    </w:p>
    <w:p w14:paraId="6194EDE7" w14:textId="77777777" w:rsidR="008A4D1B" w:rsidRPr="00C508D0" w:rsidRDefault="008A4D1B" w:rsidP="008A4D1B">
      <w:pPr>
        <w:pStyle w:val="Textbezodsazen"/>
        <w:rPr>
          <w:sz w:val="16"/>
          <w:szCs w:val="16"/>
        </w:rPr>
      </w:pPr>
      <w:r w:rsidRPr="00C508D0">
        <w:rPr>
          <w:sz w:val="16"/>
          <w:szCs w:val="16"/>
        </w:rPr>
        <w:t>*) nevyplněné údaje [VLOŽÍ ZHOTOVITEL]</w:t>
      </w:r>
    </w:p>
    <w:p w14:paraId="29778F09" w14:textId="77777777" w:rsidR="008A4D1B" w:rsidRPr="00C508D0" w:rsidRDefault="008A4D1B" w:rsidP="008A4D1B">
      <w:pPr>
        <w:pStyle w:val="Textbezodsazen"/>
        <w:rPr>
          <w:sz w:val="16"/>
          <w:szCs w:val="16"/>
        </w:rPr>
      </w:pPr>
      <w:r w:rsidRPr="00C508D0">
        <w:rPr>
          <w:sz w:val="16"/>
          <w:szCs w:val="16"/>
        </w:rPr>
        <w:t>Všechny ceny jsou uvedené v Kč bez DPH.</w:t>
      </w:r>
    </w:p>
    <w:p w14:paraId="6AB7171F" w14:textId="77777777" w:rsidR="00B06D17" w:rsidRPr="00C508D0" w:rsidRDefault="00B06D17" w:rsidP="008A4D1B">
      <w:pPr>
        <w:pStyle w:val="Textbezodsazen"/>
      </w:pPr>
    </w:p>
    <w:p w14:paraId="0CFEEBB6" w14:textId="50D0511C" w:rsidR="008A4D1B" w:rsidRPr="00C508D0" w:rsidRDefault="00760192" w:rsidP="0047019B">
      <w:pPr>
        <w:pStyle w:val="Nadpisbezsl1-2"/>
        <w:outlineLvl w:val="2"/>
      </w:pPr>
      <w:r w:rsidRPr="00C508D0">
        <w:t>2.</w:t>
      </w:r>
      <w:r w:rsidRPr="00C508D0">
        <w:tab/>
      </w:r>
      <w:r w:rsidR="008A4D1B" w:rsidRPr="00C508D0">
        <w:t xml:space="preserve">Dodatečné služby na zpracování </w:t>
      </w:r>
      <w:r w:rsidR="00E05654" w:rsidRPr="00C508D0">
        <w:t>DPS</w:t>
      </w:r>
      <w:r w:rsidR="008A4D1B" w:rsidRPr="00C508D0">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C508D0"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C508D0" w:rsidRDefault="00130470" w:rsidP="00B56004">
            <w:pPr>
              <w:pStyle w:val="Tabulka"/>
              <w:rPr>
                <w:rStyle w:val="Tun"/>
                <w:b/>
                <w:sz w:val="16"/>
                <w:szCs w:val="16"/>
              </w:rPr>
            </w:pPr>
            <w:r w:rsidRPr="00C508D0">
              <w:rPr>
                <w:rStyle w:val="Tun"/>
                <w:b/>
                <w:sz w:val="16"/>
                <w:szCs w:val="16"/>
              </w:rPr>
              <w:t>Položka</w:t>
            </w:r>
          </w:p>
        </w:tc>
        <w:tc>
          <w:tcPr>
            <w:tcW w:w="3265" w:type="dxa"/>
          </w:tcPr>
          <w:p w14:paraId="26FC3198" w14:textId="0DA8B506" w:rsidR="00130470" w:rsidRPr="00C508D0" w:rsidRDefault="00130470" w:rsidP="00B56004">
            <w:pPr>
              <w:pStyle w:val="Tabulka"/>
              <w:rPr>
                <w:rStyle w:val="Tun"/>
                <w:b/>
                <w:i/>
                <w:color w:val="00B050"/>
                <w:sz w:val="16"/>
                <w:szCs w:val="16"/>
              </w:rPr>
            </w:pPr>
            <w:r w:rsidRPr="00C508D0">
              <w:rPr>
                <w:rStyle w:val="Tun"/>
                <w:b/>
                <w:sz w:val="16"/>
                <w:szCs w:val="16"/>
              </w:rPr>
              <w:t xml:space="preserve">Popis    </w:t>
            </w:r>
          </w:p>
        </w:tc>
        <w:tc>
          <w:tcPr>
            <w:tcW w:w="1039" w:type="dxa"/>
          </w:tcPr>
          <w:p w14:paraId="34076DC2" w14:textId="77777777" w:rsidR="00130470" w:rsidRPr="00C508D0" w:rsidRDefault="00130470" w:rsidP="00B56004">
            <w:pPr>
              <w:pStyle w:val="Tabulka"/>
              <w:rPr>
                <w:rStyle w:val="Tun"/>
                <w:b/>
                <w:sz w:val="16"/>
                <w:szCs w:val="16"/>
              </w:rPr>
            </w:pPr>
            <w:r w:rsidRPr="00C508D0">
              <w:rPr>
                <w:rStyle w:val="Tun"/>
                <w:b/>
                <w:sz w:val="16"/>
                <w:szCs w:val="16"/>
              </w:rPr>
              <w:t>Měrná jednotka</w:t>
            </w:r>
          </w:p>
        </w:tc>
        <w:tc>
          <w:tcPr>
            <w:tcW w:w="1039" w:type="dxa"/>
          </w:tcPr>
          <w:p w14:paraId="1C0A87A4" w14:textId="77777777" w:rsidR="00130470" w:rsidRPr="00C508D0" w:rsidRDefault="00130470" w:rsidP="00B56004">
            <w:pPr>
              <w:pStyle w:val="Tabulka"/>
              <w:rPr>
                <w:rStyle w:val="Tun"/>
                <w:b/>
                <w:sz w:val="16"/>
                <w:szCs w:val="16"/>
              </w:rPr>
            </w:pPr>
            <w:r w:rsidRPr="00C508D0">
              <w:rPr>
                <w:rStyle w:val="Tun"/>
                <w:b/>
                <w:sz w:val="16"/>
                <w:szCs w:val="16"/>
              </w:rPr>
              <w:t>Množství *)</w:t>
            </w:r>
          </w:p>
        </w:tc>
        <w:tc>
          <w:tcPr>
            <w:tcW w:w="1177" w:type="dxa"/>
          </w:tcPr>
          <w:p w14:paraId="5B026216" w14:textId="77777777" w:rsidR="00130470" w:rsidRPr="00C508D0" w:rsidRDefault="00130470" w:rsidP="00B56004">
            <w:pPr>
              <w:pStyle w:val="Tabulka"/>
              <w:rPr>
                <w:rStyle w:val="Tun"/>
                <w:b/>
                <w:sz w:val="16"/>
                <w:szCs w:val="16"/>
              </w:rPr>
            </w:pPr>
            <w:proofErr w:type="spellStart"/>
            <w:r w:rsidRPr="00C508D0">
              <w:rPr>
                <w:rStyle w:val="Tun"/>
                <w:b/>
                <w:sz w:val="16"/>
                <w:szCs w:val="16"/>
              </w:rPr>
              <w:t>Jedn</w:t>
            </w:r>
            <w:proofErr w:type="spellEnd"/>
            <w:r w:rsidRPr="00C508D0">
              <w:rPr>
                <w:rStyle w:val="Tun"/>
                <w:b/>
                <w:sz w:val="16"/>
                <w:szCs w:val="16"/>
              </w:rPr>
              <w:t>. cena *)</w:t>
            </w:r>
          </w:p>
        </w:tc>
        <w:tc>
          <w:tcPr>
            <w:tcW w:w="1282" w:type="dxa"/>
            <w:gridSpan w:val="2"/>
          </w:tcPr>
          <w:p w14:paraId="0579D916" w14:textId="77777777" w:rsidR="00130470" w:rsidRPr="00C508D0" w:rsidRDefault="00130470" w:rsidP="00B56004">
            <w:pPr>
              <w:pStyle w:val="Tabulka"/>
              <w:rPr>
                <w:rStyle w:val="Tun"/>
                <w:b/>
                <w:sz w:val="16"/>
                <w:szCs w:val="16"/>
              </w:rPr>
            </w:pPr>
            <w:r w:rsidRPr="00C508D0">
              <w:rPr>
                <w:rStyle w:val="Tun"/>
                <w:b/>
                <w:sz w:val="16"/>
                <w:szCs w:val="16"/>
              </w:rPr>
              <w:t>Cena celkem *)</w:t>
            </w:r>
          </w:p>
        </w:tc>
      </w:tr>
      <w:tr w:rsidR="00130470" w:rsidRPr="00C508D0" w14:paraId="31BCCAE6" w14:textId="77777777" w:rsidTr="00301B36">
        <w:tc>
          <w:tcPr>
            <w:tcW w:w="930" w:type="dxa"/>
          </w:tcPr>
          <w:p w14:paraId="78A8D143" w14:textId="77777777" w:rsidR="00130470" w:rsidRPr="00C508D0" w:rsidRDefault="00130470" w:rsidP="00B56004">
            <w:pPr>
              <w:pStyle w:val="Tabulka"/>
            </w:pPr>
            <w:r w:rsidRPr="00C508D0">
              <w:t>10</w:t>
            </w:r>
          </w:p>
        </w:tc>
        <w:tc>
          <w:tcPr>
            <w:tcW w:w="3265" w:type="dxa"/>
          </w:tcPr>
          <w:p w14:paraId="7F70F717" w14:textId="77777777" w:rsidR="00130470" w:rsidRPr="00C508D0" w:rsidRDefault="00130470" w:rsidP="00B56004">
            <w:pPr>
              <w:pStyle w:val="Tabulka"/>
              <w:rPr>
                <w:rFonts w:eastAsia="Times New Roman" w:cs="Times New Roman"/>
              </w:rPr>
            </w:pPr>
            <w:r w:rsidRPr="00C508D0">
              <w:rPr>
                <w:rFonts w:eastAsia="Verdana" w:cs="Times New Roman"/>
              </w:rPr>
              <w:t>Zajištění mapových podkladů</w:t>
            </w:r>
          </w:p>
        </w:tc>
        <w:tc>
          <w:tcPr>
            <w:tcW w:w="1039" w:type="dxa"/>
          </w:tcPr>
          <w:p w14:paraId="2BC42205" w14:textId="77777777" w:rsidR="00130470" w:rsidRPr="00C508D0" w:rsidRDefault="00130470" w:rsidP="00B56004">
            <w:pPr>
              <w:pStyle w:val="Tabulka"/>
            </w:pPr>
            <w:proofErr w:type="spellStart"/>
            <w:r w:rsidRPr="00C508D0">
              <w:t>kpl</w:t>
            </w:r>
            <w:proofErr w:type="spellEnd"/>
          </w:p>
        </w:tc>
        <w:tc>
          <w:tcPr>
            <w:tcW w:w="1039" w:type="dxa"/>
          </w:tcPr>
          <w:p w14:paraId="1E59EC9D" w14:textId="77777777" w:rsidR="00130470" w:rsidRPr="00C508D0" w:rsidRDefault="00130470" w:rsidP="00B56004">
            <w:pPr>
              <w:pStyle w:val="Tabulka"/>
            </w:pPr>
          </w:p>
        </w:tc>
        <w:tc>
          <w:tcPr>
            <w:tcW w:w="1177" w:type="dxa"/>
          </w:tcPr>
          <w:p w14:paraId="7AD711DB" w14:textId="77777777" w:rsidR="00130470" w:rsidRPr="00C508D0" w:rsidRDefault="00130470" w:rsidP="00B56004">
            <w:pPr>
              <w:pStyle w:val="Tabulka"/>
            </w:pPr>
          </w:p>
        </w:tc>
        <w:tc>
          <w:tcPr>
            <w:tcW w:w="1282" w:type="dxa"/>
            <w:gridSpan w:val="2"/>
          </w:tcPr>
          <w:p w14:paraId="27D5020F" w14:textId="77777777" w:rsidR="00130470" w:rsidRPr="00C508D0" w:rsidRDefault="00130470" w:rsidP="00B56004">
            <w:pPr>
              <w:pStyle w:val="Tabulka"/>
            </w:pPr>
          </w:p>
        </w:tc>
      </w:tr>
      <w:tr w:rsidR="00130470" w:rsidRPr="00C508D0" w14:paraId="5D7D7D4D" w14:textId="77777777" w:rsidTr="00301B36">
        <w:tc>
          <w:tcPr>
            <w:tcW w:w="930" w:type="dxa"/>
          </w:tcPr>
          <w:p w14:paraId="32C09E0A" w14:textId="77777777" w:rsidR="00130470" w:rsidRPr="00C508D0" w:rsidRDefault="00130470" w:rsidP="00B56004">
            <w:pPr>
              <w:pStyle w:val="Tabulka"/>
            </w:pPr>
            <w:r w:rsidRPr="00C508D0">
              <w:t>11</w:t>
            </w:r>
          </w:p>
        </w:tc>
        <w:tc>
          <w:tcPr>
            <w:tcW w:w="3265" w:type="dxa"/>
          </w:tcPr>
          <w:p w14:paraId="227BC039" w14:textId="77777777" w:rsidR="00130470" w:rsidRPr="00C508D0" w:rsidRDefault="00130470" w:rsidP="00B56004">
            <w:pPr>
              <w:pStyle w:val="Tabulka"/>
              <w:rPr>
                <w:rFonts w:eastAsia="Times New Roman" w:cs="Times New Roman"/>
              </w:rPr>
            </w:pPr>
            <w:r w:rsidRPr="00C508D0">
              <w:rPr>
                <w:rFonts w:eastAsia="Verdana" w:cs="Times New Roman"/>
              </w:rPr>
              <w:t>Geodetické práce</w:t>
            </w:r>
          </w:p>
        </w:tc>
        <w:tc>
          <w:tcPr>
            <w:tcW w:w="1039" w:type="dxa"/>
          </w:tcPr>
          <w:p w14:paraId="008A1557" w14:textId="77777777" w:rsidR="00130470" w:rsidRPr="00C508D0" w:rsidRDefault="00130470" w:rsidP="00B56004">
            <w:pPr>
              <w:pStyle w:val="Tabulka"/>
            </w:pPr>
            <w:proofErr w:type="spellStart"/>
            <w:r w:rsidRPr="00C508D0">
              <w:t>kpl</w:t>
            </w:r>
            <w:proofErr w:type="spellEnd"/>
          </w:p>
        </w:tc>
        <w:tc>
          <w:tcPr>
            <w:tcW w:w="1039" w:type="dxa"/>
          </w:tcPr>
          <w:p w14:paraId="4C615AC9" w14:textId="77777777" w:rsidR="00130470" w:rsidRPr="00C508D0" w:rsidRDefault="00130470" w:rsidP="00B56004">
            <w:pPr>
              <w:pStyle w:val="Tabulka"/>
            </w:pPr>
          </w:p>
        </w:tc>
        <w:tc>
          <w:tcPr>
            <w:tcW w:w="1177" w:type="dxa"/>
          </w:tcPr>
          <w:p w14:paraId="4DE4A2FE" w14:textId="77777777" w:rsidR="00130470" w:rsidRPr="00C508D0" w:rsidRDefault="00130470" w:rsidP="00B56004">
            <w:pPr>
              <w:pStyle w:val="Tabulka"/>
            </w:pPr>
          </w:p>
        </w:tc>
        <w:tc>
          <w:tcPr>
            <w:tcW w:w="1282" w:type="dxa"/>
            <w:gridSpan w:val="2"/>
          </w:tcPr>
          <w:p w14:paraId="574DC4A3" w14:textId="77777777" w:rsidR="00130470" w:rsidRPr="00C508D0" w:rsidRDefault="00130470" w:rsidP="00B56004">
            <w:pPr>
              <w:pStyle w:val="Tabulka"/>
            </w:pPr>
          </w:p>
        </w:tc>
      </w:tr>
      <w:tr w:rsidR="00130470" w:rsidRPr="00C508D0" w14:paraId="4F0ADB3F" w14:textId="77777777" w:rsidTr="00301B36">
        <w:tc>
          <w:tcPr>
            <w:tcW w:w="930" w:type="dxa"/>
          </w:tcPr>
          <w:p w14:paraId="323CD5E1" w14:textId="77777777" w:rsidR="00130470" w:rsidRPr="00C508D0" w:rsidRDefault="00130470" w:rsidP="00B56004">
            <w:pPr>
              <w:pStyle w:val="Tabulka"/>
            </w:pPr>
            <w:r w:rsidRPr="00C508D0">
              <w:t>12</w:t>
            </w:r>
          </w:p>
        </w:tc>
        <w:tc>
          <w:tcPr>
            <w:tcW w:w="3265" w:type="dxa"/>
          </w:tcPr>
          <w:p w14:paraId="62E5E996" w14:textId="77777777" w:rsidR="00130470" w:rsidRPr="00C508D0" w:rsidRDefault="00130470" w:rsidP="00B56004">
            <w:pPr>
              <w:pStyle w:val="Tabulka"/>
              <w:rPr>
                <w:rFonts w:eastAsia="Times New Roman" w:cs="Times New Roman"/>
              </w:rPr>
            </w:pPr>
            <w:r w:rsidRPr="00C508D0">
              <w:rPr>
                <w:rFonts w:eastAsia="Verdana" w:cs="Times New Roman"/>
              </w:rPr>
              <w:t>Geotechnický a stavebnětechnický průzkum staveb</w:t>
            </w:r>
          </w:p>
        </w:tc>
        <w:tc>
          <w:tcPr>
            <w:tcW w:w="1039" w:type="dxa"/>
          </w:tcPr>
          <w:p w14:paraId="293EF8F5" w14:textId="77777777" w:rsidR="00130470" w:rsidRPr="00C508D0" w:rsidRDefault="00130470" w:rsidP="00B56004">
            <w:pPr>
              <w:pStyle w:val="Tabulka"/>
            </w:pPr>
            <w:proofErr w:type="spellStart"/>
            <w:r w:rsidRPr="00C508D0">
              <w:t>kpl</w:t>
            </w:r>
            <w:proofErr w:type="spellEnd"/>
          </w:p>
        </w:tc>
        <w:tc>
          <w:tcPr>
            <w:tcW w:w="1039" w:type="dxa"/>
          </w:tcPr>
          <w:p w14:paraId="6FE1A432" w14:textId="77777777" w:rsidR="00130470" w:rsidRPr="00C508D0" w:rsidRDefault="00130470" w:rsidP="00B56004">
            <w:pPr>
              <w:pStyle w:val="Tabulka"/>
            </w:pPr>
          </w:p>
        </w:tc>
        <w:tc>
          <w:tcPr>
            <w:tcW w:w="1177" w:type="dxa"/>
          </w:tcPr>
          <w:p w14:paraId="3E650029" w14:textId="77777777" w:rsidR="00130470" w:rsidRPr="00C508D0" w:rsidRDefault="00130470" w:rsidP="00B56004">
            <w:pPr>
              <w:pStyle w:val="Tabulka"/>
            </w:pPr>
          </w:p>
        </w:tc>
        <w:tc>
          <w:tcPr>
            <w:tcW w:w="1282" w:type="dxa"/>
            <w:gridSpan w:val="2"/>
          </w:tcPr>
          <w:p w14:paraId="43C3F13F" w14:textId="77777777" w:rsidR="00130470" w:rsidRPr="00C508D0" w:rsidRDefault="00130470" w:rsidP="00B56004">
            <w:pPr>
              <w:pStyle w:val="Tabulka"/>
            </w:pPr>
          </w:p>
        </w:tc>
      </w:tr>
      <w:tr w:rsidR="00130470" w:rsidRPr="00C508D0" w14:paraId="79D3E454" w14:textId="77777777" w:rsidTr="00301B36">
        <w:tc>
          <w:tcPr>
            <w:tcW w:w="930" w:type="dxa"/>
          </w:tcPr>
          <w:p w14:paraId="6E89E629" w14:textId="77777777" w:rsidR="00130470" w:rsidRPr="00C508D0" w:rsidRDefault="00130470" w:rsidP="00B56004">
            <w:pPr>
              <w:pStyle w:val="Tabulka"/>
            </w:pPr>
            <w:r w:rsidRPr="00C508D0">
              <w:t>13</w:t>
            </w:r>
          </w:p>
        </w:tc>
        <w:tc>
          <w:tcPr>
            <w:tcW w:w="3265" w:type="dxa"/>
          </w:tcPr>
          <w:p w14:paraId="3B4FB0C6" w14:textId="77777777" w:rsidR="00130470" w:rsidRPr="00C508D0" w:rsidRDefault="00130470" w:rsidP="00B56004">
            <w:pPr>
              <w:pStyle w:val="Tabulka"/>
              <w:rPr>
                <w:rFonts w:eastAsia="Times New Roman" w:cs="Times New Roman"/>
              </w:rPr>
            </w:pPr>
            <w:r w:rsidRPr="00C508D0">
              <w:rPr>
                <w:rFonts w:eastAsia="Verdana" w:cs="Times New Roman"/>
              </w:rPr>
              <w:t>Geotechnický průzkum pro železniční spodek</w:t>
            </w:r>
          </w:p>
        </w:tc>
        <w:tc>
          <w:tcPr>
            <w:tcW w:w="1039" w:type="dxa"/>
          </w:tcPr>
          <w:p w14:paraId="7B3D7BC2" w14:textId="77777777" w:rsidR="00130470" w:rsidRPr="00C508D0" w:rsidRDefault="00130470" w:rsidP="00B56004">
            <w:pPr>
              <w:pStyle w:val="Tabulka"/>
            </w:pPr>
            <w:proofErr w:type="spellStart"/>
            <w:r w:rsidRPr="00C508D0">
              <w:t>kpl</w:t>
            </w:r>
            <w:proofErr w:type="spellEnd"/>
          </w:p>
        </w:tc>
        <w:tc>
          <w:tcPr>
            <w:tcW w:w="1039" w:type="dxa"/>
          </w:tcPr>
          <w:p w14:paraId="00C1CDE5" w14:textId="77777777" w:rsidR="00130470" w:rsidRPr="00C508D0" w:rsidRDefault="00130470" w:rsidP="00B56004">
            <w:pPr>
              <w:pStyle w:val="Tabulka"/>
            </w:pPr>
          </w:p>
        </w:tc>
        <w:tc>
          <w:tcPr>
            <w:tcW w:w="1177" w:type="dxa"/>
          </w:tcPr>
          <w:p w14:paraId="26048CF4" w14:textId="77777777" w:rsidR="00130470" w:rsidRPr="00C508D0" w:rsidRDefault="00130470" w:rsidP="00B56004">
            <w:pPr>
              <w:pStyle w:val="Tabulka"/>
            </w:pPr>
          </w:p>
        </w:tc>
        <w:tc>
          <w:tcPr>
            <w:tcW w:w="1282" w:type="dxa"/>
            <w:gridSpan w:val="2"/>
          </w:tcPr>
          <w:p w14:paraId="17A0406A" w14:textId="77777777" w:rsidR="00130470" w:rsidRPr="00C508D0" w:rsidRDefault="00130470" w:rsidP="00B56004">
            <w:pPr>
              <w:pStyle w:val="Tabulka"/>
            </w:pPr>
          </w:p>
        </w:tc>
      </w:tr>
      <w:tr w:rsidR="00130470" w:rsidRPr="00C508D0" w14:paraId="1BC67B4F" w14:textId="77777777" w:rsidTr="00301B36">
        <w:tc>
          <w:tcPr>
            <w:tcW w:w="930" w:type="dxa"/>
          </w:tcPr>
          <w:p w14:paraId="50EB6D74" w14:textId="77777777" w:rsidR="00130470" w:rsidRPr="00C508D0" w:rsidRDefault="00130470" w:rsidP="00B56004">
            <w:pPr>
              <w:pStyle w:val="Tabulka"/>
            </w:pPr>
            <w:r w:rsidRPr="00C508D0">
              <w:t>14</w:t>
            </w:r>
          </w:p>
        </w:tc>
        <w:tc>
          <w:tcPr>
            <w:tcW w:w="3265" w:type="dxa"/>
          </w:tcPr>
          <w:p w14:paraId="72D2D1D4" w14:textId="414AC527" w:rsidR="00130470" w:rsidRPr="00C508D0" w:rsidRDefault="00F024FC" w:rsidP="00B56004">
            <w:pPr>
              <w:pStyle w:val="Tabulka"/>
              <w:rPr>
                <w:rFonts w:eastAsia="Times New Roman" w:cs="Times New Roman"/>
              </w:rPr>
            </w:pPr>
            <w:r w:rsidRPr="00C508D0">
              <w:rPr>
                <w:rFonts w:eastAsia="Verdana" w:cs="Times New Roman"/>
              </w:rPr>
              <w:t>Ostatní průzkumy neoceněné v jiných položkách tohoto rozpočtu</w:t>
            </w:r>
            <w:r w:rsidRPr="00C508D0" w:rsidDel="00F024FC">
              <w:rPr>
                <w:i/>
              </w:rPr>
              <w:t xml:space="preserve"> </w:t>
            </w:r>
          </w:p>
        </w:tc>
        <w:tc>
          <w:tcPr>
            <w:tcW w:w="1039" w:type="dxa"/>
          </w:tcPr>
          <w:p w14:paraId="1CC8B84A" w14:textId="3BB98A68" w:rsidR="00130470" w:rsidRPr="00C508D0" w:rsidRDefault="00F024FC" w:rsidP="00B56004">
            <w:pPr>
              <w:pStyle w:val="Tabulka"/>
            </w:pPr>
            <w:r w:rsidRPr="00C508D0">
              <w:t>hod</w:t>
            </w:r>
          </w:p>
        </w:tc>
        <w:tc>
          <w:tcPr>
            <w:tcW w:w="1039" w:type="dxa"/>
          </w:tcPr>
          <w:p w14:paraId="5B52B58A" w14:textId="77777777" w:rsidR="00130470" w:rsidRPr="00C508D0" w:rsidRDefault="00130470" w:rsidP="00B56004">
            <w:pPr>
              <w:pStyle w:val="Tabulka"/>
            </w:pPr>
          </w:p>
        </w:tc>
        <w:tc>
          <w:tcPr>
            <w:tcW w:w="1177" w:type="dxa"/>
          </w:tcPr>
          <w:p w14:paraId="0F0B53FD" w14:textId="77777777" w:rsidR="00130470" w:rsidRPr="00C508D0" w:rsidRDefault="00130470" w:rsidP="00B56004">
            <w:pPr>
              <w:pStyle w:val="Tabulka"/>
            </w:pPr>
          </w:p>
        </w:tc>
        <w:tc>
          <w:tcPr>
            <w:tcW w:w="1282" w:type="dxa"/>
            <w:gridSpan w:val="2"/>
          </w:tcPr>
          <w:p w14:paraId="40A1D71E" w14:textId="77777777" w:rsidR="00130470" w:rsidRPr="00C508D0" w:rsidRDefault="00130470" w:rsidP="00B56004">
            <w:pPr>
              <w:pStyle w:val="Tabulka"/>
            </w:pPr>
          </w:p>
        </w:tc>
      </w:tr>
      <w:tr w:rsidR="00130470" w:rsidRPr="00C508D0" w14:paraId="1F9E3825" w14:textId="77777777" w:rsidTr="00301B36">
        <w:tc>
          <w:tcPr>
            <w:tcW w:w="930" w:type="dxa"/>
          </w:tcPr>
          <w:p w14:paraId="28753E46" w14:textId="77777777" w:rsidR="00130470" w:rsidRPr="00C508D0" w:rsidRDefault="00130470" w:rsidP="00B56004">
            <w:pPr>
              <w:pStyle w:val="Tabulka"/>
            </w:pPr>
            <w:r w:rsidRPr="00C508D0">
              <w:t>15</w:t>
            </w:r>
          </w:p>
        </w:tc>
        <w:tc>
          <w:tcPr>
            <w:tcW w:w="3265" w:type="dxa"/>
          </w:tcPr>
          <w:p w14:paraId="34E2BC3A" w14:textId="78F7967A" w:rsidR="00130470" w:rsidRPr="00C508D0" w:rsidRDefault="00130470" w:rsidP="00B56004">
            <w:pPr>
              <w:pStyle w:val="Tabulka"/>
            </w:pPr>
            <w:r w:rsidRPr="00C508D0">
              <w:rPr>
                <w:rFonts w:eastAsia="Times New Roman" w:cs="Times New Roman"/>
              </w:rPr>
              <w:t>Aktualizace záměru projektu dle požadavku VTP a ZTP</w:t>
            </w:r>
            <w:r w:rsidR="00343990">
              <w:rPr>
                <w:rFonts w:eastAsia="Times New Roman" w:cs="Times New Roman"/>
              </w:rPr>
              <w:t xml:space="preserve"> </w:t>
            </w:r>
            <w:r w:rsidR="00343990" w:rsidRPr="00112021">
              <w:rPr>
                <w:rFonts w:eastAsia="Times New Roman" w:cs="Times New Roman"/>
                <w:i/>
                <w:iCs/>
              </w:rPr>
              <w:t>(vyhrazená změna závazku)</w:t>
            </w:r>
          </w:p>
        </w:tc>
        <w:tc>
          <w:tcPr>
            <w:tcW w:w="1039" w:type="dxa"/>
          </w:tcPr>
          <w:p w14:paraId="795BCAC5" w14:textId="77777777" w:rsidR="00130470" w:rsidRPr="00C508D0" w:rsidRDefault="00130470" w:rsidP="00B56004">
            <w:pPr>
              <w:pStyle w:val="Tabulka"/>
            </w:pPr>
            <w:r w:rsidRPr="00C508D0">
              <w:t>hod</w:t>
            </w:r>
          </w:p>
        </w:tc>
        <w:tc>
          <w:tcPr>
            <w:tcW w:w="1039" w:type="dxa"/>
          </w:tcPr>
          <w:p w14:paraId="517ECF44" w14:textId="77777777" w:rsidR="00130470" w:rsidRPr="00C508D0" w:rsidRDefault="00130470" w:rsidP="00B56004">
            <w:pPr>
              <w:pStyle w:val="Tabulka"/>
            </w:pPr>
          </w:p>
        </w:tc>
        <w:tc>
          <w:tcPr>
            <w:tcW w:w="1177" w:type="dxa"/>
          </w:tcPr>
          <w:p w14:paraId="08E24C88" w14:textId="77777777" w:rsidR="00130470" w:rsidRPr="00C508D0" w:rsidRDefault="00130470" w:rsidP="00B56004">
            <w:pPr>
              <w:pStyle w:val="Tabulka"/>
            </w:pPr>
          </w:p>
        </w:tc>
        <w:tc>
          <w:tcPr>
            <w:tcW w:w="1282" w:type="dxa"/>
            <w:gridSpan w:val="2"/>
          </w:tcPr>
          <w:p w14:paraId="6C9EB54D" w14:textId="77777777" w:rsidR="00130470" w:rsidRPr="00C508D0" w:rsidRDefault="00130470" w:rsidP="00B56004">
            <w:pPr>
              <w:pStyle w:val="Tabulka"/>
            </w:pPr>
          </w:p>
        </w:tc>
      </w:tr>
      <w:tr w:rsidR="00130470" w:rsidRPr="00C508D0" w14:paraId="182668C9" w14:textId="77777777" w:rsidTr="00301B36">
        <w:tc>
          <w:tcPr>
            <w:tcW w:w="930" w:type="dxa"/>
          </w:tcPr>
          <w:p w14:paraId="13DCAFF2" w14:textId="77777777" w:rsidR="00130470" w:rsidRPr="00C508D0" w:rsidRDefault="00130470" w:rsidP="00B56004">
            <w:pPr>
              <w:pStyle w:val="Tabulka"/>
            </w:pPr>
            <w:r w:rsidRPr="00C508D0">
              <w:t>16</w:t>
            </w:r>
          </w:p>
        </w:tc>
        <w:tc>
          <w:tcPr>
            <w:tcW w:w="3265" w:type="dxa"/>
          </w:tcPr>
          <w:p w14:paraId="14569BDA" w14:textId="661EDF0E" w:rsidR="00130470" w:rsidRPr="00C508D0" w:rsidRDefault="00130470" w:rsidP="00B56004">
            <w:pPr>
              <w:pStyle w:val="Tabulka"/>
            </w:pPr>
            <w:r w:rsidRPr="00C508D0">
              <w:t xml:space="preserve">Zajištění vydání osvědčení o shodě </w:t>
            </w:r>
            <w:r w:rsidR="00036CED" w:rsidRPr="00C508D0">
              <w:t>oznámeným subjektem</w:t>
            </w:r>
            <w:r w:rsidRPr="00C508D0">
              <w:t xml:space="preserve"> v přípravě</w:t>
            </w:r>
          </w:p>
        </w:tc>
        <w:tc>
          <w:tcPr>
            <w:tcW w:w="1039" w:type="dxa"/>
          </w:tcPr>
          <w:p w14:paraId="59A5B1DE" w14:textId="77777777" w:rsidR="00130470" w:rsidRPr="00C508D0" w:rsidRDefault="00130470" w:rsidP="00B56004">
            <w:pPr>
              <w:pStyle w:val="Tabulka"/>
            </w:pPr>
            <w:r w:rsidRPr="00C508D0">
              <w:t>hod</w:t>
            </w:r>
          </w:p>
        </w:tc>
        <w:tc>
          <w:tcPr>
            <w:tcW w:w="1039" w:type="dxa"/>
          </w:tcPr>
          <w:p w14:paraId="44A569EA" w14:textId="77777777" w:rsidR="00130470" w:rsidRPr="00C508D0" w:rsidRDefault="00130470" w:rsidP="00B56004">
            <w:pPr>
              <w:pStyle w:val="Tabulka"/>
            </w:pPr>
          </w:p>
        </w:tc>
        <w:tc>
          <w:tcPr>
            <w:tcW w:w="1177" w:type="dxa"/>
          </w:tcPr>
          <w:p w14:paraId="18DD0ECD" w14:textId="77777777" w:rsidR="00130470" w:rsidRPr="00C508D0" w:rsidRDefault="00130470" w:rsidP="00B56004">
            <w:pPr>
              <w:pStyle w:val="Tabulka"/>
            </w:pPr>
          </w:p>
        </w:tc>
        <w:tc>
          <w:tcPr>
            <w:tcW w:w="1282" w:type="dxa"/>
            <w:gridSpan w:val="2"/>
          </w:tcPr>
          <w:p w14:paraId="738D8B50" w14:textId="77777777" w:rsidR="00130470" w:rsidRPr="00C508D0" w:rsidRDefault="00130470" w:rsidP="00B56004">
            <w:pPr>
              <w:pStyle w:val="Tabulka"/>
            </w:pPr>
          </w:p>
        </w:tc>
      </w:tr>
      <w:tr w:rsidR="00130470" w:rsidRPr="00C508D0" w14:paraId="7A9A7B21" w14:textId="77777777" w:rsidTr="00301B36">
        <w:tc>
          <w:tcPr>
            <w:tcW w:w="930" w:type="dxa"/>
          </w:tcPr>
          <w:p w14:paraId="148EB014" w14:textId="77777777" w:rsidR="00130470" w:rsidRPr="00C508D0" w:rsidRDefault="00130470" w:rsidP="00B56004">
            <w:pPr>
              <w:pStyle w:val="Tabulka"/>
            </w:pPr>
            <w:r w:rsidRPr="00C508D0">
              <w:t>17</w:t>
            </w:r>
          </w:p>
        </w:tc>
        <w:tc>
          <w:tcPr>
            <w:tcW w:w="3265" w:type="dxa"/>
          </w:tcPr>
          <w:p w14:paraId="4105A690" w14:textId="77777777" w:rsidR="00130470" w:rsidRPr="00C508D0" w:rsidRDefault="00130470" w:rsidP="00B56004">
            <w:pPr>
              <w:pStyle w:val="Tabulka"/>
            </w:pPr>
            <w:r w:rsidRPr="00C508D0">
              <w:t>Koordinátor BOZP v přípravě</w:t>
            </w:r>
          </w:p>
        </w:tc>
        <w:tc>
          <w:tcPr>
            <w:tcW w:w="1039" w:type="dxa"/>
          </w:tcPr>
          <w:p w14:paraId="10D3BE1A" w14:textId="77777777" w:rsidR="00130470" w:rsidRPr="00C508D0" w:rsidRDefault="00130470" w:rsidP="00B56004">
            <w:pPr>
              <w:pStyle w:val="Tabulka"/>
            </w:pPr>
            <w:r w:rsidRPr="00C508D0">
              <w:t>hod</w:t>
            </w:r>
          </w:p>
        </w:tc>
        <w:tc>
          <w:tcPr>
            <w:tcW w:w="1039" w:type="dxa"/>
          </w:tcPr>
          <w:p w14:paraId="2630B27B" w14:textId="77777777" w:rsidR="00130470" w:rsidRPr="00C508D0" w:rsidRDefault="00130470" w:rsidP="00B56004">
            <w:pPr>
              <w:pStyle w:val="Tabulka"/>
            </w:pPr>
          </w:p>
        </w:tc>
        <w:tc>
          <w:tcPr>
            <w:tcW w:w="1177" w:type="dxa"/>
          </w:tcPr>
          <w:p w14:paraId="353BD3A7" w14:textId="77777777" w:rsidR="00130470" w:rsidRPr="00C508D0" w:rsidRDefault="00130470" w:rsidP="00B56004">
            <w:pPr>
              <w:pStyle w:val="Tabulka"/>
            </w:pPr>
          </w:p>
        </w:tc>
        <w:tc>
          <w:tcPr>
            <w:tcW w:w="1282" w:type="dxa"/>
            <w:gridSpan w:val="2"/>
          </w:tcPr>
          <w:p w14:paraId="533385A2" w14:textId="77777777" w:rsidR="00130470" w:rsidRPr="00C508D0" w:rsidRDefault="00130470" w:rsidP="00B56004">
            <w:pPr>
              <w:pStyle w:val="Tabulka"/>
            </w:pPr>
          </w:p>
        </w:tc>
      </w:tr>
      <w:tr w:rsidR="00130470" w:rsidRPr="00C508D0" w14:paraId="34E83C3D" w14:textId="77777777" w:rsidTr="00301B36">
        <w:tc>
          <w:tcPr>
            <w:tcW w:w="930" w:type="dxa"/>
          </w:tcPr>
          <w:p w14:paraId="137294AE" w14:textId="77777777" w:rsidR="00130470" w:rsidRPr="00C508D0" w:rsidRDefault="00130470" w:rsidP="00B56004">
            <w:pPr>
              <w:pStyle w:val="Tabulka"/>
            </w:pPr>
            <w:r w:rsidRPr="00C508D0">
              <w:t>18</w:t>
            </w:r>
          </w:p>
        </w:tc>
        <w:tc>
          <w:tcPr>
            <w:tcW w:w="3265" w:type="dxa"/>
          </w:tcPr>
          <w:p w14:paraId="2DBE9C12" w14:textId="77777777" w:rsidR="00130470" w:rsidRPr="00C508D0" w:rsidRDefault="00130470" w:rsidP="00B56004">
            <w:pPr>
              <w:pStyle w:val="Tabulka"/>
            </w:pPr>
            <w:r w:rsidRPr="00C508D0">
              <w:t>Zajištění technických podkladů pro vypracování zadávací dokumentace na výběr zhotovitele stavby dle požadavku VTP a ZTP</w:t>
            </w:r>
          </w:p>
        </w:tc>
        <w:tc>
          <w:tcPr>
            <w:tcW w:w="1039" w:type="dxa"/>
          </w:tcPr>
          <w:p w14:paraId="0476359C" w14:textId="77777777" w:rsidR="00130470" w:rsidRPr="00C508D0" w:rsidRDefault="00130470" w:rsidP="00B56004">
            <w:pPr>
              <w:pStyle w:val="Tabulka"/>
            </w:pPr>
            <w:r w:rsidRPr="00C508D0">
              <w:t>hod</w:t>
            </w:r>
          </w:p>
        </w:tc>
        <w:tc>
          <w:tcPr>
            <w:tcW w:w="1039" w:type="dxa"/>
          </w:tcPr>
          <w:p w14:paraId="45F357B2" w14:textId="77777777" w:rsidR="00130470" w:rsidRPr="00C508D0" w:rsidRDefault="00130470" w:rsidP="00B56004">
            <w:pPr>
              <w:pStyle w:val="Tabulka"/>
            </w:pPr>
          </w:p>
        </w:tc>
        <w:tc>
          <w:tcPr>
            <w:tcW w:w="1177" w:type="dxa"/>
          </w:tcPr>
          <w:p w14:paraId="23782015" w14:textId="77777777" w:rsidR="00130470" w:rsidRPr="00C508D0" w:rsidRDefault="00130470" w:rsidP="00B56004">
            <w:pPr>
              <w:pStyle w:val="Tabulka"/>
            </w:pPr>
          </w:p>
        </w:tc>
        <w:tc>
          <w:tcPr>
            <w:tcW w:w="1282" w:type="dxa"/>
            <w:gridSpan w:val="2"/>
          </w:tcPr>
          <w:p w14:paraId="527385FE" w14:textId="77777777" w:rsidR="00130470" w:rsidRPr="00C508D0" w:rsidRDefault="00130470" w:rsidP="00B56004">
            <w:pPr>
              <w:pStyle w:val="Tabulka"/>
            </w:pPr>
          </w:p>
        </w:tc>
      </w:tr>
      <w:tr w:rsidR="00130470" w:rsidRPr="00C508D0" w14:paraId="77F26BD5" w14:textId="77777777" w:rsidTr="00301B36">
        <w:tc>
          <w:tcPr>
            <w:tcW w:w="930" w:type="dxa"/>
          </w:tcPr>
          <w:p w14:paraId="4C5BB744" w14:textId="77777777" w:rsidR="00130470" w:rsidRPr="00C508D0" w:rsidRDefault="00130470" w:rsidP="00B56004">
            <w:pPr>
              <w:pStyle w:val="Tabulka"/>
            </w:pPr>
            <w:r w:rsidRPr="00C508D0">
              <w:t>19</w:t>
            </w:r>
          </w:p>
        </w:tc>
        <w:tc>
          <w:tcPr>
            <w:tcW w:w="3265" w:type="dxa"/>
          </w:tcPr>
          <w:p w14:paraId="75929400" w14:textId="77777777" w:rsidR="00130470" w:rsidRPr="00C508D0" w:rsidRDefault="00130470" w:rsidP="00B56004">
            <w:pPr>
              <w:pStyle w:val="Tabulka"/>
            </w:pPr>
            <w:r w:rsidRPr="00C508D0">
              <w:t>Zpracování příloh k žádosti o spolufinancování stavby dle ZTP a VTP</w:t>
            </w:r>
          </w:p>
        </w:tc>
        <w:tc>
          <w:tcPr>
            <w:tcW w:w="1039" w:type="dxa"/>
          </w:tcPr>
          <w:p w14:paraId="1344BE36" w14:textId="77777777" w:rsidR="00130470" w:rsidRPr="00C508D0" w:rsidRDefault="00130470" w:rsidP="00B56004">
            <w:pPr>
              <w:pStyle w:val="Tabulka"/>
            </w:pPr>
            <w:r w:rsidRPr="00C508D0">
              <w:t>hod</w:t>
            </w:r>
          </w:p>
        </w:tc>
        <w:tc>
          <w:tcPr>
            <w:tcW w:w="1039" w:type="dxa"/>
          </w:tcPr>
          <w:p w14:paraId="4F41DAFC" w14:textId="77777777" w:rsidR="00130470" w:rsidRPr="00C508D0" w:rsidRDefault="00130470" w:rsidP="00B56004">
            <w:pPr>
              <w:pStyle w:val="Tabulka"/>
            </w:pPr>
          </w:p>
        </w:tc>
        <w:tc>
          <w:tcPr>
            <w:tcW w:w="1177" w:type="dxa"/>
          </w:tcPr>
          <w:p w14:paraId="2C7AC652" w14:textId="77777777" w:rsidR="00130470" w:rsidRPr="00C508D0" w:rsidRDefault="00130470" w:rsidP="00B56004">
            <w:pPr>
              <w:pStyle w:val="Tabulka"/>
            </w:pPr>
          </w:p>
        </w:tc>
        <w:tc>
          <w:tcPr>
            <w:tcW w:w="1282" w:type="dxa"/>
            <w:gridSpan w:val="2"/>
          </w:tcPr>
          <w:p w14:paraId="7D170A48" w14:textId="77777777" w:rsidR="00130470" w:rsidRPr="00C508D0" w:rsidRDefault="00130470" w:rsidP="00B56004">
            <w:pPr>
              <w:pStyle w:val="Tabulka"/>
            </w:pPr>
          </w:p>
        </w:tc>
      </w:tr>
      <w:tr w:rsidR="00301B36" w:rsidRPr="00C508D0" w14:paraId="253BFD79" w14:textId="77777777" w:rsidTr="00301B36">
        <w:tc>
          <w:tcPr>
            <w:tcW w:w="930" w:type="dxa"/>
          </w:tcPr>
          <w:p w14:paraId="2A1FB800" w14:textId="77777777" w:rsidR="00301B36" w:rsidRPr="00C508D0" w:rsidRDefault="00301B36" w:rsidP="00B56004">
            <w:pPr>
              <w:pStyle w:val="Tabulka"/>
            </w:pPr>
            <w:r w:rsidRPr="00C508D0">
              <w:t>20</w:t>
            </w:r>
          </w:p>
        </w:tc>
        <w:tc>
          <w:tcPr>
            <w:tcW w:w="3265" w:type="dxa"/>
          </w:tcPr>
          <w:p w14:paraId="1DE2A7F3" w14:textId="77777777" w:rsidR="00301B36" w:rsidRPr="00C508D0" w:rsidRDefault="00301B36" w:rsidP="00B56004">
            <w:pPr>
              <w:pStyle w:val="Tabulka"/>
              <w:rPr>
                <w:rFonts w:eastAsia="Verdana" w:cs="Times New Roman"/>
              </w:rPr>
            </w:pPr>
            <w:r w:rsidRPr="00C508D0">
              <w:rPr>
                <w:rFonts w:eastAsia="Times New Roman" w:cs="Times New Roman"/>
              </w:rPr>
              <w:t>Propagace</w:t>
            </w:r>
          </w:p>
        </w:tc>
        <w:tc>
          <w:tcPr>
            <w:tcW w:w="1039" w:type="dxa"/>
          </w:tcPr>
          <w:p w14:paraId="1B51E7DA" w14:textId="77777777" w:rsidR="00301B36" w:rsidRPr="00C508D0" w:rsidRDefault="00301B36" w:rsidP="00B56004">
            <w:pPr>
              <w:pStyle w:val="Tabulka"/>
              <w:rPr>
                <w:rFonts w:eastAsia="Verdana" w:cs="Times New Roman"/>
              </w:rPr>
            </w:pPr>
            <w:r w:rsidRPr="00C508D0">
              <w:rPr>
                <w:rFonts w:eastAsia="Verdana" w:cs="Times New Roman"/>
              </w:rPr>
              <w:t>hod</w:t>
            </w:r>
          </w:p>
        </w:tc>
        <w:tc>
          <w:tcPr>
            <w:tcW w:w="1039" w:type="dxa"/>
          </w:tcPr>
          <w:p w14:paraId="3038501E" w14:textId="77777777" w:rsidR="00301B36" w:rsidRPr="00C508D0" w:rsidRDefault="00301B36" w:rsidP="00B56004">
            <w:pPr>
              <w:pStyle w:val="Tabulka"/>
            </w:pPr>
          </w:p>
        </w:tc>
        <w:tc>
          <w:tcPr>
            <w:tcW w:w="1177" w:type="dxa"/>
          </w:tcPr>
          <w:p w14:paraId="7B665208" w14:textId="77777777" w:rsidR="00301B36" w:rsidRPr="00C508D0" w:rsidRDefault="00301B36" w:rsidP="00B56004">
            <w:pPr>
              <w:pStyle w:val="Tabulka"/>
            </w:pPr>
          </w:p>
        </w:tc>
        <w:tc>
          <w:tcPr>
            <w:tcW w:w="1282" w:type="dxa"/>
            <w:gridSpan w:val="2"/>
          </w:tcPr>
          <w:p w14:paraId="1F65F385" w14:textId="77777777" w:rsidR="00301B36" w:rsidRPr="00C508D0" w:rsidRDefault="00301B36" w:rsidP="00B56004">
            <w:pPr>
              <w:pStyle w:val="Tabulka"/>
            </w:pPr>
          </w:p>
        </w:tc>
      </w:tr>
      <w:tr w:rsidR="00301B36" w:rsidRPr="00C508D0" w14:paraId="3A1759D6" w14:textId="77777777" w:rsidTr="004806B8">
        <w:trPr>
          <w:gridAfter w:val="1"/>
          <w:wAfter w:w="105" w:type="dxa"/>
        </w:trPr>
        <w:tc>
          <w:tcPr>
            <w:tcW w:w="930" w:type="dxa"/>
          </w:tcPr>
          <w:p w14:paraId="0977E1BA" w14:textId="77777777" w:rsidR="00301B36" w:rsidRPr="00C508D0" w:rsidRDefault="00301B36" w:rsidP="004806B8">
            <w:pPr>
              <w:pStyle w:val="Tabulka"/>
            </w:pPr>
            <w:r w:rsidRPr="00C508D0">
              <w:t>21</w:t>
            </w:r>
          </w:p>
        </w:tc>
        <w:tc>
          <w:tcPr>
            <w:tcW w:w="3265" w:type="dxa"/>
          </w:tcPr>
          <w:p w14:paraId="571B5D15" w14:textId="77777777" w:rsidR="00301B36" w:rsidRPr="00C508D0" w:rsidRDefault="00301B36" w:rsidP="004806B8">
            <w:pPr>
              <w:pStyle w:val="Tabulka"/>
              <w:rPr>
                <w:rFonts w:eastAsia="Times New Roman" w:cs="Times New Roman"/>
              </w:rPr>
            </w:pPr>
            <w:r w:rsidRPr="00C508D0">
              <w:rPr>
                <w:rFonts w:eastAsia="Times New Roman" w:cs="Times New Roman"/>
              </w:rPr>
              <w:t xml:space="preserve">Vizualizace </w:t>
            </w:r>
          </w:p>
        </w:tc>
        <w:tc>
          <w:tcPr>
            <w:tcW w:w="1039" w:type="dxa"/>
          </w:tcPr>
          <w:p w14:paraId="4FCED787" w14:textId="77777777" w:rsidR="00301B36" w:rsidRPr="00C508D0" w:rsidRDefault="00301B36" w:rsidP="004806B8">
            <w:pPr>
              <w:pStyle w:val="Tabulka"/>
              <w:rPr>
                <w:rFonts w:eastAsia="Verdana" w:cs="Times New Roman"/>
              </w:rPr>
            </w:pPr>
            <w:r w:rsidRPr="00C508D0">
              <w:rPr>
                <w:rFonts w:eastAsia="Verdana" w:cs="Times New Roman"/>
              </w:rPr>
              <w:t>ks</w:t>
            </w:r>
          </w:p>
        </w:tc>
        <w:tc>
          <w:tcPr>
            <w:tcW w:w="1039" w:type="dxa"/>
          </w:tcPr>
          <w:p w14:paraId="4D2F3B45" w14:textId="77777777" w:rsidR="00301B36" w:rsidRPr="00C508D0" w:rsidRDefault="00301B36" w:rsidP="004806B8">
            <w:pPr>
              <w:pStyle w:val="Tabulka"/>
            </w:pPr>
          </w:p>
        </w:tc>
        <w:tc>
          <w:tcPr>
            <w:tcW w:w="1177" w:type="dxa"/>
          </w:tcPr>
          <w:p w14:paraId="2801AF1E" w14:textId="77777777" w:rsidR="00301B36" w:rsidRPr="00C508D0" w:rsidRDefault="00301B36">
            <w:pPr>
              <w:spacing w:after="240" w:line="264" w:lineRule="auto"/>
            </w:pPr>
          </w:p>
        </w:tc>
        <w:tc>
          <w:tcPr>
            <w:tcW w:w="1177" w:type="dxa"/>
          </w:tcPr>
          <w:p w14:paraId="63A7DEB3" w14:textId="77777777" w:rsidR="00301B36" w:rsidRPr="00C508D0" w:rsidRDefault="00301B36">
            <w:pPr>
              <w:spacing w:after="240" w:line="264" w:lineRule="auto"/>
            </w:pPr>
          </w:p>
        </w:tc>
      </w:tr>
      <w:tr w:rsidR="00301B36" w:rsidRPr="00C508D0" w14:paraId="12212D57" w14:textId="77777777" w:rsidTr="004806B8">
        <w:trPr>
          <w:gridAfter w:val="1"/>
          <w:wAfter w:w="105" w:type="dxa"/>
        </w:trPr>
        <w:tc>
          <w:tcPr>
            <w:tcW w:w="930" w:type="dxa"/>
          </w:tcPr>
          <w:p w14:paraId="2CDE344B" w14:textId="77777777" w:rsidR="00301B36" w:rsidRPr="00C508D0" w:rsidRDefault="00301B36" w:rsidP="004806B8">
            <w:pPr>
              <w:pStyle w:val="Tabulka"/>
            </w:pPr>
            <w:r w:rsidRPr="00C508D0">
              <w:t>22</w:t>
            </w:r>
          </w:p>
        </w:tc>
        <w:tc>
          <w:tcPr>
            <w:tcW w:w="3265" w:type="dxa"/>
          </w:tcPr>
          <w:p w14:paraId="6388FB02" w14:textId="77777777" w:rsidR="00301B36" w:rsidRPr="00C508D0" w:rsidRDefault="00301B36" w:rsidP="004806B8">
            <w:pPr>
              <w:pStyle w:val="Tabulka"/>
              <w:rPr>
                <w:rFonts w:eastAsia="Times New Roman" w:cs="Times New Roman"/>
              </w:rPr>
            </w:pPr>
            <w:r w:rsidRPr="00C508D0">
              <w:rPr>
                <w:rFonts w:eastAsia="Times New Roman" w:cs="Times New Roman"/>
              </w:rPr>
              <w:t>Inženýrská činnosti zajišťující komplexní veřejnoprávní projednání a zajištění všech potřebných podkladů a certifikátů</w:t>
            </w:r>
          </w:p>
        </w:tc>
        <w:tc>
          <w:tcPr>
            <w:tcW w:w="1039" w:type="dxa"/>
          </w:tcPr>
          <w:p w14:paraId="19126CCC" w14:textId="77777777" w:rsidR="00301B36" w:rsidRPr="00C508D0" w:rsidRDefault="00301B36" w:rsidP="004806B8">
            <w:pPr>
              <w:pStyle w:val="Tabulka"/>
              <w:rPr>
                <w:rFonts w:eastAsia="Verdana" w:cs="Times New Roman"/>
              </w:rPr>
            </w:pPr>
            <w:r w:rsidRPr="00C508D0">
              <w:rPr>
                <w:rFonts w:eastAsia="Verdana" w:cs="Times New Roman"/>
              </w:rPr>
              <w:t>hod</w:t>
            </w:r>
          </w:p>
        </w:tc>
        <w:tc>
          <w:tcPr>
            <w:tcW w:w="1039" w:type="dxa"/>
          </w:tcPr>
          <w:p w14:paraId="72E48541" w14:textId="77777777" w:rsidR="00301B36" w:rsidRPr="00C508D0" w:rsidRDefault="00301B36" w:rsidP="004806B8">
            <w:pPr>
              <w:pStyle w:val="Tabulka"/>
            </w:pPr>
          </w:p>
        </w:tc>
        <w:tc>
          <w:tcPr>
            <w:tcW w:w="1177" w:type="dxa"/>
          </w:tcPr>
          <w:p w14:paraId="43D902D4" w14:textId="77777777" w:rsidR="00301B36" w:rsidRPr="00C508D0" w:rsidRDefault="00301B36">
            <w:pPr>
              <w:spacing w:after="240" w:line="264" w:lineRule="auto"/>
            </w:pPr>
          </w:p>
        </w:tc>
        <w:tc>
          <w:tcPr>
            <w:tcW w:w="1177" w:type="dxa"/>
          </w:tcPr>
          <w:p w14:paraId="774E4E5D" w14:textId="77777777" w:rsidR="00301B36" w:rsidRPr="00C508D0" w:rsidRDefault="00301B36">
            <w:pPr>
              <w:spacing w:after="240" w:line="264" w:lineRule="auto"/>
            </w:pPr>
          </w:p>
        </w:tc>
      </w:tr>
      <w:tr w:rsidR="00301B36" w:rsidRPr="00C508D0" w14:paraId="1DC842C5" w14:textId="77777777" w:rsidTr="004806B8">
        <w:trPr>
          <w:gridAfter w:val="1"/>
          <w:wAfter w:w="105" w:type="dxa"/>
        </w:trPr>
        <w:tc>
          <w:tcPr>
            <w:tcW w:w="930" w:type="dxa"/>
          </w:tcPr>
          <w:p w14:paraId="1DD51748" w14:textId="77777777" w:rsidR="00301B36" w:rsidRPr="00C508D0" w:rsidRDefault="00301B36" w:rsidP="004806B8">
            <w:pPr>
              <w:pStyle w:val="Tabulka"/>
            </w:pPr>
            <w:r w:rsidRPr="00C508D0">
              <w:t>23</w:t>
            </w:r>
          </w:p>
        </w:tc>
        <w:tc>
          <w:tcPr>
            <w:tcW w:w="3265" w:type="dxa"/>
          </w:tcPr>
          <w:p w14:paraId="12EAF33C" w14:textId="74B86C42" w:rsidR="00301B36" w:rsidRPr="00C508D0" w:rsidRDefault="00F024FC" w:rsidP="004806B8">
            <w:pPr>
              <w:pStyle w:val="Tabulka"/>
              <w:rPr>
                <w:rFonts w:eastAsia="Times New Roman" w:cs="Times New Roman"/>
              </w:rPr>
            </w:pPr>
            <w:r w:rsidRPr="00C508D0">
              <w:t>Zpracování a získání verifikačního stanoviska EIA</w:t>
            </w:r>
          </w:p>
        </w:tc>
        <w:tc>
          <w:tcPr>
            <w:tcW w:w="1039" w:type="dxa"/>
          </w:tcPr>
          <w:p w14:paraId="5A82029D" w14:textId="77777777" w:rsidR="00301B36" w:rsidRPr="00C508D0" w:rsidRDefault="00301B36" w:rsidP="004806B8">
            <w:pPr>
              <w:pStyle w:val="Tabulka"/>
              <w:rPr>
                <w:rFonts w:eastAsia="Verdana" w:cs="Times New Roman"/>
              </w:rPr>
            </w:pPr>
            <w:r w:rsidRPr="00C508D0">
              <w:rPr>
                <w:rFonts w:eastAsia="Verdana" w:cs="Times New Roman"/>
              </w:rPr>
              <w:t>hod</w:t>
            </w:r>
          </w:p>
        </w:tc>
        <w:tc>
          <w:tcPr>
            <w:tcW w:w="1039" w:type="dxa"/>
          </w:tcPr>
          <w:p w14:paraId="48AB1541" w14:textId="77777777" w:rsidR="00301B36" w:rsidRPr="00C508D0" w:rsidRDefault="00301B36" w:rsidP="004806B8">
            <w:pPr>
              <w:pStyle w:val="Tabulka"/>
            </w:pPr>
          </w:p>
        </w:tc>
        <w:tc>
          <w:tcPr>
            <w:tcW w:w="1177" w:type="dxa"/>
          </w:tcPr>
          <w:p w14:paraId="665B3EBF" w14:textId="77777777" w:rsidR="00301B36" w:rsidRPr="00C508D0" w:rsidRDefault="00301B36">
            <w:pPr>
              <w:spacing w:after="240" w:line="264" w:lineRule="auto"/>
            </w:pPr>
          </w:p>
        </w:tc>
        <w:tc>
          <w:tcPr>
            <w:tcW w:w="1177" w:type="dxa"/>
          </w:tcPr>
          <w:p w14:paraId="558300F3" w14:textId="77777777" w:rsidR="00301B36" w:rsidRPr="00C508D0" w:rsidRDefault="00301B36">
            <w:pPr>
              <w:spacing w:after="240" w:line="264" w:lineRule="auto"/>
            </w:pPr>
          </w:p>
        </w:tc>
      </w:tr>
    </w:tbl>
    <w:p w14:paraId="26B646E6" w14:textId="77777777" w:rsidR="00760192" w:rsidRPr="00C508D0" w:rsidRDefault="00301B36" w:rsidP="00236DCC">
      <w:pPr>
        <w:pStyle w:val="Textbezodsazen"/>
      </w:pPr>
      <w:r w:rsidRPr="00C508D0">
        <w:rPr>
          <w:b/>
        </w:rPr>
        <w:t>Celkem za dodatečné služby:</w:t>
      </w:r>
    </w:p>
    <w:p w14:paraId="39CABC66" w14:textId="77777777" w:rsidR="008A4D1B" w:rsidRPr="00C508D0" w:rsidRDefault="008A4D1B" w:rsidP="00236DCC">
      <w:pPr>
        <w:pStyle w:val="Textbezodsazen"/>
        <w:rPr>
          <w:sz w:val="16"/>
          <w:szCs w:val="16"/>
        </w:rPr>
      </w:pPr>
      <w:r w:rsidRPr="00C508D0">
        <w:rPr>
          <w:sz w:val="16"/>
          <w:szCs w:val="16"/>
        </w:rPr>
        <w:t>*) nevyplněné údaje VLOŽÍ ZHOTOVITEL</w:t>
      </w:r>
    </w:p>
    <w:p w14:paraId="31AA5C8A" w14:textId="77777777" w:rsidR="008A4D1B" w:rsidRPr="00C508D0" w:rsidRDefault="008A4D1B" w:rsidP="00236DCC">
      <w:pPr>
        <w:pStyle w:val="Textbezodsazen"/>
        <w:rPr>
          <w:sz w:val="16"/>
          <w:szCs w:val="16"/>
        </w:rPr>
      </w:pPr>
      <w:r w:rsidRPr="00C508D0">
        <w:rPr>
          <w:sz w:val="16"/>
          <w:szCs w:val="16"/>
        </w:rPr>
        <w:t>Všechny ceny jsou uvedené v Kč bez DPH.</w:t>
      </w:r>
    </w:p>
    <w:p w14:paraId="6FACD88C" w14:textId="77777777" w:rsidR="008A4D1B" w:rsidRPr="00C508D0" w:rsidRDefault="00760192" w:rsidP="0047019B">
      <w:pPr>
        <w:pStyle w:val="Nadpisbezsl1-2"/>
        <w:outlineLvl w:val="2"/>
      </w:pPr>
      <w:r w:rsidRPr="00C508D0">
        <w:t>3.</w:t>
      </w:r>
      <w:r w:rsidRPr="00C508D0">
        <w:tab/>
      </w:r>
      <w:r w:rsidR="008A4D1B" w:rsidRPr="00C508D0">
        <w:t xml:space="preserve">Cena za výkon </w:t>
      </w:r>
      <w:r w:rsidR="00A54282" w:rsidRPr="00C508D0">
        <w:t>D</w:t>
      </w:r>
      <w:r w:rsidR="008A4D1B" w:rsidRPr="00C508D0">
        <w:t>ozoru</w:t>
      </w:r>
      <w:r w:rsidR="00A54282" w:rsidRPr="00C508D0">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C508D0"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C508D0" w:rsidRDefault="00236DCC" w:rsidP="00236DCC">
            <w:pPr>
              <w:pStyle w:val="Textbezodsazen"/>
              <w:jc w:val="center"/>
              <w:rPr>
                <w:rStyle w:val="Tun"/>
                <w:b/>
                <w:sz w:val="16"/>
                <w:szCs w:val="16"/>
              </w:rPr>
            </w:pPr>
            <w:r w:rsidRPr="00C508D0">
              <w:rPr>
                <w:rStyle w:val="Tun"/>
                <w:b/>
                <w:sz w:val="16"/>
                <w:szCs w:val="16"/>
              </w:rPr>
              <w:t>Položka</w:t>
            </w:r>
          </w:p>
        </w:tc>
        <w:tc>
          <w:tcPr>
            <w:tcW w:w="3260" w:type="dxa"/>
          </w:tcPr>
          <w:p w14:paraId="6FDA8C64" w14:textId="77777777" w:rsidR="00236DCC" w:rsidRPr="00C508D0" w:rsidRDefault="00236DCC" w:rsidP="00236DCC">
            <w:pPr>
              <w:pStyle w:val="Textbezodsazen"/>
              <w:jc w:val="left"/>
              <w:rPr>
                <w:rStyle w:val="Tun"/>
                <w:b/>
                <w:sz w:val="16"/>
                <w:szCs w:val="16"/>
              </w:rPr>
            </w:pPr>
            <w:r w:rsidRPr="00C508D0">
              <w:rPr>
                <w:rStyle w:val="Tun"/>
                <w:b/>
                <w:sz w:val="16"/>
                <w:szCs w:val="16"/>
              </w:rPr>
              <w:t>Popis</w:t>
            </w:r>
          </w:p>
        </w:tc>
        <w:tc>
          <w:tcPr>
            <w:tcW w:w="1134" w:type="dxa"/>
          </w:tcPr>
          <w:p w14:paraId="2E48DD41" w14:textId="77777777" w:rsidR="00236DCC" w:rsidRPr="00C508D0" w:rsidRDefault="00236DCC" w:rsidP="00236DCC">
            <w:pPr>
              <w:pStyle w:val="Textbezodsazen"/>
              <w:jc w:val="center"/>
              <w:rPr>
                <w:rStyle w:val="Tun"/>
                <w:b/>
                <w:sz w:val="16"/>
                <w:szCs w:val="16"/>
              </w:rPr>
            </w:pPr>
            <w:r w:rsidRPr="00C508D0">
              <w:rPr>
                <w:rStyle w:val="Tun"/>
                <w:b/>
                <w:sz w:val="16"/>
                <w:szCs w:val="16"/>
              </w:rPr>
              <w:t>Měrná jednotka</w:t>
            </w:r>
          </w:p>
        </w:tc>
        <w:tc>
          <w:tcPr>
            <w:tcW w:w="992" w:type="dxa"/>
          </w:tcPr>
          <w:p w14:paraId="3C5CC315" w14:textId="77777777" w:rsidR="00236DCC" w:rsidRPr="00C508D0" w:rsidRDefault="00236DCC" w:rsidP="00236DCC">
            <w:pPr>
              <w:pStyle w:val="Textbezodsazen"/>
              <w:jc w:val="center"/>
              <w:rPr>
                <w:rStyle w:val="Tun"/>
                <w:b/>
                <w:sz w:val="16"/>
                <w:szCs w:val="16"/>
              </w:rPr>
            </w:pPr>
            <w:r w:rsidRPr="00C508D0">
              <w:rPr>
                <w:rStyle w:val="Tun"/>
                <w:b/>
                <w:sz w:val="16"/>
                <w:szCs w:val="16"/>
              </w:rPr>
              <w:t>Množství *)</w:t>
            </w:r>
          </w:p>
        </w:tc>
        <w:tc>
          <w:tcPr>
            <w:tcW w:w="1276" w:type="dxa"/>
          </w:tcPr>
          <w:p w14:paraId="4DB4C682" w14:textId="77777777" w:rsidR="00236DCC" w:rsidRPr="00C508D0" w:rsidRDefault="00236DCC" w:rsidP="00236DCC">
            <w:pPr>
              <w:pStyle w:val="Textbezodsazen"/>
              <w:jc w:val="center"/>
              <w:rPr>
                <w:rStyle w:val="Tun"/>
                <w:b/>
                <w:sz w:val="16"/>
                <w:szCs w:val="16"/>
              </w:rPr>
            </w:pPr>
            <w:r w:rsidRPr="00C508D0">
              <w:rPr>
                <w:rStyle w:val="Tun"/>
                <w:b/>
                <w:sz w:val="16"/>
                <w:szCs w:val="16"/>
              </w:rPr>
              <w:t>Jednotková cena *)</w:t>
            </w:r>
          </w:p>
        </w:tc>
        <w:tc>
          <w:tcPr>
            <w:tcW w:w="1077" w:type="dxa"/>
          </w:tcPr>
          <w:p w14:paraId="2B3046D0" w14:textId="77777777" w:rsidR="00236DCC" w:rsidRPr="00C508D0" w:rsidRDefault="00236DCC" w:rsidP="00236DCC">
            <w:pPr>
              <w:pStyle w:val="Textbezodsazen"/>
              <w:jc w:val="center"/>
              <w:rPr>
                <w:rStyle w:val="Tun"/>
                <w:b/>
                <w:sz w:val="16"/>
                <w:szCs w:val="16"/>
              </w:rPr>
            </w:pPr>
            <w:r w:rsidRPr="00C508D0">
              <w:rPr>
                <w:rStyle w:val="Tun"/>
                <w:b/>
                <w:sz w:val="16"/>
                <w:szCs w:val="16"/>
              </w:rPr>
              <w:t>Cena celkem *)</w:t>
            </w:r>
          </w:p>
        </w:tc>
      </w:tr>
      <w:tr w:rsidR="004A2564" w:rsidRPr="00C508D0" w14:paraId="3A6F6EEA" w14:textId="77777777" w:rsidTr="009227F1">
        <w:tc>
          <w:tcPr>
            <w:tcW w:w="993" w:type="dxa"/>
          </w:tcPr>
          <w:p w14:paraId="48AC70C1" w14:textId="77777777" w:rsidR="004A2564" w:rsidRPr="00C508D0" w:rsidRDefault="00254815" w:rsidP="00236DCC">
            <w:pPr>
              <w:pStyle w:val="Textbezodsazen"/>
              <w:jc w:val="center"/>
            </w:pPr>
            <w:r w:rsidRPr="00C508D0">
              <w:t>24</w:t>
            </w:r>
          </w:p>
        </w:tc>
        <w:tc>
          <w:tcPr>
            <w:tcW w:w="3260" w:type="dxa"/>
          </w:tcPr>
          <w:p w14:paraId="1A6E7D26" w14:textId="77777777" w:rsidR="004A2564" w:rsidRPr="00C508D0" w:rsidRDefault="004A2564" w:rsidP="00517090">
            <w:pPr>
              <w:pStyle w:val="Tabulka"/>
            </w:pPr>
            <w:r w:rsidRPr="00C508D0">
              <w:t xml:space="preserve">rozsah činnosti při výkonu Dozoru projektanta při zhotovení PDPS dle VTP </w:t>
            </w:r>
            <w:r w:rsidR="00254815" w:rsidRPr="00C508D0">
              <w:t>či</w:t>
            </w:r>
            <w:r w:rsidRPr="00C508D0">
              <w:t xml:space="preserve"> ZTP</w:t>
            </w:r>
          </w:p>
        </w:tc>
        <w:tc>
          <w:tcPr>
            <w:tcW w:w="1134" w:type="dxa"/>
          </w:tcPr>
          <w:p w14:paraId="1BC3D6E6" w14:textId="77777777" w:rsidR="004A2564" w:rsidRPr="00C508D0" w:rsidRDefault="004A2564" w:rsidP="00236DCC">
            <w:pPr>
              <w:pStyle w:val="Textbezodsazen"/>
              <w:jc w:val="center"/>
            </w:pPr>
            <w:r w:rsidRPr="00C508D0">
              <w:t>hod</w:t>
            </w:r>
          </w:p>
        </w:tc>
        <w:tc>
          <w:tcPr>
            <w:tcW w:w="992" w:type="dxa"/>
          </w:tcPr>
          <w:p w14:paraId="431802F5" w14:textId="77777777" w:rsidR="004A2564" w:rsidRPr="00C508D0" w:rsidRDefault="004A2564" w:rsidP="00236DCC">
            <w:pPr>
              <w:pStyle w:val="Textbezodsazen"/>
              <w:jc w:val="center"/>
            </w:pPr>
          </w:p>
        </w:tc>
        <w:tc>
          <w:tcPr>
            <w:tcW w:w="1276" w:type="dxa"/>
          </w:tcPr>
          <w:p w14:paraId="0B363CD6" w14:textId="77777777" w:rsidR="004A2564" w:rsidRPr="00C508D0" w:rsidRDefault="004A2564" w:rsidP="00236DCC">
            <w:pPr>
              <w:pStyle w:val="Textbezodsazen"/>
              <w:jc w:val="center"/>
            </w:pPr>
          </w:p>
        </w:tc>
        <w:tc>
          <w:tcPr>
            <w:tcW w:w="1077" w:type="dxa"/>
          </w:tcPr>
          <w:p w14:paraId="3AC88A53" w14:textId="77777777" w:rsidR="004A2564" w:rsidRPr="00C508D0" w:rsidRDefault="004A2564" w:rsidP="00236DCC">
            <w:pPr>
              <w:pStyle w:val="Textbezodsazen"/>
              <w:jc w:val="center"/>
            </w:pPr>
          </w:p>
        </w:tc>
      </w:tr>
      <w:tr w:rsidR="00236DCC" w:rsidRPr="00517090" w14:paraId="005A76E6" w14:textId="77777777" w:rsidTr="009227F1">
        <w:tc>
          <w:tcPr>
            <w:tcW w:w="993" w:type="dxa"/>
          </w:tcPr>
          <w:p w14:paraId="5FFEDBE6" w14:textId="6907BDDD" w:rsidR="00236DCC" w:rsidRPr="00C508D0" w:rsidRDefault="00254815" w:rsidP="00236DCC">
            <w:pPr>
              <w:pStyle w:val="Textbezodsazen"/>
              <w:jc w:val="center"/>
            </w:pPr>
            <w:r w:rsidRPr="00C508D0">
              <w:lastRenderedPageBreak/>
              <w:t>25</w:t>
            </w:r>
          </w:p>
        </w:tc>
        <w:tc>
          <w:tcPr>
            <w:tcW w:w="3260" w:type="dxa"/>
          </w:tcPr>
          <w:p w14:paraId="4F46FF0A" w14:textId="77777777" w:rsidR="00236DCC" w:rsidRPr="00C508D0" w:rsidRDefault="00236DCC" w:rsidP="00517090">
            <w:pPr>
              <w:pStyle w:val="Tabulka"/>
            </w:pPr>
            <w:r w:rsidRPr="00C508D0">
              <w:t xml:space="preserve">rozsah činnosti při výkonu </w:t>
            </w:r>
            <w:r w:rsidR="00301B36" w:rsidRPr="00C508D0">
              <w:t>D</w:t>
            </w:r>
            <w:r w:rsidRPr="00C508D0">
              <w:t>ozoru projektanta v rámci realizace Stavby dle čl. 4 Obchodních podmínek</w:t>
            </w:r>
          </w:p>
        </w:tc>
        <w:tc>
          <w:tcPr>
            <w:tcW w:w="1134" w:type="dxa"/>
          </w:tcPr>
          <w:p w14:paraId="71B2FF77" w14:textId="77777777" w:rsidR="00236DCC" w:rsidRPr="00517090" w:rsidRDefault="00236DCC" w:rsidP="00236DCC">
            <w:pPr>
              <w:pStyle w:val="Textbezodsazen"/>
              <w:jc w:val="center"/>
            </w:pPr>
            <w:r w:rsidRPr="00C508D0">
              <w:t>hod</w:t>
            </w:r>
          </w:p>
        </w:tc>
        <w:tc>
          <w:tcPr>
            <w:tcW w:w="992" w:type="dxa"/>
          </w:tcPr>
          <w:p w14:paraId="7AFF7A74" w14:textId="77777777" w:rsidR="00236DCC" w:rsidRPr="00517090" w:rsidRDefault="00236DCC" w:rsidP="00236DCC">
            <w:pPr>
              <w:pStyle w:val="Textbezodsazen"/>
              <w:jc w:val="center"/>
            </w:pPr>
          </w:p>
        </w:tc>
        <w:tc>
          <w:tcPr>
            <w:tcW w:w="1276" w:type="dxa"/>
          </w:tcPr>
          <w:p w14:paraId="3609A8A8" w14:textId="77777777" w:rsidR="00236DCC" w:rsidRPr="00517090" w:rsidRDefault="00236DCC" w:rsidP="00236DCC">
            <w:pPr>
              <w:pStyle w:val="Textbezodsazen"/>
              <w:jc w:val="center"/>
            </w:pPr>
          </w:p>
        </w:tc>
        <w:tc>
          <w:tcPr>
            <w:tcW w:w="1077" w:type="dxa"/>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201CE6D5"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 xml:space="preserve">Stavby (předpoklad </w:t>
      </w:r>
      <w:r w:rsidR="00C508D0">
        <w:t>34</w:t>
      </w:r>
      <w:r>
        <w:t xml:space="preserve"> měsíců)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A84FD6B" w:rsidR="00236DCC" w:rsidRPr="00236DCC" w:rsidRDefault="00236DCC" w:rsidP="00517090">
            <w:pPr>
              <w:pStyle w:val="Tabulka"/>
            </w:pPr>
            <w:r w:rsidRPr="00236DCC">
              <w:t xml:space="preserve">Cena za zpracování </w:t>
            </w:r>
            <w:r w:rsidR="00E05654">
              <w:t>DPS</w:t>
            </w:r>
            <w:r w:rsidRPr="00236DCC">
              <w:t xml:space="preserve"> a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0FD0468F"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6"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6"/>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0A1DA6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553139" w14:textId="77777777" w:rsidTr="009227F1">
        <w:tc>
          <w:tcPr>
            <w:tcW w:w="2914" w:type="dxa"/>
          </w:tcPr>
          <w:p w14:paraId="27B9C9E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D82E33B"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154192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ABBDAB6" w14:textId="77777777" w:rsidTr="00F66CA1">
        <w:trPr>
          <w:trHeight w:val="240"/>
        </w:trPr>
        <w:tc>
          <w:tcPr>
            <w:tcW w:w="2914" w:type="dxa"/>
          </w:tcPr>
          <w:p w14:paraId="294E4BEC" w14:textId="258008E3" w:rsidR="00B72613" w:rsidRPr="00B06D17" w:rsidRDefault="00611DDF" w:rsidP="00517090">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3BC36C0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5313694F" w14:textId="77777777" w:rsidR="00B72613" w:rsidRPr="00B06D17" w:rsidRDefault="00B72613" w:rsidP="00517090">
            <w:pPr>
              <w:pStyle w:val="Tabulka"/>
              <w:rPr>
                <w:rStyle w:val="Tun"/>
                <w:highlight w:val="yellow"/>
              </w:rPr>
            </w:pPr>
            <w:r w:rsidRPr="00B06D17">
              <w:rPr>
                <w:rStyle w:val="Tun"/>
                <w:highlight w:val="yellow"/>
              </w:rPr>
              <w:t>[....] Kč</w:t>
            </w:r>
          </w:p>
        </w:tc>
      </w:tr>
      <w:tr w:rsidR="00CE76B1" w:rsidRPr="00B72613" w14:paraId="64368243" w14:textId="77777777" w:rsidTr="00F66CA1">
        <w:trPr>
          <w:trHeight w:val="240"/>
        </w:trPr>
        <w:tc>
          <w:tcPr>
            <w:tcW w:w="2914" w:type="dxa"/>
          </w:tcPr>
          <w:p w14:paraId="125EA8E9" w14:textId="0535ABBF" w:rsidR="00CE76B1" w:rsidRDefault="00CE76B1" w:rsidP="00CE76B1">
            <w:pPr>
              <w:pStyle w:val="Tabulka"/>
              <w:rPr>
                <w:rStyle w:val="Tun"/>
                <w:highlight w:val="yellow"/>
              </w:rPr>
            </w:pPr>
            <w:r>
              <w:rPr>
                <w:rStyle w:val="Tun"/>
                <w:highlight w:val="yellow"/>
              </w:rPr>
              <w:t>6</w:t>
            </w:r>
            <w:r w:rsidRPr="00B06D17">
              <w:rPr>
                <w:rStyle w:val="Tun"/>
                <w:highlight w:val="yellow"/>
              </w:rPr>
              <w:t xml:space="preserve">. Dílčí etapa </w:t>
            </w:r>
          </w:p>
        </w:tc>
        <w:tc>
          <w:tcPr>
            <w:tcW w:w="2977" w:type="dxa"/>
          </w:tcPr>
          <w:p w14:paraId="5482ACF0" w14:textId="0D2EE4DF" w:rsidR="00CE76B1" w:rsidRPr="00B06D17" w:rsidRDefault="00CE76B1" w:rsidP="00CE76B1">
            <w:pPr>
              <w:pStyle w:val="Tabulka"/>
              <w:rPr>
                <w:rStyle w:val="Tun"/>
                <w:highlight w:val="yellow"/>
              </w:rPr>
            </w:pPr>
            <w:r w:rsidRPr="00B06D17">
              <w:rPr>
                <w:rStyle w:val="Tun"/>
                <w:highlight w:val="yellow"/>
              </w:rPr>
              <w:t>[....] Kč</w:t>
            </w:r>
          </w:p>
        </w:tc>
        <w:tc>
          <w:tcPr>
            <w:tcW w:w="2977" w:type="dxa"/>
          </w:tcPr>
          <w:p w14:paraId="3431592A" w14:textId="5B0EFD20" w:rsidR="00CE76B1" w:rsidRPr="00B06D17" w:rsidRDefault="00CE76B1" w:rsidP="00CE76B1">
            <w:pPr>
              <w:pStyle w:val="Tabulka"/>
              <w:rPr>
                <w:rStyle w:val="Tun"/>
                <w:highlight w:val="yellow"/>
              </w:rPr>
            </w:pPr>
            <w:r w:rsidRPr="00B06D17">
              <w:rPr>
                <w:rStyle w:val="Tun"/>
                <w:highlight w:val="yellow"/>
              </w:rPr>
              <w:t>[....] Kč</w:t>
            </w:r>
          </w:p>
        </w:tc>
      </w:tr>
      <w:tr w:rsidR="00CE76B1" w:rsidRPr="00B72613" w14:paraId="0C3301A7" w14:textId="77777777" w:rsidTr="00F66CA1">
        <w:trPr>
          <w:trHeight w:val="240"/>
        </w:trPr>
        <w:tc>
          <w:tcPr>
            <w:tcW w:w="2914" w:type="dxa"/>
          </w:tcPr>
          <w:p w14:paraId="10800319" w14:textId="2431383F" w:rsidR="00CE76B1" w:rsidRDefault="00CE76B1" w:rsidP="00CE76B1">
            <w:pPr>
              <w:pStyle w:val="Tabulka"/>
              <w:rPr>
                <w:rStyle w:val="Tun"/>
                <w:highlight w:val="yellow"/>
              </w:rPr>
            </w:pPr>
            <w:r>
              <w:rPr>
                <w:rStyle w:val="Tun"/>
                <w:highlight w:val="yellow"/>
              </w:rPr>
              <w:t>7</w:t>
            </w:r>
            <w:r w:rsidRPr="00B06D17">
              <w:rPr>
                <w:rStyle w:val="Tun"/>
                <w:highlight w:val="yellow"/>
              </w:rPr>
              <w:t xml:space="preserve">. Dílčí etapa </w:t>
            </w:r>
          </w:p>
        </w:tc>
        <w:tc>
          <w:tcPr>
            <w:tcW w:w="2977" w:type="dxa"/>
          </w:tcPr>
          <w:p w14:paraId="1A03A343" w14:textId="7A537BCF" w:rsidR="00CE76B1" w:rsidRPr="00B06D17" w:rsidRDefault="00CE76B1" w:rsidP="00CE76B1">
            <w:pPr>
              <w:pStyle w:val="Tabulka"/>
              <w:rPr>
                <w:rStyle w:val="Tun"/>
                <w:highlight w:val="yellow"/>
              </w:rPr>
            </w:pPr>
            <w:r w:rsidRPr="00B06D17">
              <w:rPr>
                <w:rStyle w:val="Tun"/>
                <w:highlight w:val="yellow"/>
              </w:rPr>
              <w:t>[....] Kč</w:t>
            </w:r>
          </w:p>
        </w:tc>
        <w:tc>
          <w:tcPr>
            <w:tcW w:w="2977" w:type="dxa"/>
          </w:tcPr>
          <w:p w14:paraId="189AF844" w14:textId="6FC1BA2B" w:rsidR="00CE76B1" w:rsidRPr="00B06D17" w:rsidRDefault="00CE76B1" w:rsidP="00CE76B1">
            <w:pPr>
              <w:pStyle w:val="Tabulka"/>
              <w:rPr>
                <w:rStyle w:val="Tun"/>
                <w:highlight w:val="yellow"/>
              </w:rPr>
            </w:pPr>
            <w:r w:rsidRPr="00B06D17">
              <w:rPr>
                <w:rStyle w:val="Tun"/>
                <w:highlight w:val="yellow"/>
              </w:rPr>
              <w:t>[....] Kč</w:t>
            </w:r>
          </w:p>
        </w:tc>
      </w:tr>
      <w:tr w:rsidR="00CE76B1" w:rsidRPr="00B72613" w14:paraId="4C3F0926" w14:textId="77777777" w:rsidTr="00F66CA1">
        <w:trPr>
          <w:trHeight w:val="240"/>
        </w:trPr>
        <w:tc>
          <w:tcPr>
            <w:tcW w:w="2914" w:type="dxa"/>
          </w:tcPr>
          <w:p w14:paraId="303EA83A" w14:textId="78465173" w:rsidR="00CE76B1" w:rsidRDefault="00CE76B1" w:rsidP="00CE76B1">
            <w:pPr>
              <w:pStyle w:val="Tabulka"/>
              <w:rPr>
                <w:rStyle w:val="Tun"/>
                <w:highlight w:val="yellow"/>
              </w:rPr>
            </w:pPr>
            <w:r>
              <w:rPr>
                <w:rStyle w:val="Tun"/>
                <w:highlight w:val="yellow"/>
              </w:rPr>
              <w:t>8</w:t>
            </w:r>
            <w:r w:rsidRPr="00B06D17">
              <w:rPr>
                <w:rStyle w:val="Tun"/>
                <w:highlight w:val="yellow"/>
              </w:rPr>
              <w:t xml:space="preserve">. Dílčí etapa </w:t>
            </w:r>
          </w:p>
        </w:tc>
        <w:tc>
          <w:tcPr>
            <w:tcW w:w="2977" w:type="dxa"/>
          </w:tcPr>
          <w:p w14:paraId="6EC87B61" w14:textId="46E423EC" w:rsidR="00CE76B1" w:rsidRPr="00B06D17" w:rsidRDefault="00CE76B1" w:rsidP="00CE76B1">
            <w:pPr>
              <w:pStyle w:val="Tabulka"/>
              <w:rPr>
                <w:rStyle w:val="Tun"/>
                <w:highlight w:val="yellow"/>
              </w:rPr>
            </w:pPr>
            <w:r w:rsidRPr="00B06D17">
              <w:rPr>
                <w:rStyle w:val="Tun"/>
                <w:highlight w:val="yellow"/>
              </w:rPr>
              <w:t>[....] Kč</w:t>
            </w:r>
          </w:p>
        </w:tc>
        <w:tc>
          <w:tcPr>
            <w:tcW w:w="2977" w:type="dxa"/>
          </w:tcPr>
          <w:p w14:paraId="1C322EED" w14:textId="3942F34B" w:rsidR="00CE76B1" w:rsidRPr="00B06D17" w:rsidRDefault="00CE76B1" w:rsidP="00CE76B1">
            <w:pPr>
              <w:pStyle w:val="Tabulka"/>
              <w:rPr>
                <w:rStyle w:val="Tun"/>
                <w:highlight w:val="yellow"/>
              </w:rPr>
            </w:pPr>
            <w:r w:rsidRPr="00B06D17">
              <w:rPr>
                <w:rStyle w:val="Tun"/>
                <w:highlight w:val="yellow"/>
              </w:rPr>
              <w:t>[....] Kč</w:t>
            </w:r>
          </w:p>
        </w:tc>
      </w:tr>
      <w:tr w:rsidR="00CE76B1" w:rsidRPr="00B72613" w14:paraId="0F6E064F" w14:textId="77777777" w:rsidTr="00F66CA1">
        <w:trPr>
          <w:trHeight w:val="240"/>
        </w:trPr>
        <w:tc>
          <w:tcPr>
            <w:tcW w:w="2914" w:type="dxa"/>
          </w:tcPr>
          <w:p w14:paraId="03C237E3" w14:textId="23330324" w:rsidR="00CE76B1" w:rsidRDefault="00CE76B1" w:rsidP="00CE76B1">
            <w:pPr>
              <w:pStyle w:val="Tabulka"/>
              <w:rPr>
                <w:rStyle w:val="Tun"/>
                <w:highlight w:val="yellow"/>
              </w:rPr>
            </w:pPr>
            <w:r>
              <w:rPr>
                <w:rStyle w:val="Tun"/>
                <w:highlight w:val="yellow"/>
              </w:rPr>
              <w:t xml:space="preserve">9. Dílčí etapa </w:t>
            </w:r>
          </w:p>
          <w:p w14:paraId="4CE6A2AE" w14:textId="770C3791" w:rsidR="00CE76B1" w:rsidRDefault="00CE76B1" w:rsidP="00CE76B1">
            <w:pPr>
              <w:pStyle w:val="Tabulka"/>
              <w:rPr>
                <w:rStyle w:val="Tun"/>
                <w:highlight w:val="yellow"/>
              </w:rPr>
            </w:pPr>
            <w:r>
              <w:rPr>
                <w:rStyle w:val="Tun"/>
                <w:highlight w:val="yellow"/>
              </w:rPr>
              <w:t>Výkon dozoru projektanta při zhotovení stavby</w:t>
            </w:r>
          </w:p>
        </w:tc>
        <w:tc>
          <w:tcPr>
            <w:tcW w:w="2977" w:type="dxa"/>
          </w:tcPr>
          <w:p w14:paraId="46FBD549" w14:textId="77777777" w:rsidR="00CE76B1" w:rsidRPr="00B06D17" w:rsidRDefault="00CE76B1" w:rsidP="00CE76B1">
            <w:pPr>
              <w:pStyle w:val="Tabulka"/>
              <w:rPr>
                <w:rStyle w:val="Tun"/>
                <w:highlight w:val="yellow"/>
              </w:rPr>
            </w:pPr>
            <w:r w:rsidRPr="00B06D17">
              <w:rPr>
                <w:rStyle w:val="Tun"/>
                <w:highlight w:val="yellow"/>
              </w:rPr>
              <w:t>[....] Kč</w:t>
            </w:r>
          </w:p>
        </w:tc>
        <w:tc>
          <w:tcPr>
            <w:tcW w:w="2977" w:type="dxa"/>
          </w:tcPr>
          <w:p w14:paraId="463236D3" w14:textId="77777777" w:rsidR="00CE76B1" w:rsidRPr="00B06D17" w:rsidRDefault="00CE76B1" w:rsidP="00CE76B1">
            <w:pPr>
              <w:pStyle w:val="Tabulka"/>
              <w:rPr>
                <w:rStyle w:val="Tun"/>
                <w:highlight w:val="yellow"/>
              </w:rPr>
            </w:pPr>
            <w:r w:rsidRPr="00B06D17">
              <w:rPr>
                <w:rStyle w:val="Tun"/>
                <w:highlight w:val="yellow"/>
              </w:rPr>
              <w:t>[....] Kč</w:t>
            </w:r>
          </w:p>
        </w:tc>
      </w:tr>
      <w:tr w:rsidR="00CE76B1" w:rsidRPr="00B72613" w14:paraId="0AAD5557" w14:textId="77777777" w:rsidTr="009227F1">
        <w:tc>
          <w:tcPr>
            <w:tcW w:w="2914" w:type="dxa"/>
          </w:tcPr>
          <w:p w14:paraId="3026DBDD" w14:textId="77777777" w:rsidR="00CE76B1" w:rsidRPr="00B72613" w:rsidRDefault="00CE76B1" w:rsidP="00CE76B1">
            <w:pPr>
              <w:pStyle w:val="Tabulka"/>
              <w:rPr>
                <w:rStyle w:val="Tun"/>
              </w:rPr>
            </w:pPr>
            <w:r w:rsidRPr="00B72613">
              <w:rPr>
                <w:rStyle w:val="Tun"/>
              </w:rPr>
              <w:t>Celkem:</w:t>
            </w:r>
          </w:p>
        </w:tc>
        <w:tc>
          <w:tcPr>
            <w:tcW w:w="2977" w:type="dxa"/>
          </w:tcPr>
          <w:p w14:paraId="5DCD7930" w14:textId="77777777" w:rsidR="00CE76B1" w:rsidRPr="00B72613" w:rsidRDefault="00CE76B1" w:rsidP="00CE76B1">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CE76B1" w:rsidRPr="00B72613" w:rsidRDefault="00CE76B1" w:rsidP="00CE76B1">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0B4D7847"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CC64AF" w:rsidRDefault="00B72613" w:rsidP="009626C4">
            <w:pPr>
              <w:pStyle w:val="Tabulka"/>
              <w:rPr>
                <w:rStyle w:val="Tun"/>
                <w:b/>
                <w:sz w:val="16"/>
                <w:szCs w:val="16"/>
              </w:rPr>
            </w:pPr>
            <w:r w:rsidRPr="00CC64AF">
              <w:rPr>
                <w:rStyle w:val="Tun"/>
                <w:b/>
                <w:sz w:val="16"/>
                <w:szCs w:val="16"/>
              </w:rPr>
              <w:t>Část Díla</w:t>
            </w:r>
          </w:p>
        </w:tc>
        <w:tc>
          <w:tcPr>
            <w:tcW w:w="4000" w:type="dxa"/>
          </w:tcPr>
          <w:p w14:paraId="2C1CEA13" w14:textId="77777777" w:rsidR="00B72613" w:rsidRPr="00CC64AF" w:rsidRDefault="00B72613" w:rsidP="009626C4">
            <w:pPr>
              <w:pStyle w:val="Tabulka"/>
              <w:rPr>
                <w:rStyle w:val="Tun"/>
                <w:b/>
                <w:sz w:val="16"/>
                <w:szCs w:val="16"/>
              </w:rPr>
            </w:pPr>
            <w:r w:rsidRPr="00CC64AF">
              <w:rPr>
                <w:rStyle w:val="Tun"/>
                <w:b/>
                <w:sz w:val="16"/>
                <w:szCs w:val="16"/>
              </w:rPr>
              <w:t>Doba plnění</w:t>
            </w:r>
          </w:p>
        </w:tc>
        <w:tc>
          <w:tcPr>
            <w:tcW w:w="3515" w:type="dxa"/>
          </w:tcPr>
          <w:p w14:paraId="6C4CAD05" w14:textId="77777777" w:rsidR="00B72613" w:rsidRPr="00CC64AF" w:rsidRDefault="00B72613" w:rsidP="009626C4">
            <w:pPr>
              <w:pStyle w:val="Tabulka"/>
              <w:rPr>
                <w:rStyle w:val="Tun"/>
                <w:b/>
                <w:sz w:val="16"/>
                <w:szCs w:val="16"/>
              </w:rPr>
            </w:pPr>
            <w:r w:rsidRPr="00CC64AF">
              <w:rPr>
                <w:rStyle w:val="Tun"/>
                <w:b/>
                <w:sz w:val="16"/>
                <w:szCs w:val="16"/>
              </w:rPr>
              <w:t>Popis činností prováděných v</w:t>
            </w:r>
            <w:r w:rsidR="009626C4" w:rsidRPr="00CC64AF">
              <w:rPr>
                <w:rStyle w:val="Tun"/>
                <w:b/>
                <w:sz w:val="16"/>
                <w:szCs w:val="16"/>
              </w:rPr>
              <w:t> </w:t>
            </w:r>
            <w:r w:rsidRPr="00CC64AF">
              <w:rPr>
                <w:rStyle w:val="Tun"/>
                <w:b/>
                <w:sz w:val="16"/>
                <w:szCs w:val="16"/>
              </w:rPr>
              <w:t>Dílčí etapě</w:t>
            </w:r>
          </w:p>
        </w:tc>
        <w:tc>
          <w:tcPr>
            <w:tcW w:w="3386" w:type="dxa"/>
          </w:tcPr>
          <w:p w14:paraId="54969C04" w14:textId="77777777" w:rsidR="00B72613" w:rsidRPr="00CC64AF" w:rsidRDefault="00B72613" w:rsidP="009626C4">
            <w:pPr>
              <w:pStyle w:val="Tabulka"/>
              <w:rPr>
                <w:rStyle w:val="Tun"/>
                <w:b/>
                <w:sz w:val="16"/>
                <w:szCs w:val="16"/>
              </w:rPr>
            </w:pPr>
            <w:r w:rsidRPr="00CC64AF">
              <w:rPr>
                <w:rStyle w:val="Tun"/>
                <w:b/>
                <w:sz w:val="16"/>
                <w:szCs w:val="16"/>
              </w:rPr>
              <w:t>Podmínky dokončení Dílčí etapy</w:t>
            </w:r>
          </w:p>
        </w:tc>
      </w:tr>
      <w:tr w:rsidR="00CC64AF" w:rsidRPr="00B72613" w14:paraId="240C5324" w14:textId="77777777" w:rsidTr="006C2AC3">
        <w:tc>
          <w:tcPr>
            <w:tcW w:w="2761" w:type="dxa"/>
            <w:vAlign w:val="center"/>
          </w:tcPr>
          <w:p w14:paraId="3A20A4DC" w14:textId="10E018DD" w:rsidR="00CC64AF" w:rsidRPr="00CC64AF" w:rsidRDefault="00CC64AF" w:rsidP="00CC64AF">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Termín zahájení prací</w:t>
            </w:r>
          </w:p>
        </w:tc>
        <w:tc>
          <w:tcPr>
            <w:tcW w:w="4000" w:type="dxa"/>
            <w:vAlign w:val="center"/>
          </w:tcPr>
          <w:p w14:paraId="5F814768" w14:textId="621DE866"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ihned po nabytí účinnosti Smlouvy o Dílo</w:t>
            </w:r>
          </w:p>
        </w:tc>
        <w:tc>
          <w:tcPr>
            <w:tcW w:w="3515" w:type="dxa"/>
            <w:vAlign w:val="center"/>
          </w:tcPr>
          <w:p w14:paraId="18E0BDC2" w14:textId="57AC8DF2"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w:t>
            </w:r>
          </w:p>
        </w:tc>
        <w:tc>
          <w:tcPr>
            <w:tcW w:w="3386" w:type="dxa"/>
            <w:vAlign w:val="center"/>
          </w:tcPr>
          <w:p w14:paraId="00DC71F4" w14:textId="36867D65"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w:t>
            </w:r>
          </w:p>
        </w:tc>
      </w:tr>
      <w:tr w:rsidR="00CC64AF" w:rsidRPr="00B72613" w14:paraId="59905A52" w14:textId="77777777" w:rsidTr="006C2AC3">
        <w:tc>
          <w:tcPr>
            <w:tcW w:w="2761" w:type="dxa"/>
            <w:vAlign w:val="center"/>
          </w:tcPr>
          <w:p w14:paraId="07DE5A15" w14:textId="771C5504" w:rsidR="00CC64AF" w:rsidRPr="00CC64AF" w:rsidRDefault="00CC64AF" w:rsidP="00CC64AF">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1. Dílčí etapa</w:t>
            </w:r>
          </w:p>
        </w:tc>
        <w:tc>
          <w:tcPr>
            <w:tcW w:w="4000" w:type="dxa"/>
            <w:vAlign w:val="center"/>
          </w:tcPr>
          <w:p w14:paraId="4849F2CF" w14:textId="4F256CD8"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 xml:space="preserve">Do </w:t>
            </w:r>
            <w:r w:rsidRPr="00CC64AF">
              <w:rPr>
                <w:rFonts w:asciiTheme="minorHAnsi" w:hAnsiTheme="minorHAnsi"/>
                <w:b/>
                <w:sz w:val="16"/>
                <w:szCs w:val="16"/>
              </w:rPr>
              <w:t>12</w:t>
            </w:r>
            <w:r w:rsidRPr="00CC64AF">
              <w:rPr>
                <w:rFonts w:asciiTheme="minorHAnsi" w:hAnsiTheme="minorHAnsi"/>
                <w:sz w:val="16"/>
                <w:szCs w:val="16"/>
              </w:rPr>
              <w:t xml:space="preserve"> měsíců od nabytí účinnosti Smlouvy o Dílo</w:t>
            </w:r>
          </w:p>
        </w:tc>
        <w:tc>
          <w:tcPr>
            <w:tcW w:w="3515" w:type="dxa"/>
            <w:vAlign w:val="center"/>
          </w:tcPr>
          <w:p w14:paraId="0A136AF4" w14:textId="77777777" w:rsidR="00CC64AF" w:rsidRPr="00CC64AF" w:rsidRDefault="00CC64AF" w:rsidP="00CC64AF">
            <w:pPr>
              <w:pStyle w:val="Textbezodsazen"/>
              <w:spacing w:line="240" w:lineRule="auto"/>
              <w:jc w:val="left"/>
              <w:rPr>
                <w:rFonts w:asciiTheme="minorHAnsi" w:hAnsiTheme="minorHAnsi"/>
                <w:sz w:val="16"/>
                <w:szCs w:val="16"/>
              </w:rPr>
            </w:pPr>
            <w:r w:rsidRPr="00CC64AF">
              <w:rPr>
                <w:rFonts w:asciiTheme="minorHAnsi" w:hAnsiTheme="minorHAnsi"/>
                <w:sz w:val="16"/>
                <w:szCs w:val="16"/>
              </w:rPr>
              <w:t>Odevzdání kompletních průzkumů odsouhlasených Objednatelem</w:t>
            </w:r>
          </w:p>
          <w:p w14:paraId="57F4CF7B" w14:textId="69CD7521" w:rsidR="00CC64AF" w:rsidRPr="00CC64AF" w:rsidRDefault="00CC64AF" w:rsidP="00CC64AF">
            <w:pPr>
              <w:pStyle w:val="Textbezodsazen"/>
              <w:jc w:val="left"/>
              <w:rPr>
                <w:rFonts w:asciiTheme="minorHAnsi" w:hAnsiTheme="minorHAnsi"/>
                <w:sz w:val="16"/>
                <w:szCs w:val="16"/>
                <w:highlight w:val="green"/>
              </w:rPr>
            </w:pPr>
          </w:p>
        </w:tc>
        <w:tc>
          <w:tcPr>
            <w:tcW w:w="3386" w:type="dxa"/>
            <w:vAlign w:val="center"/>
          </w:tcPr>
          <w:p w14:paraId="1F72AB60" w14:textId="77777777" w:rsidR="00CC64AF" w:rsidRPr="00CC64AF" w:rsidRDefault="00CC64AF" w:rsidP="00CC64AF">
            <w:pPr>
              <w:pStyle w:val="Tabulka-9"/>
              <w:rPr>
                <w:rFonts w:asciiTheme="minorHAnsi" w:hAnsiTheme="minorHAnsi"/>
                <w:sz w:val="16"/>
                <w:szCs w:val="16"/>
              </w:rPr>
            </w:pPr>
            <w:r w:rsidRPr="00CC64AF">
              <w:rPr>
                <w:rFonts w:asciiTheme="minorHAnsi" w:hAnsiTheme="minorHAnsi"/>
                <w:sz w:val="16"/>
                <w:szCs w:val="16"/>
              </w:rPr>
              <w:t>Předávací protokol podepsaný Objednatelem</w:t>
            </w:r>
          </w:p>
          <w:p w14:paraId="65C88B2E" w14:textId="696AFDBC"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 xml:space="preserve">(20 % z celkové ceny díla bez </w:t>
            </w:r>
            <w:r w:rsidR="00CE76B1">
              <w:rPr>
                <w:rFonts w:asciiTheme="minorHAnsi" w:hAnsiTheme="minorHAnsi"/>
                <w:sz w:val="16"/>
                <w:szCs w:val="16"/>
              </w:rPr>
              <w:t>položek č. 24 a č. 25</w:t>
            </w:r>
            <w:r w:rsidRPr="00CC64AF">
              <w:rPr>
                <w:rFonts w:asciiTheme="minorHAnsi" w:hAnsiTheme="minorHAnsi"/>
                <w:sz w:val="16"/>
                <w:szCs w:val="16"/>
              </w:rPr>
              <w:t>)</w:t>
            </w:r>
          </w:p>
        </w:tc>
      </w:tr>
      <w:tr w:rsidR="00CC64AF" w:rsidRPr="00B72613" w14:paraId="124CD654" w14:textId="77777777" w:rsidTr="006C2AC3">
        <w:tc>
          <w:tcPr>
            <w:tcW w:w="2761" w:type="dxa"/>
            <w:vAlign w:val="center"/>
          </w:tcPr>
          <w:p w14:paraId="11E5EA3D" w14:textId="1A52D5A9" w:rsidR="00CC64AF" w:rsidRPr="00CC64AF" w:rsidRDefault="00CC64AF" w:rsidP="00CC64AF">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2. Dílčí etapa</w:t>
            </w:r>
          </w:p>
        </w:tc>
        <w:tc>
          <w:tcPr>
            <w:tcW w:w="4000" w:type="dxa"/>
            <w:vAlign w:val="center"/>
          </w:tcPr>
          <w:p w14:paraId="0FC3E538" w14:textId="5ED871E2"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 xml:space="preserve">Do </w:t>
            </w:r>
            <w:r w:rsidRPr="00CC64AF">
              <w:rPr>
                <w:rFonts w:asciiTheme="minorHAnsi" w:hAnsiTheme="minorHAnsi"/>
                <w:b/>
                <w:sz w:val="16"/>
                <w:szCs w:val="16"/>
              </w:rPr>
              <w:t>18</w:t>
            </w:r>
            <w:r w:rsidRPr="00CC64AF">
              <w:rPr>
                <w:rFonts w:asciiTheme="minorHAnsi" w:hAnsiTheme="minorHAnsi"/>
                <w:sz w:val="16"/>
                <w:szCs w:val="16"/>
              </w:rPr>
              <w:t xml:space="preserve"> měsíců od nabytí účinnosti Smlouvy o Dílo</w:t>
            </w:r>
          </w:p>
        </w:tc>
        <w:tc>
          <w:tcPr>
            <w:tcW w:w="3515" w:type="dxa"/>
            <w:vAlign w:val="center"/>
          </w:tcPr>
          <w:p w14:paraId="7E718F0B" w14:textId="77777777" w:rsidR="00CC64AF" w:rsidRPr="00CC64AF" w:rsidRDefault="00CC64AF" w:rsidP="00CC64AF">
            <w:pPr>
              <w:pStyle w:val="Tabulka-9"/>
              <w:spacing w:after="120"/>
              <w:rPr>
                <w:rFonts w:asciiTheme="minorHAnsi" w:hAnsiTheme="minorHAnsi"/>
                <w:sz w:val="16"/>
                <w:szCs w:val="16"/>
              </w:rPr>
            </w:pPr>
            <w:r w:rsidRPr="00CC64AF">
              <w:rPr>
                <w:rFonts w:asciiTheme="minorHAnsi" w:hAnsiTheme="minorHAnsi"/>
                <w:sz w:val="16"/>
                <w:szCs w:val="16"/>
              </w:rPr>
              <w:t>Návrh technického řešení DPS k připomínkovému řízení</w:t>
            </w:r>
            <w:r w:rsidRPr="00CC64AF" w:rsidDel="00B278DC">
              <w:rPr>
                <w:rFonts w:asciiTheme="minorHAnsi" w:hAnsiTheme="minorHAnsi"/>
                <w:sz w:val="16"/>
                <w:szCs w:val="16"/>
              </w:rPr>
              <w:t xml:space="preserve"> </w:t>
            </w:r>
          </w:p>
          <w:p w14:paraId="693D5781" w14:textId="6589A20A" w:rsidR="00CC64AF" w:rsidRPr="00CC64AF" w:rsidRDefault="00CC64AF" w:rsidP="00CC64AF">
            <w:pPr>
              <w:pStyle w:val="Textbezodsazen"/>
              <w:rPr>
                <w:rFonts w:asciiTheme="minorHAnsi" w:hAnsiTheme="minorHAnsi"/>
                <w:sz w:val="16"/>
                <w:szCs w:val="16"/>
                <w:highlight w:val="green"/>
              </w:rPr>
            </w:pPr>
            <w:r w:rsidRPr="00CC64AF">
              <w:rPr>
                <w:rFonts w:asciiTheme="minorHAnsi" w:hAnsiTheme="minorHAnsi"/>
                <w:sz w:val="16"/>
                <w:szCs w:val="16"/>
              </w:rPr>
              <w:t>Zpracování konceptu záborového elaborátu a rozeslání informačních dopisů dotčeným vlastníkům</w:t>
            </w:r>
          </w:p>
        </w:tc>
        <w:tc>
          <w:tcPr>
            <w:tcW w:w="3386" w:type="dxa"/>
            <w:vAlign w:val="center"/>
          </w:tcPr>
          <w:p w14:paraId="457D2BE3" w14:textId="77777777" w:rsidR="00CC64AF" w:rsidRPr="00CC64AF" w:rsidRDefault="00CC64AF" w:rsidP="00CC64AF">
            <w:pPr>
              <w:pStyle w:val="Tabulka-9"/>
              <w:rPr>
                <w:rFonts w:asciiTheme="minorHAnsi" w:hAnsiTheme="minorHAnsi"/>
                <w:sz w:val="16"/>
                <w:szCs w:val="16"/>
              </w:rPr>
            </w:pPr>
            <w:r w:rsidRPr="00CC64AF">
              <w:rPr>
                <w:rFonts w:asciiTheme="minorHAnsi" w:hAnsiTheme="minorHAnsi"/>
                <w:sz w:val="16"/>
                <w:szCs w:val="16"/>
              </w:rPr>
              <w:t xml:space="preserve">Předávací protokol podepsaný Objednatelem </w:t>
            </w:r>
          </w:p>
          <w:p w14:paraId="7152D89C" w14:textId="48950311"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 xml:space="preserve">(15 % z celkové ceny díla bez </w:t>
            </w:r>
            <w:r w:rsidR="00CE76B1">
              <w:rPr>
                <w:rFonts w:asciiTheme="minorHAnsi" w:hAnsiTheme="minorHAnsi"/>
                <w:sz w:val="16"/>
                <w:szCs w:val="16"/>
              </w:rPr>
              <w:t>položek č. 24 a č. 25</w:t>
            </w:r>
            <w:r w:rsidRPr="00CC64AF">
              <w:rPr>
                <w:rFonts w:asciiTheme="minorHAnsi" w:hAnsiTheme="minorHAnsi"/>
                <w:sz w:val="16"/>
                <w:szCs w:val="16"/>
              </w:rPr>
              <w:t>)</w:t>
            </w:r>
          </w:p>
        </w:tc>
      </w:tr>
      <w:tr w:rsidR="00CC64AF" w:rsidRPr="00B72613" w14:paraId="6FD83D89" w14:textId="77777777" w:rsidTr="006C2AC3">
        <w:tc>
          <w:tcPr>
            <w:tcW w:w="2761" w:type="dxa"/>
            <w:vAlign w:val="center"/>
          </w:tcPr>
          <w:p w14:paraId="28C71F85" w14:textId="63ADEBB2" w:rsidR="00CC64AF" w:rsidRPr="00CC64AF" w:rsidRDefault="00CC64AF" w:rsidP="00CC64AF">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3. Dílčí etapa</w:t>
            </w:r>
          </w:p>
        </w:tc>
        <w:tc>
          <w:tcPr>
            <w:tcW w:w="4000" w:type="dxa"/>
            <w:vAlign w:val="center"/>
          </w:tcPr>
          <w:p w14:paraId="79E03AF8" w14:textId="59DEA452"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 xml:space="preserve">Do </w:t>
            </w:r>
            <w:r w:rsidRPr="00CC64AF">
              <w:rPr>
                <w:rFonts w:asciiTheme="minorHAnsi" w:hAnsiTheme="minorHAnsi"/>
                <w:b/>
                <w:sz w:val="16"/>
                <w:szCs w:val="16"/>
              </w:rPr>
              <w:t>22</w:t>
            </w:r>
            <w:r w:rsidRPr="00CC64AF">
              <w:rPr>
                <w:rFonts w:asciiTheme="minorHAnsi" w:hAnsiTheme="minorHAnsi"/>
                <w:sz w:val="16"/>
                <w:szCs w:val="16"/>
              </w:rPr>
              <w:t xml:space="preserve"> měsíců od nabytí účinnosti Smlouvy o Dílo</w:t>
            </w:r>
          </w:p>
        </w:tc>
        <w:tc>
          <w:tcPr>
            <w:tcW w:w="3515" w:type="dxa"/>
            <w:vAlign w:val="center"/>
          </w:tcPr>
          <w:p w14:paraId="2A43334E" w14:textId="7BF08F69"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Definitivní odevzdání DPS se zapracovanými připomínkami bez dokladové části včetně úplného popisu změn oproti záměru, ke kterému byl vydán Závěr zjišťovacího řízení včetně posouzení vlivu změn záměru na ŽP autorizovanou osobou</w:t>
            </w:r>
          </w:p>
        </w:tc>
        <w:tc>
          <w:tcPr>
            <w:tcW w:w="3386" w:type="dxa"/>
            <w:vAlign w:val="center"/>
          </w:tcPr>
          <w:p w14:paraId="5483A874" w14:textId="77777777" w:rsidR="00CC64AF" w:rsidRPr="00CC64AF" w:rsidRDefault="00CC64AF" w:rsidP="00CC64AF">
            <w:pPr>
              <w:pStyle w:val="Tabulka-9"/>
              <w:rPr>
                <w:rFonts w:asciiTheme="minorHAnsi" w:hAnsiTheme="minorHAnsi"/>
                <w:sz w:val="16"/>
                <w:szCs w:val="16"/>
              </w:rPr>
            </w:pPr>
            <w:r w:rsidRPr="00CC64AF">
              <w:rPr>
                <w:rFonts w:asciiTheme="minorHAnsi" w:hAnsiTheme="minorHAnsi"/>
                <w:sz w:val="16"/>
                <w:szCs w:val="16"/>
              </w:rPr>
              <w:t xml:space="preserve">Předávací protokol podepsaný Objednatelem </w:t>
            </w:r>
          </w:p>
          <w:p w14:paraId="6F1410DF" w14:textId="17A380FD"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 xml:space="preserve">(15 % z celkové ceny díla bez </w:t>
            </w:r>
            <w:r w:rsidR="00CE76B1">
              <w:rPr>
                <w:rFonts w:asciiTheme="minorHAnsi" w:hAnsiTheme="minorHAnsi"/>
                <w:sz w:val="16"/>
                <w:szCs w:val="16"/>
              </w:rPr>
              <w:t>položek č. 24 a č. 25</w:t>
            </w:r>
            <w:r w:rsidRPr="00CC64AF">
              <w:rPr>
                <w:rFonts w:asciiTheme="minorHAnsi" w:hAnsiTheme="minorHAnsi"/>
                <w:sz w:val="16"/>
                <w:szCs w:val="16"/>
              </w:rPr>
              <w:t>)</w:t>
            </w:r>
          </w:p>
        </w:tc>
      </w:tr>
      <w:tr w:rsidR="00CC64AF" w:rsidRPr="00BC6927" w14:paraId="7D795898" w14:textId="77777777" w:rsidTr="006C2AC3">
        <w:tc>
          <w:tcPr>
            <w:tcW w:w="2761" w:type="dxa"/>
            <w:vAlign w:val="center"/>
          </w:tcPr>
          <w:p w14:paraId="55BD9ACB" w14:textId="38AFBAB2" w:rsidR="00CC64AF" w:rsidRPr="00CC64AF" w:rsidRDefault="00CC64AF" w:rsidP="00CC64AF">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4. Dílčí etapa</w:t>
            </w:r>
          </w:p>
        </w:tc>
        <w:tc>
          <w:tcPr>
            <w:tcW w:w="4000" w:type="dxa"/>
            <w:vAlign w:val="center"/>
          </w:tcPr>
          <w:p w14:paraId="5E912296" w14:textId="5BD5D115"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 xml:space="preserve">do </w:t>
            </w:r>
            <w:r w:rsidRPr="00CC64AF">
              <w:rPr>
                <w:rFonts w:asciiTheme="minorHAnsi" w:hAnsiTheme="minorHAnsi"/>
                <w:b/>
                <w:sz w:val="16"/>
                <w:szCs w:val="16"/>
              </w:rPr>
              <w:t>28</w:t>
            </w:r>
            <w:r w:rsidRPr="00CC64AF">
              <w:rPr>
                <w:rFonts w:asciiTheme="minorHAnsi" w:hAnsiTheme="minorHAnsi"/>
                <w:sz w:val="16"/>
                <w:szCs w:val="16"/>
              </w:rPr>
              <w:t xml:space="preserve"> měsíců od nabytí účinnosti Smlouvy o Dílo</w:t>
            </w:r>
          </w:p>
        </w:tc>
        <w:tc>
          <w:tcPr>
            <w:tcW w:w="3515" w:type="dxa"/>
            <w:vAlign w:val="center"/>
          </w:tcPr>
          <w:p w14:paraId="39A81335" w14:textId="77777777" w:rsidR="00CC64AF" w:rsidRPr="00CC64AF" w:rsidRDefault="00CC64AF" w:rsidP="00CC64AF">
            <w:pPr>
              <w:pStyle w:val="Tabulka-9"/>
              <w:spacing w:after="120"/>
              <w:rPr>
                <w:rFonts w:asciiTheme="minorHAnsi" w:hAnsiTheme="minorHAnsi"/>
                <w:sz w:val="16"/>
                <w:szCs w:val="16"/>
              </w:rPr>
            </w:pPr>
            <w:r w:rsidRPr="00CC64AF">
              <w:rPr>
                <w:rFonts w:asciiTheme="minorHAnsi" w:hAnsiTheme="minorHAnsi"/>
                <w:sz w:val="16"/>
                <w:szCs w:val="16"/>
              </w:rPr>
              <w:t>Podání žádosti pro společné povolení stavby podle liniového zákona</w:t>
            </w:r>
          </w:p>
          <w:p w14:paraId="7FF5B563" w14:textId="77777777" w:rsidR="00CC64AF" w:rsidRPr="00CC64AF" w:rsidRDefault="00CC64AF" w:rsidP="00CC64AF">
            <w:pPr>
              <w:pStyle w:val="Tabulka-9"/>
              <w:spacing w:after="120"/>
              <w:rPr>
                <w:rFonts w:asciiTheme="minorHAnsi" w:hAnsiTheme="minorHAnsi"/>
                <w:sz w:val="16"/>
                <w:szCs w:val="16"/>
              </w:rPr>
            </w:pPr>
            <w:r w:rsidRPr="00CC64AF">
              <w:rPr>
                <w:rFonts w:asciiTheme="minorHAnsi" w:hAnsiTheme="minorHAnsi"/>
                <w:sz w:val="16"/>
                <w:szCs w:val="16"/>
              </w:rPr>
              <w:t>Dokladová část</w:t>
            </w:r>
          </w:p>
          <w:p w14:paraId="103C8EB4" w14:textId="77777777" w:rsidR="00CC64AF" w:rsidRPr="00CC64AF" w:rsidRDefault="00CC64AF" w:rsidP="00CC64AF">
            <w:pPr>
              <w:pStyle w:val="Tabulka"/>
              <w:spacing w:after="120"/>
              <w:rPr>
                <w:rFonts w:asciiTheme="minorHAnsi" w:hAnsiTheme="minorHAnsi"/>
                <w:sz w:val="16"/>
                <w:szCs w:val="16"/>
              </w:rPr>
            </w:pPr>
            <w:r w:rsidRPr="00CC64AF">
              <w:rPr>
                <w:rFonts w:asciiTheme="minorHAnsi" w:hAnsiTheme="minorHAnsi"/>
                <w:sz w:val="16"/>
                <w:szCs w:val="16"/>
              </w:rPr>
              <w:t>Zpracování geometrických plánů pro trvalé zábory a věcná břemena</w:t>
            </w:r>
          </w:p>
          <w:p w14:paraId="572D76E6" w14:textId="5EFF8158" w:rsidR="00CC64AF" w:rsidRDefault="00CC64AF" w:rsidP="00CC64AF">
            <w:pPr>
              <w:pStyle w:val="Textbezodsazen"/>
              <w:jc w:val="left"/>
              <w:rPr>
                <w:rFonts w:asciiTheme="minorHAnsi" w:hAnsiTheme="minorHAnsi"/>
                <w:sz w:val="16"/>
                <w:szCs w:val="16"/>
              </w:rPr>
            </w:pPr>
            <w:r w:rsidRPr="00CC64AF">
              <w:rPr>
                <w:rFonts w:asciiTheme="minorHAnsi" w:hAnsiTheme="minorHAnsi"/>
                <w:sz w:val="16"/>
                <w:szCs w:val="16"/>
              </w:rPr>
              <w:t>Odevzdání aktualizace záměru projektu</w:t>
            </w:r>
            <w:r w:rsidR="003833C0">
              <w:rPr>
                <w:rFonts w:asciiTheme="minorHAnsi" w:hAnsiTheme="minorHAnsi"/>
                <w:sz w:val="16"/>
                <w:szCs w:val="16"/>
              </w:rPr>
              <w:t xml:space="preserve"> na základě pokynu Objednatele</w:t>
            </w:r>
            <w:r w:rsidRPr="00CC64AF">
              <w:rPr>
                <w:rFonts w:asciiTheme="minorHAnsi" w:hAnsiTheme="minorHAnsi"/>
                <w:sz w:val="16"/>
                <w:szCs w:val="16"/>
              </w:rPr>
              <w:t>.</w:t>
            </w:r>
          </w:p>
          <w:p w14:paraId="7A9157BF" w14:textId="3BBDC0B4" w:rsidR="005546D5" w:rsidRPr="005546D5" w:rsidRDefault="005546D5" w:rsidP="00CC64AF">
            <w:pPr>
              <w:pStyle w:val="Textbezodsazen"/>
              <w:jc w:val="left"/>
              <w:rPr>
                <w:rFonts w:asciiTheme="minorHAnsi" w:hAnsiTheme="minorHAnsi"/>
                <w:sz w:val="16"/>
                <w:szCs w:val="16"/>
                <w:highlight w:val="green"/>
              </w:rPr>
            </w:pPr>
            <w:r w:rsidRPr="00112021">
              <w:rPr>
                <w:rFonts w:eastAsia="Times New Roman" w:cs="Times New Roman"/>
                <w:i/>
                <w:iCs/>
                <w:sz w:val="16"/>
                <w:szCs w:val="16"/>
              </w:rPr>
              <w:t>(Vyhrazená změna závazku)</w:t>
            </w:r>
          </w:p>
        </w:tc>
        <w:tc>
          <w:tcPr>
            <w:tcW w:w="3386" w:type="dxa"/>
            <w:vAlign w:val="center"/>
          </w:tcPr>
          <w:p w14:paraId="01C43476" w14:textId="77777777" w:rsidR="00CC64AF" w:rsidRPr="00CC64AF" w:rsidRDefault="00CC64AF" w:rsidP="00CC64AF">
            <w:pPr>
              <w:pStyle w:val="Tabulka-9"/>
              <w:spacing w:after="120"/>
              <w:rPr>
                <w:rFonts w:asciiTheme="minorHAnsi" w:hAnsiTheme="minorHAnsi"/>
                <w:sz w:val="16"/>
                <w:szCs w:val="16"/>
              </w:rPr>
            </w:pPr>
            <w:r w:rsidRPr="00CC64AF">
              <w:rPr>
                <w:rFonts w:asciiTheme="minorHAnsi" w:hAnsiTheme="minorHAnsi"/>
                <w:sz w:val="16"/>
                <w:szCs w:val="16"/>
              </w:rPr>
              <w:t xml:space="preserve">Předávací protokol podepsaný Objednatelem </w:t>
            </w:r>
          </w:p>
          <w:p w14:paraId="5F1D5541" w14:textId="77777777" w:rsidR="00CC64AF" w:rsidRPr="00CC64AF" w:rsidRDefault="00CC64AF" w:rsidP="00CC64AF">
            <w:pPr>
              <w:pStyle w:val="Tabulka-9"/>
              <w:spacing w:after="0"/>
              <w:rPr>
                <w:rFonts w:asciiTheme="minorHAnsi" w:hAnsiTheme="minorHAnsi"/>
                <w:sz w:val="16"/>
                <w:szCs w:val="16"/>
              </w:rPr>
            </w:pPr>
            <w:r w:rsidRPr="00CC64AF">
              <w:rPr>
                <w:rFonts w:asciiTheme="minorHAnsi" w:hAnsiTheme="minorHAnsi"/>
                <w:sz w:val="16"/>
                <w:szCs w:val="16"/>
              </w:rPr>
              <w:t xml:space="preserve">Kopie žádosti o povolení potvrzená místně příslušným úřadem </w:t>
            </w:r>
          </w:p>
          <w:p w14:paraId="7B7CCAB4" w14:textId="76982D45" w:rsidR="00CC64AF" w:rsidRPr="00CC64AF" w:rsidRDefault="00CC64AF" w:rsidP="00CC64AF">
            <w:pPr>
              <w:pStyle w:val="Textbezodsazen"/>
              <w:jc w:val="left"/>
              <w:rPr>
                <w:rFonts w:asciiTheme="minorHAnsi" w:hAnsiTheme="minorHAnsi"/>
                <w:b/>
                <w:sz w:val="16"/>
                <w:szCs w:val="16"/>
                <w:highlight w:val="green"/>
              </w:rPr>
            </w:pPr>
            <w:r w:rsidRPr="00CC64AF">
              <w:rPr>
                <w:rFonts w:asciiTheme="minorHAnsi" w:hAnsiTheme="minorHAnsi"/>
                <w:sz w:val="16"/>
                <w:szCs w:val="16"/>
              </w:rPr>
              <w:t xml:space="preserve">(15 % z celkové ceny díla bez </w:t>
            </w:r>
            <w:r w:rsidR="00CE76B1">
              <w:rPr>
                <w:rFonts w:asciiTheme="minorHAnsi" w:hAnsiTheme="minorHAnsi"/>
                <w:sz w:val="16"/>
                <w:szCs w:val="16"/>
              </w:rPr>
              <w:t>položek č. 24 a č. 25</w:t>
            </w:r>
            <w:r w:rsidRPr="00CC64AF">
              <w:rPr>
                <w:rFonts w:asciiTheme="minorHAnsi" w:hAnsiTheme="minorHAnsi"/>
                <w:sz w:val="16"/>
                <w:szCs w:val="16"/>
              </w:rPr>
              <w:t>)</w:t>
            </w:r>
          </w:p>
        </w:tc>
      </w:tr>
      <w:tr w:rsidR="00CC64AF" w:rsidRPr="00BC6927" w14:paraId="393C140A" w14:textId="77777777" w:rsidTr="006C2AC3">
        <w:tc>
          <w:tcPr>
            <w:tcW w:w="2761" w:type="dxa"/>
            <w:vAlign w:val="center"/>
          </w:tcPr>
          <w:p w14:paraId="3348AD24" w14:textId="3F012BF7" w:rsidR="00CC64AF" w:rsidRPr="00CC64AF" w:rsidRDefault="00CC64AF" w:rsidP="00CC64AF">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5. Dílčí etapa</w:t>
            </w:r>
          </w:p>
        </w:tc>
        <w:tc>
          <w:tcPr>
            <w:tcW w:w="4000" w:type="dxa"/>
            <w:vAlign w:val="center"/>
          </w:tcPr>
          <w:p w14:paraId="0627038A" w14:textId="2B008B68" w:rsidR="00CC64AF" w:rsidRPr="00CC64AF" w:rsidRDefault="00CC64AF" w:rsidP="00CC64AF">
            <w:pPr>
              <w:pStyle w:val="Textbezodsazen"/>
              <w:jc w:val="left"/>
              <w:rPr>
                <w:rFonts w:asciiTheme="minorHAnsi" w:hAnsiTheme="minorHAnsi"/>
                <w:b/>
                <w:sz w:val="16"/>
                <w:szCs w:val="16"/>
                <w:highlight w:val="green"/>
              </w:rPr>
            </w:pPr>
            <w:r w:rsidRPr="00CC64AF">
              <w:rPr>
                <w:rFonts w:asciiTheme="minorHAnsi" w:hAnsiTheme="minorHAnsi"/>
                <w:sz w:val="16"/>
                <w:szCs w:val="16"/>
              </w:rPr>
              <w:t xml:space="preserve">do </w:t>
            </w:r>
            <w:r w:rsidRPr="00CC64AF">
              <w:rPr>
                <w:rFonts w:asciiTheme="minorHAnsi" w:hAnsiTheme="minorHAnsi"/>
                <w:b/>
                <w:sz w:val="16"/>
                <w:szCs w:val="16"/>
              </w:rPr>
              <w:t>34</w:t>
            </w:r>
            <w:r w:rsidRPr="00CC64AF">
              <w:rPr>
                <w:rFonts w:asciiTheme="minorHAnsi" w:hAnsiTheme="minorHAnsi"/>
                <w:sz w:val="16"/>
                <w:szCs w:val="16"/>
              </w:rPr>
              <w:t xml:space="preserve"> měsíců od nabytí účinnosti Smlouvy o Dílo</w:t>
            </w:r>
          </w:p>
        </w:tc>
        <w:tc>
          <w:tcPr>
            <w:tcW w:w="3515" w:type="dxa"/>
            <w:vAlign w:val="center"/>
          </w:tcPr>
          <w:p w14:paraId="0A920BDD" w14:textId="77777777" w:rsidR="00CC64AF" w:rsidRPr="00CC64AF" w:rsidRDefault="00CC64AF" w:rsidP="00CC64AF">
            <w:pPr>
              <w:pStyle w:val="Textbezodsazen"/>
              <w:spacing w:line="240" w:lineRule="auto"/>
              <w:jc w:val="left"/>
              <w:rPr>
                <w:rFonts w:asciiTheme="minorHAnsi" w:hAnsiTheme="minorHAnsi"/>
                <w:sz w:val="16"/>
                <w:szCs w:val="16"/>
              </w:rPr>
            </w:pPr>
            <w:r w:rsidRPr="00CC64AF">
              <w:rPr>
                <w:rFonts w:asciiTheme="minorHAnsi" w:hAnsiTheme="minorHAnsi"/>
                <w:sz w:val="16"/>
                <w:szCs w:val="16"/>
              </w:rPr>
              <w:t xml:space="preserve">Nabytí právní moci povolení stavby </w:t>
            </w:r>
          </w:p>
          <w:p w14:paraId="21BF8739" w14:textId="4EF0E51B" w:rsidR="00CC64AF" w:rsidRPr="00CC64AF" w:rsidRDefault="00CC64AF" w:rsidP="00CC64AF">
            <w:pPr>
              <w:pStyle w:val="Textbezodsazen"/>
              <w:jc w:val="left"/>
              <w:rPr>
                <w:rFonts w:asciiTheme="minorHAnsi" w:hAnsiTheme="minorHAnsi"/>
                <w:sz w:val="16"/>
                <w:szCs w:val="16"/>
                <w:highlight w:val="green"/>
              </w:rPr>
            </w:pPr>
          </w:p>
        </w:tc>
        <w:tc>
          <w:tcPr>
            <w:tcW w:w="3386" w:type="dxa"/>
            <w:vAlign w:val="center"/>
          </w:tcPr>
          <w:p w14:paraId="197F52F5" w14:textId="77777777" w:rsidR="00CC64AF" w:rsidRPr="00CC64AF" w:rsidRDefault="00CC64AF" w:rsidP="00CC64AF">
            <w:pPr>
              <w:pStyle w:val="Tabulka-9"/>
              <w:rPr>
                <w:rFonts w:asciiTheme="minorHAnsi" w:hAnsiTheme="minorHAnsi"/>
                <w:sz w:val="16"/>
                <w:szCs w:val="16"/>
              </w:rPr>
            </w:pPr>
            <w:r w:rsidRPr="00CC64AF">
              <w:rPr>
                <w:rFonts w:asciiTheme="minorHAnsi" w:hAnsiTheme="minorHAnsi"/>
                <w:sz w:val="16"/>
                <w:szCs w:val="16"/>
              </w:rPr>
              <w:t xml:space="preserve">Povolení v právní moci </w:t>
            </w:r>
          </w:p>
          <w:p w14:paraId="4BB35120" w14:textId="470D9538" w:rsidR="00CC64AF" w:rsidRPr="00CC64AF" w:rsidDel="00254815"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lastRenderedPageBreak/>
              <w:t>(5 % z celkové ceny díla bez</w:t>
            </w:r>
            <w:r w:rsidR="00CE76B1" w:rsidRPr="00CC64AF">
              <w:rPr>
                <w:rFonts w:asciiTheme="minorHAnsi" w:hAnsiTheme="minorHAnsi"/>
                <w:sz w:val="16"/>
                <w:szCs w:val="16"/>
              </w:rPr>
              <w:t xml:space="preserve"> </w:t>
            </w:r>
            <w:r w:rsidR="00CE76B1">
              <w:rPr>
                <w:rFonts w:asciiTheme="minorHAnsi" w:hAnsiTheme="minorHAnsi"/>
                <w:sz w:val="16"/>
                <w:szCs w:val="16"/>
              </w:rPr>
              <w:t>položek č. 24 a č. 25</w:t>
            </w:r>
            <w:r w:rsidRPr="00CC64AF">
              <w:rPr>
                <w:rFonts w:asciiTheme="minorHAnsi" w:hAnsiTheme="minorHAnsi"/>
                <w:sz w:val="16"/>
                <w:szCs w:val="16"/>
              </w:rPr>
              <w:t>)</w:t>
            </w:r>
          </w:p>
        </w:tc>
      </w:tr>
      <w:tr w:rsidR="00CC64AF" w:rsidRPr="00B72613" w14:paraId="2BCDEE36" w14:textId="77777777" w:rsidTr="006C2AC3">
        <w:tc>
          <w:tcPr>
            <w:tcW w:w="2761" w:type="dxa"/>
            <w:vAlign w:val="center"/>
          </w:tcPr>
          <w:p w14:paraId="50D98E30" w14:textId="408B3228" w:rsidR="00CC64AF" w:rsidRPr="00CC64AF" w:rsidRDefault="00CC64AF" w:rsidP="00CC64AF">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lastRenderedPageBreak/>
              <w:t>6. Dílčí etapa</w:t>
            </w:r>
          </w:p>
        </w:tc>
        <w:tc>
          <w:tcPr>
            <w:tcW w:w="4000" w:type="dxa"/>
            <w:vAlign w:val="center"/>
          </w:tcPr>
          <w:p w14:paraId="45309703" w14:textId="7D17FE18"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 xml:space="preserve">do </w:t>
            </w:r>
            <w:r w:rsidRPr="00CC64AF">
              <w:rPr>
                <w:rFonts w:asciiTheme="minorHAnsi" w:hAnsiTheme="minorHAnsi"/>
                <w:b/>
                <w:sz w:val="16"/>
                <w:szCs w:val="16"/>
              </w:rPr>
              <w:t>38</w:t>
            </w:r>
            <w:r w:rsidRPr="00CC64AF">
              <w:rPr>
                <w:rFonts w:asciiTheme="minorHAnsi" w:hAnsiTheme="minorHAnsi"/>
                <w:sz w:val="16"/>
                <w:szCs w:val="16"/>
              </w:rPr>
              <w:t xml:space="preserve"> měsíců od nabytí účinnosti Smlouvy o Dílo</w:t>
            </w:r>
          </w:p>
        </w:tc>
        <w:tc>
          <w:tcPr>
            <w:tcW w:w="3515" w:type="dxa"/>
            <w:vAlign w:val="center"/>
          </w:tcPr>
          <w:p w14:paraId="54E4EF58" w14:textId="77777777" w:rsidR="00CC64AF" w:rsidRPr="00CC64AF" w:rsidRDefault="00CC64AF" w:rsidP="00CC64AF">
            <w:pPr>
              <w:pStyle w:val="Tabulka-9"/>
              <w:rPr>
                <w:rFonts w:asciiTheme="minorHAnsi" w:hAnsiTheme="minorHAnsi"/>
                <w:sz w:val="16"/>
                <w:szCs w:val="16"/>
              </w:rPr>
            </w:pPr>
            <w:r w:rsidRPr="00CC64AF">
              <w:rPr>
                <w:rFonts w:asciiTheme="minorHAnsi" w:hAnsiTheme="minorHAnsi"/>
                <w:sz w:val="16"/>
                <w:szCs w:val="16"/>
              </w:rPr>
              <w:t xml:space="preserve">Návrh technického řešení PDPS k připomínkovému řízení </w:t>
            </w:r>
          </w:p>
          <w:p w14:paraId="6DBEF5E8" w14:textId="77777777" w:rsidR="00CC64AF" w:rsidRPr="00CC64AF" w:rsidRDefault="00CC64AF" w:rsidP="00CC64AF">
            <w:pPr>
              <w:pStyle w:val="Tabulka-9"/>
              <w:rPr>
                <w:rFonts w:asciiTheme="minorHAnsi" w:hAnsiTheme="minorHAnsi"/>
                <w:sz w:val="16"/>
                <w:szCs w:val="16"/>
              </w:rPr>
            </w:pPr>
          </w:p>
          <w:p w14:paraId="741E242E" w14:textId="1C7BCFF0" w:rsidR="00CC64AF" w:rsidRPr="00CC64AF" w:rsidRDefault="00CC64AF" w:rsidP="00CC64AF">
            <w:pPr>
              <w:pStyle w:val="Textbezodsazen"/>
              <w:jc w:val="left"/>
              <w:rPr>
                <w:rFonts w:asciiTheme="minorHAnsi" w:hAnsiTheme="minorHAnsi"/>
                <w:sz w:val="16"/>
                <w:szCs w:val="16"/>
                <w:highlight w:val="green"/>
              </w:rPr>
            </w:pPr>
          </w:p>
        </w:tc>
        <w:tc>
          <w:tcPr>
            <w:tcW w:w="3386" w:type="dxa"/>
            <w:vAlign w:val="center"/>
          </w:tcPr>
          <w:p w14:paraId="014A4FDA" w14:textId="77777777" w:rsidR="00CC64AF" w:rsidRPr="00CC64AF" w:rsidRDefault="00CC64AF" w:rsidP="00CC64AF">
            <w:pPr>
              <w:pStyle w:val="Tabulka-9"/>
              <w:rPr>
                <w:rFonts w:asciiTheme="minorHAnsi" w:hAnsiTheme="minorHAnsi"/>
                <w:sz w:val="16"/>
                <w:szCs w:val="16"/>
              </w:rPr>
            </w:pPr>
            <w:r w:rsidRPr="00CC64AF">
              <w:rPr>
                <w:rFonts w:asciiTheme="minorHAnsi" w:hAnsiTheme="minorHAnsi"/>
                <w:sz w:val="16"/>
                <w:szCs w:val="16"/>
              </w:rPr>
              <w:t xml:space="preserve">Předávací protokol podepsaný Objednatelem </w:t>
            </w:r>
          </w:p>
          <w:p w14:paraId="435EED99" w14:textId="6F226792"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(10 % z celkové ceny díla bez</w:t>
            </w:r>
            <w:r w:rsidR="00CE76B1" w:rsidRPr="00CC64AF">
              <w:rPr>
                <w:rFonts w:asciiTheme="minorHAnsi" w:hAnsiTheme="minorHAnsi"/>
                <w:sz w:val="16"/>
                <w:szCs w:val="16"/>
              </w:rPr>
              <w:t xml:space="preserve"> </w:t>
            </w:r>
            <w:r w:rsidR="00CE76B1">
              <w:rPr>
                <w:rFonts w:asciiTheme="minorHAnsi" w:hAnsiTheme="minorHAnsi"/>
                <w:sz w:val="16"/>
                <w:szCs w:val="16"/>
              </w:rPr>
              <w:t>položek č. 24 a č. 25</w:t>
            </w:r>
            <w:r w:rsidRPr="00CC64AF">
              <w:rPr>
                <w:rFonts w:asciiTheme="minorHAnsi" w:hAnsiTheme="minorHAnsi"/>
                <w:sz w:val="16"/>
                <w:szCs w:val="16"/>
              </w:rPr>
              <w:t>)</w:t>
            </w:r>
          </w:p>
        </w:tc>
      </w:tr>
      <w:tr w:rsidR="00CC64AF" w:rsidRPr="00B72613" w14:paraId="6FB8814C" w14:textId="77777777" w:rsidTr="006C2AC3">
        <w:tc>
          <w:tcPr>
            <w:tcW w:w="2761" w:type="dxa"/>
            <w:vAlign w:val="center"/>
          </w:tcPr>
          <w:p w14:paraId="0E994162" w14:textId="081E1B34" w:rsidR="00CC64AF" w:rsidRPr="00CC64AF" w:rsidRDefault="00CC64AF" w:rsidP="00CC64AF">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7. Dílčí etapa</w:t>
            </w:r>
          </w:p>
        </w:tc>
        <w:tc>
          <w:tcPr>
            <w:tcW w:w="4000" w:type="dxa"/>
            <w:vAlign w:val="center"/>
          </w:tcPr>
          <w:p w14:paraId="286E0DDE" w14:textId="06064E02" w:rsidR="00CC64AF" w:rsidRPr="00CC64AF" w:rsidRDefault="00CC64AF" w:rsidP="00CC64AF">
            <w:pPr>
              <w:pStyle w:val="Textbezodsazen"/>
              <w:jc w:val="left"/>
              <w:rPr>
                <w:rFonts w:asciiTheme="minorHAnsi" w:hAnsiTheme="minorHAnsi"/>
                <w:b/>
                <w:sz w:val="16"/>
                <w:szCs w:val="16"/>
                <w:highlight w:val="green"/>
              </w:rPr>
            </w:pPr>
            <w:r w:rsidRPr="00CC64AF">
              <w:rPr>
                <w:rFonts w:asciiTheme="minorHAnsi" w:hAnsiTheme="minorHAnsi"/>
                <w:sz w:val="16"/>
                <w:szCs w:val="16"/>
              </w:rPr>
              <w:t xml:space="preserve">do </w:t>
            </w:r>
            <w:r w:rsidRPr="00CC64AF">
              <w:rPr>
                <w:rFonts w:asciiTheme="minorHAnsi" w:hAnsiTheme="minorHAnsi"/>
                <w:b/>
                <w:sz w:val="16"/>
                <w:szCs w:val="16"/>
              </w:rPr>
              <w:t>42</w:t>
            </w:r>
            <w:r w:rsidRPr="00CC64AF">
              <w:rPr>
                <w:rFonts w:asciiTheme="minorHAnsi" w:hAnsiTheme="minorHAnsi"/>
                <w:sz w:val="16"/>
                <w:szCs w:val="16"/>
              </w:rPr>
              <w:t xml:space="preserve"> měsíců od nabytí účinnosti Smlouvy o Dílo</w:t>
            </w:r>
          </w:p>
        </w:tc>
        <w:tc>
          <w:tcPr>
            <w:tcW w:w="3515" w:type="dxa"/>
            <w:vAlign w:val="center"/>
          </w:tcPr>
          <w:p w14:paraId="3AEB4FB9" w14:textId="77777777" w:rsidR="00CC64AF" w:rsidRPr="00CC64AF" w:rsidRDefault="00CC64AF" w:rsidP="00CC64AF">
            <w:pPr>
              <w:pStyle w:val="Tabulka-9"/>
              <w:spacing w:after="120"/>
              <w:rPr>
                <w:rFonts w:asciiTheme="minorHAnsi" w:hAnsiTheme="minorHAnsi"/>
                <w:sz w:val="16"/>
                <w:szCs w:val="16"/>
              </w:rPr>
            </w:pPr>
            <w:r w:rsidRPr="00CC64AF">
              <w:rPr>
                <w:rFonts w:asciiTheme="minorHAnsi" w:hAnsiTheme="minorHAnsi"/>
                <w:sz w:val="16"/>
                <w:szCs w:val="16"/>
              </w:rPr>
              <w:t>Definitivní odevzdání PDPS se zapracovanými připomínkami</w:t>
            </w:r>
          </w:p>
          <w:p w14:paraId="2116B925" w14:textId="705E35BF"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Náklady a oceněné soupisy prací, návrh podkladů pro ZTP na zhotovení stavby)</w:t>
            </w:r>
          </w:p>
        </w:tc>
        <w:tc>
          <w:tcPr>
            <w:tcW w:w="3386" w:type="dxa"/>
            <w:vAlign w:val="center"/>
          </w:tcPr>
          <w:p w14:paraId="6940D81F" w14:textId="77777777" w:rsidR="00CC64AF" w:rsidRPr="00CC64AF" w:rsidRDefault="00CC64AF" w:rsidP="00CC64AF">
            <w:pPr>
              <w:pStyle w:val="Tabulka-9"/>
              <w:rPr>
                <w:rFonts w:asciiTheme="minorHAnsi" w:hAnsiTheme="minorHAnsi"/>
                <w:sz w:val="16"/>
                <w:szCs w:val="16"/>
              </w:rPr>
            </w:pPr>
            <w:r w:rsidRPr="00CC64AF">
              <w:rPr>
                <w:rFonts w:asciiTheme="minorHAnsi" w:hAnsiTheme="minorHAnsi"/>
                <w:sz w:val="16"/>
                <w:szCs w:val="16"/>
              </w:rPr>
              <w:t xml:space="preserve">Předávací protokol podepsaný Objednatelem </w:t>
            </w:r>
          </w:p>
          <w:p w14:paraId="7FC97C75" w14:textId="25F64FAF" w:rsidR="00CC64AF" w:rsidRPr="00CC64AF" w:rsidRDefault="00CC64AF" w:rsidP="00CC64AF">
            <w:pPr>
              <w:pStyle w:val="Textbezodsazen"/>
              <w:jc w:val="left"/>
              <w:rPr>
                <w:rFonts w:asciiTheme="minorHAnsi" w:hAnsiTheme="minorHAnsi"/>
                <w:sz w:val="16"/>
                <w:szCs w:val="16"/>
                <w:highlight w:val="green"/>
              </w:rPr>
            </w:pPr>
            <w:r w:rsidRPr="00CC64AF">
              <w:rPr>
                <w:rFonts w:asciiTheme="minorHAnsi" w:hAnsiTheme="minorHAnsi"/>
                <w:sz w:val="16"/>
                <w:szCs w:val="16"/>
              </w:rPr>
              <w:t>(10 % z celkové ceny díla</w:t>
            </w:r>
            <w:r w:rsidR="003833C0">
              <w:rPr>
                <w:rFonts w:asciiTheme="minorHAnsi" w:hAnsiTheme="minorHAnsi"/>
                <w:sz w:val="16"/>
                <w:szCs w:val="16"/>
              </w:rPr>
              <w:t xml:space="preserve"> bez položek č. 24 a č. 25</w:t>
            </w:r>
            <w:r w:rsidR="00CE76B1">
              <w:rPr>
                <w:rFonts w:asciiTheme="minorHAnsi" w:hAnsiTheme="minorHAnsi"/>
                <w:sz w:val="16"/>
                <w:szCs w:val="16"/>
              </w:rPr>
              <w:t>, fakturace položky č. 24</w:t>
            </w:r>
            <w:r w:rsidRPr="00CC64AF">
              <w:rPr>
                <w:rFonts w:asciiTheme="minorHAnsi" w:hAnsiTheme="minorHAnsi"/>
                <w:sz w:val="16"/>
                <w:szCs w:val="16"/>
              </w:rPr>
              <w:t>)</w:t>
            </w:r>
          </w:p>
        </w:tc>
      </w:tr>
      <w:tr w:rsidR="00CC64AF" w:rsidRPr="00B72613" w14:paraId="53F1FCB0" w14:textId="77777777" w:rsidTr="006C2AC3">
        <w:tc>
          <w:tcPr>
            <w:tcW w:w="2761" w:type="dxa"/>
            <w:vAlign w:val="center"/>
          </w:tcPr>
          <w:p w14:paraId="4C807D77" w14:textId="362E6088" w:rsidR="00CC64AF" w:rsidRPr="00CC64AF" w:rsidRDefault="00CC64AF" w:rsidP="00CC64AF">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8. Dílčí etapa</w:t>
            </w:r>
          </w:p>
        </w:tc>
        <w:tc>
          <w:tcPr>
            <w:tcW w:w="4000" w:type="dxa"/>
            <w:vAlign w:val="center"/>
          </w:tcPr>
          <w:p w14:paraId="785A2135" w14:textId="2C3A0392" w:rsidR="00CC64AF" w:rsidRPr="00CC64AF" w:rsidRDefault="00CC64AF" w:rsidP="00CC64AF">
            <w:pPr>
              <w:pStyle w:val="Textbezodsazen"/>
              <w:jc w:val="left"/>
              <w:rPr>
                <w:rFonts w:asciiTheme="minorHAnsi" w:hAnsiTheme="minorHAnsi"/>
                <w:b/>
                <w:sz w:val="16"/>
                <w:szCs w:val="16"/>
                <w:highlight w:val="green"/>
              </w:rPr>
            </w:pPr>
            <w:r w:rsidRPr="00CC64AF">
              <w:rPr>
                <w:rFonts w:asciiTheme="minorHAnsi" w:hAnsiTheme="minorHAnsi"/>
                <w:sz w:val="16"/>
                <w:szCs w:val="16"/>
              </w:rPr>
              <w:t xml:space="preserve">do </w:t>
            </w:r>
            <w:r w:rsidRPr="00CC64AF">
              <w:rPr>
                <w:rFonts w:asciiTheme="minorHAnsi" w:hAnsiTheme="minorHAnsi"/>
                <w:b/>
                <w:sz w:val="16"/>
                <w:szCs w:val="16"/>
              </w:rPr>
              <w:t>46</w:t>
            </w:r>
            <w:r w:rsidRPr="00CC64AF">
              <w:rPr>
                <w:rFonts w:asciiTheme="minorHAnsi" w:hAnsiTheme="minorHAnsi"/>
                <w:sz w:val="16"/>
                <w:szCs w:val="16"/>
              </w:rPr>
              <w:t xml:space="preserve"> měsíců od nabytí účinnosti Smlouvy o Dílo</w:t>
            </w:r>
          </w:p>
        </w:tc>
        <w:tc>
          <w:tcPr>
            <w:tcW w:w="3515" w:type="dxa"/>
            <w:vAlign w:val="center"/>
          </w:tcPr>
          <w:p w14:paraId="48A7BA6D" w14:textId="77777777" w:rsidR="00CC64AF" w:rsidRPr="00CC64AF" w:rsidRDefault="00CC64AF" w:rsidP="00CC64AF">
            <w:pPr>
              <w:pStyle w:val="Tabulka-9"/>
              <w:rPr>
                <w:rFonts w:asciiTheme="minorHAnsi" w:hAnsiTheme="minorHAnsi"/>
                <w:sz w:val="16"/>
                <w:szCs w:val="16"/>
              </w:rPr>
            </w:pPr>
            <w:r w:rsidRPr="00CC64AF">
              <w:rPr>
                <w:rFonts w:asciiTheme="minorHAnsi" w:hAnsiTheme="minorHAnsi"/>
                <w:sz w:val="16"/>
                <w:szCs w:val="16"/>
              </w:rPr>
              <w:t>Kompletní majetkoprávní část</w:t>
            </w:r>
          </w:p>
          <w:p w14:paraId="65A7BEE3" w14:textId="77777777" w:rsidR="00CC64AF" w:rsidRPr="00CC64AF" w:rsidRDefault="00CC64AF" w:rsidP="00CC64AF">
            <w:pPr>
              <w:pStyle w:val="Tabulka-9"/>
              <w:rPr>
                <w:rFonts w:asciiTheme="minorHAnsi" w:hAnsiTheme="minorHAnsi"/>
                <w:sz w:val="16"/>
                <w:szCs w:val="16"/>
              </w:rPr>
            </w:pPr>
          </w:p>
          <w:p w14:paraId="34B8EC6F" w14:textId="77777777" w:rsidR="00CC64AF" w:rsidRPr="00CC64AF" w:rsidRDefault="00CC64AF" w:rsidP="00CC64AF">
            <w:pPr>
              <w:pStyle w:val="Textbezodsazen"/>
              <w:jc w:val="left"/>
              <w:rPr>
                <w:rFonts w:asciiTheme="minorHAnsi" w:hAnsiTheme="minorHAnsi"/>
                <w:sz w:val="16"/>
                <w:szCs w:val="16"/>
                <w:highlight w:val="green"/>
              </w:rPr>
            </w:pPr>
          </w:p>
        </w:tc>
        <w:tc>
          <w:tcPr>
            <w:tcW w:w="3386" w:type="dxa"/>
            <w:vAlign w:val="center"/>
          </w:tcPr>
          <w:p w14:paraId="6F52FBC1" w14:textId="77777777" w:rsidR="00CC64AF" w:rsidRPr="00CC64AF" w:rsidRDefault="00CC64AF" w:rsidP="00CC64AF">
            <w:pPr>
              <w:pStyle w:val="Tabulka-9"/>
              <w:rPr>
                <w:rFonts w:asciiTheme="minorHAnsi" w:hAnsiTheme="minorHAnsi"/>
                <w:sz w:val="16"/>
                <w:szCs w:val="16"/>
              </w:rPr>
            </w:pPr>
            <w:r w:rsidRPr="00CC64AF">
              <w:rPr>
                <w:rFonts w:asciiTheme="minorHAnsi" w:hAnsiTheme="minorHAnsi"/>
                <w:sz w:val="16"/>
                <w:szCs w:val="16"/>
              </w:rPr>
              <w:t xml:space="preserve">Předávací protokol podepsaný Objednatelem </w:t>
            </w:r>
          </w:p>
          <w:p w14:paraId="4E615BFA" w14:textId="755BA5F7" w:rsidR="00CC64AF" w:rsidRDefault="00CC64AF" w:rsidP="00CC64AF">
            <w:pPr>
              <w:pStyle w:val="Textbezodsazen"/>
              <w:jc w:val="left"/>
              <w:rPr>
                <w:rFonts w:asciiTheme="minorHAnsi" w:hAnsiTheme="minorHAnsi"/>
                <w:sz w:val="16"/>
                <w:szCs w:val="16"/>
              </w:rPr>
            </w:pPr>
            <w:r w:rsidRPr="00CC64AF">
              <w:rPr>
                <w:rFonts w:asciiTheme="minorHAnsi" w:hAnsiTheme="minorHAnsi"/>
                <w:sz w:val="16"/>
                <w:szCs w:val="16"/>
              </w:rPr>
              <w:t xml:space="preserve">(10 % z celkové ceny díla bez </w:t>
            </w:r>
            <w:r w:rsidR="00CE76B1">
              <w:rPr>
                <w:rFonts w:asciiTheme="minorHAnsi" w:hAnsiTheme="minorHAnsi"/>
                <w:sz w:val="16"/>
                <w:szCs w:val="16"/>
              </w:rPr>
              <w:t>položek č. 24 a č. 25</w:t>
            </w:r>
            <w:r w:rsidRPr="00CC64AF">
              <w:rPr>
                <w:rFonts w:asciiTheme="minorHAnsi" w:hAnsiTheme="minorHAnsi"/>
                <w:sz w:val="16"/>
                <w:szCs w:val="16"/>
              </w:rPr>
              <w:t>)</w:t>
            </w:r>
          </w:p>
          <w:p w14:paraId="355333AB" w14:textId="5704A7CF" w:rsidR="00CF2FCD" w:rsidRPr="00CC64AF" w:rsidRDefault="00CF2FCD" w:rsidP="00CC64AF">
            <w:pPr>
              <w:pStyle w:val="Textbezodsazen"/>
              <w:jc w:val="left"/>
              <w:rPr>
                <w:rFonts w:asciiTheme="minorHAnsi" w:hAnsiTheme="minorHAnsi"/>
                <w:sz w:val="16"/>
                <w:szCs w:val="16"/>
                <w:highlight w:val="green"/>
              </w:rPr>
            </w:pPr>
            <w:r w:rsidRPr="00CF2FCD">
              <w:rPr>
                <w:rFonts w:asciiTheme="minorHAnsi" w:hAnsiTheme="minorHAnsi"/>
                <w:sz w:val="16"/>
                <w:szCs w:val="16"/>
              </w:rPr>
              <w:t>Protokol o provedení Díla podepsaný Objednatelem</w:t>
            </w:r>
          </w:p>
        </w:tc>
      </w:tr>
      <w:tr w:rsidR="00AC70A8" w:rsidRPr="00B72613" w14:paraId="221CD8E1" w14:textId="77777777" w:rsidTr="006C2AC3">
        <w:tc>
          <w:tcPr>
            <w:tcW w:w="2761" w:type="dxa"/>
            <w:vAlign w:val="center"/>
          </w:tcPr>
          <w:p w14:paraId="1CF2A3A2" w14:textId="20C0DBF9" w:rsidR="00AC70A8" w:rsidRPr="00CC64AF" w:rsidRDefault="00AC70A8" w:rsidP="00AC70A8">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9. Dílčí etapa</w:t>
            </w:r>
          </w:p>
        </w:tc>
        <w:tc>
          <w:tcPr>
            <w:tcW w:w="4000" w:type="dxa"/>
            <w:vAlign w:val="center"/>
          </w:tcPr>
          <w:p w14:paraId="59CE8A99" w14:textId="77777777" w:rsidR="00AC70A8" w:rsidRPr="00CC64AF" w:rsidRDefault="00AC70A8" w:rsidP="00AC70A8">
            <w:pPr>
              <w:pStyle w:val="Tabulka-9"/>
              <w:rPr>
                <w:rFonts w:asciiTheme="minorHAnsi" w:hAnsiTheme="minorHAnsi"/>
                <w:sz w:val="16"/>
                <w:szCs w:val="16"/>
              </w:rPr>
            </w:pPr>
            <w:r w:rsidRPr="00CC64AF">
              <w:rPr>
                <w:rFonts w:asciiTheme="minorHAnsi" w:hAnsiTheme="minorHAnsi"/>
                <w:sz w:val="16"/>
                <w:szCs w:val="16"/>
              </w:rPr>
              <w:t>Předpoklad:</w:t>
            </w:r>
          </w:p>
          <w:p w14:paraId="237C4B68" w14:textId="0790145B" w:rsidR="00AC70A8" w:rsidRPr="00CC64AF" w:rsidRDefault="00AC70A8" w:rsidP="00AC70A8">
            <w:pPr>
              <w:pStyle w:val="Textbezodsazen"/>
              <w:jc w:val="left"/>
              <w:rPr>
                <w:rFonts w:asciiTheme="minorHAnsi" w:hAnsiTheme="minorHAnsi"/>
                <w:b/>
                <w:sz w:val="16"/>
                <w:szCs w:val="16"/>
                <w:highlight w:val="green"/>
              </w:rPr>
            </w:pPr>
            <w:r w:rsidRPr="00CC64AF">
              <w:rPr>
                <w:rFonts w:asciiTheme="minorHAnsi" w:hAnsiTheme="minorHAnsi"/>
                <w:b/>
                <w:sz w:val="16"/>
                <w:szCs w:val="16"/>
              </w:rPr>
              <w:t>06/</w:t>
            </w:r>
            <w:proofErr w:type="gramStart"/>
            <w:r w:rsidRPr="00CC64AF">
              <w:rPr>
                <w:rFonts w:asciiTheme="minorHAnsi" w:hAnsiTheme="minorHAnsi"/>
                <w:b/>
                <w:sz w:val="16"/>
                <w:szCs w:val="16"/>
              </w:rPr>
              <w:t>2029 – 04</w:t>
            </w:r>
            <w:proofErr w:type="gramEnd"/>
            <w:r w:rsidRPr="00CC64AF">
              <w:rPr>
                <w:rFonts w:asciiTheme="minorHAnsi" w:hAnsiTheme="minorHAnsi"/>
                <w:b/>
                <w:sz w:val="16"/>
                <w:szCs w:val="16"/>
              </w:rPr>
              <w:t>/2032</w:t>
            </w:r>
          </w:p>
        </w:tc>
        <w:tc>
          <w:tcPr>
            <w:tcW w:w="3515" w:type="dxa"/>
            <w:vAlign w:val="center"/>
          </w:tcPr>
          <w:p w14:paraId="7265882E" w14:textId="18995D17" w:rsidR="00AC70A8" w:rsidRPr="00CC64AF" w:rsidRDefault="00AC70A8" w:rsidP="00AC70A8">
            <w:pPr>
              <w:pStyle w:val="Textbezodsazen"/>
              <w:jc w:val="left"/>
              <w:rPr>
                <w:rFonts w:asciiTheme="minorHAnsi" w:hAnsiTheme="minorHAnsi"/>
                <w:sz w:val="16"/>
                <w:szCs w:val="16"/>
                <w:highlight w:val="green"/>
              </w:rPr>
            </w:pPr>
            <w:r w:rsidRPr="00CC64AF">
              <w:rPr>
                <w:rFonts w:asciiTheme="minorHAnsi" w:hAnsiTheme="minorHAnsi"/>
                <w:sz w:val="16"/>
                <w:szCs w:val="16"/>
              </w:rPr>
              <w:t xml:space="preserve">Dozor projektanta při zhotovení Stavby; Zhotovitel se zavazuje provádět dozor projektanta ode dne zahájení zhotovení stavby do ukončení zhotovení stavby v předpokládané délce </w:t>
            </w:r>
            <w:r w:rsidRPr="00CC64AF">
              <w:rPr>
                <w:rFonts w:asciiTheme="minorHAnsi" w:hAnsiTheme="minorHAnsi"/>
                <w:b/>
                <w:sz w:val="16"/>
                <w:szCs w:val="16"/>
              </w:rPr>
              <w:t>34</w:t>
            </w:r>
            <w:r w:rsidRPr="00CC64AF">
              <w:rPr>
                <w:rFonts w:asciiTheme="minorHAnsi" w:hAnsiTheme="minorHAnsi"/>
                <w:sz w:val="16"/>
                <w:szCs w:val="16"/>
              </w:rPr>
              <w:t xml:space="preserve"> měsíců</w:t>
            </w:r>
            <w:r w:rsidRPr="00CC64AF" w:rsidDel="00AC70A8">
              <w:rPr>
                <w:rFonts w:asciiTheme="minorHAnsi" w:hAnsiTheme="minorHAnsi"/>
                <w:sz w:val="16"/>
                <w:szCs w:val="16"/>
              </w:rPr>
              <w:t xml:space="preserve"> </w:t>
            </w:r>
          </w:p>
        </w:tc>
        <w:tc>
          <w:tcPr>
            <w:tcW w:w="3386" w:type="dxa"/>
            <w:vAlign w:val="center"/>
          </w:tcPr>
          <w:p w14:paraId="2888AA9A" w14:textId="4E94F14E" w:rsidR="00AC70A8" w:rsidRDefault="00AC70A8" w:rsidP="00AC70A8">
            <w:pPr>
              <w:pStyle w:val="Textbezodsazen"/>
              <w:jc w:val="left"/>
              <w:rPr>
                <w:rFonts w:asciiTheme="minorHAnsi" w:hAnsiTheme="minorHAnsi"/>
                <w:sz w:val="16"/>
                <w:szCs w:val="16"/>
              </w:rPr>
            </w:pPr>
            <w:r w:rsidRPr="00CC64AF">
              <w:rPr>
                <w:rFonts w:asciiTheme="minorHAnsi" w:hAnsiTheme="minorHAnsi"/>
                <w:sz w:val="16"/>
                <w:szCs w:val="16"/>
              </w:rPr>
              <w:t>Výkaz poskytnutých služeb (1x za čtvrtletí) – stručný popis výkonů a specifikace výkonu dozoru projektanta</w:t>
            </w:r>
          </w:p>
          <w:p w14:paraId="3C263DC7" w14:textId="7D5EF481" w:rsidR="00CE76B1" w:rsidRPr="00112021" w:rsidRDefault="00CE76B1" w:rsidP="00AC70A8">
            <w:pPr>
              <w:pStyle w:val="Textbezodsazen"/>
              <w:jc w:val="left"/>
              <w:rPr>
                <w:rFonts w:asciiTheme="minorHAnsi" w:hAnsiTheme="minorHAnsi"/>
                <w:sz w:val="16"/>
                <w:szCs w:val="16"/>
              </w:rPr>
            </w:pPr>
            <w:r w:rsidRPr="00CC64AF">
              <w:rPr>
                <w:rFonts w:asciiTheme="minorHAnsi" w:hAnsiTheme="minorHAnsi"/>
                <w:sz w:val="16"/>
                <w:szCs w:val="16"/>
              </w:rPr>
              <w:t>(</w:t>
            </w:r>
            <w:r>
              <w:rPr>
                <w:rFonts w:asciiTheme="minorHAnsi" w:hAnsiTheme="minorHAnsi"/>
                <w:sz w:val="16"/>
                <w:szCs w:val="16"/>
              </w:rPr>
              <w:t>fakturace položky č. 25</w:t>
            </w:r>
            <w:r w:rsidRPr="00CC64AF">
              <w:rPr>
                <w:rFonts w:asciiTheme="minorHAnsi" w:hAnsiTheme="minorHAnsi"/>
                <w:sz w:val="16"/>
                <w:szCs w:val="16"/>
              </w:rPr>
              <w:t>)</w:t>
            </w:r>
          </w:p>
        </w:tc>
      </w:tr>
      <w:tr w:rsidR="00AC70A8" w:rsidRPr="00B72613" w14:paraId="066562D0" w14:textId="77777777" w:rsidTr="006C2AC3">
        <w:tc>
          <w:tcPr>
            <w:tcW w:w="2761" w:type="dxa"/>
            <w:vAlign w:val="center"/>
          </w:tcPr>
          <w:p w14:paraId="1DEC258F" w14:textId="2BF07B94" w:rsidR="00AC70A8" w:rsidRPr="00CC64AF" w:rsidRDefault="00AC70A8" w:rsidP="00AC70A8">
            <w:pPr>
              <w:pStyle w:val="Textbezodsazen"/>
              <w:rPr>
                <w:rStyle w:val="Tun"/>
                <w:rFonts w:asciiTheme="minorHAnsi" w:hAnsiTheme="minorHAnsi"/>
                <w:sz w:val="16"/>
                <w:szCs w:val="16"/>
                <w:highlight w:val="green"/>
              </w:rPr>
            </w:pPr>
            <w:r w:rsidRPr="00CC64AF">
              <w:rPr>
                <w:rStyle w:val="Tun"/>
                <w:rFonts w:asciiTheme="minorHAnsi" w:hAnsiTheme="minorHAnsi"/>
                <w:sz w:val="16"/>
                <w:szCs w:val="16"/>
              </w:rPr>
              <w:t>Termín dokončení Díla</w:t>
            </w:r>
          </w:p>
        </w:tc>
        <w:tc>
          <w:tcPr>
            <w:tcW w:w="4000" w:type="dxa"/>
            <w:vAlign w:val="center"/>
          </w:tcPr>
          <w:p w14:paraId="43C1A9A4" w14:textId="77777777" w:rsidR="00AC70A8" w:rsidRPr="00CC64AF" w:rsidRDefault="00AC70A8" w:rsidP="00AC70A8">
            <w:pPr>
              <w:pStyle w:val="Tabulka-9"/>
              <w:rPr>
                <w:rFonts w:asciiTheme="minorHAnsi" w:hAnsiTheme="minorHAnsi"/>
                <w:sz w:val="16"/>
                <w:szCs w:val="16"/>
              </w:rPr>
            </w:pPr>
            <w:r w:rsidRPr="00CC64AF">
              <w:rPr>
                <w:rFonts w:asciiTheme="minorHAnsi" w:hAnsiTheme="minorHAnsi"/>
                <w:sz w:val="16"/>
                <w:szCs w:val="16"/>
              </w:rPr>
              <w:t>Předpoklad:</w:t>
            </w:r>
          </w:p>
          <w:p w14:paraId="0769B113" w14:textId="42FA0EC8" w:rsidR="00AC70A8" w:rsidRPr="00CC64AF" w:rsidRDefault="00AC70A8" w:rsidP="00AC70A8">
            <w:pPr>
              <w:pStyle w:val="Textbezodsazen"/>
              <w:jc w:val="left"/>
              <w:rPr>
                <w:rFonts w:asciiTheme="minorHAnsi" w:hAnsiTheme="minorHAnsi"/>
                <w:b/>
                <w:sz w:val="16"/>
                <w:szCs w:val="16"/>
                <w:highlight w:val="green"/>
              </w:rPr>
            </w:pPr>
            <w:r w:rsidRPr="00CC64AF">
              <w:rPr>
                <w:rFonts w:asciiTheme="minorHAnsi" w:hAnsiTheme="minorHAnsi"/>
                <w:b/>
                <w:sz w:val="16"/>
                <w:szCs w:val="16"/>
              </w:rPr>
              <w:t>04/2032</w:t>
            </w:r>
          </w:p>
        </w:tc>
        <w:tc>
          <w:tcPr>
            <w:tcW w:w="3515" w:type="dxa"/>
            <w:vAlign w:val="center"/>
          </w:tcPr>
          <w:p w14:paraId="7CBADC5F" w14:textId="08C13026" w:rsidR="00AC70A8" w:rsidRPr="00CC64AF" w:rsidRDefault="00AC70A8" w:rsidP="00AC70A8">
            <w:pPr>
              <w:pStyle w:val="Textbezodsazen"/>
              <w:jc w:val="left"/>
              <w:rPr>
                <w:rFonts w:asciiTheme="minorHAnsi" w:hAnsiTheme="minorHAnsi"/>
                <w:sz w:val="16"/>
                <w:szCs w:val="16"/>
                <w:highlight w:val="green"/>
              </w:rPr>
            </w:pPr>
          </w:p>
        </w:tc>
        <w:tc>
          <w:tcPr>
            <w:tcW w:w="3386" w:type="dxa"/>
            <w:vAlign w:val="center"/>
          </w:tcPr>
          <w:p w14:paraId="27A52ABD" w14:textId="7A3F4FB5" w:rsidR="00AC70A8" w:rsidRPr="00CC64AF" w:rsidRDefault="00AC70A8" w:rsidP="00AC70A8">
            <w:pPr>
              <w:pStyle w:val="Textbezodsazen"/>
              <w:jc w:val="left"/>
              <w:rPr>
                <w:rFonts w:asciiTheme="minorHAnsi" w:hAnsiTheme="minorHAnsi"/>
                <w:sz w:val="16"/>
                <w:szCs w:val="16"/>
                <w:highlight w:val="green"/>
              </w:rPr>
            </w:pP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5"/>
          <w:footerReference w:type="even" r:id="rId26"/>
          <w:footerReference w:type="default" r:id="rId27"/>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7"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7"/>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8" w:name="_Hlk163728652"/>
    </w:p>
    <w:bookmarkEnd w:id="18"/>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32759B36" w14:textId="77777777" w:rsidR="00165977" w:rsidRPr="00F95FBD" w:rsidRDefault="00165977" w:rsidP="00165977">
      <w:pPr>
        <w:pStyle w:val="Tabulka"/>
      </w:pPr>
    </w:p>
    <w:p w14:paraId="0F5B2737"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3F93506E"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C6A42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816DA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D590D9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93130F8" w14:textId="77777777" w:rsidTr="005923F7">
        <w:tc>
          <w:tcPr>
            <w:tcW w:w="3056" w:type="dxa"/>
          </w:tcPr>
          <w:p w14:paraId="238045E6" w14:textId="77777777" w:rsidR="00EC707C" w:rsidRPr="00F95FBD" w:rsidRDefault="00EC707C" w:rsidP="00964369">
            <w:pPr>
              <w:pStyle w:val="Tabulka"/>
            </w:pPr>
            <w:r w:rsidRPr="00F95FBD">
              <w:lastRenderedPageBreak/>
              <w:t>Adresa</w:t>
            </w:r>
          </w:p>
        </w:tc>
        <w:tc>
          <w:tcPr>
            <w:tcW w:w="5812" w:type="dxa"/>
          </w:tcPr>
          <w:p w14:paraId="0B063BCF" w14:textId="77777777" w:rsidR="00EC707C" w:rsidRPr="00F95FBD" w:rsidRDefault="00EC707C" w:rsidP="00964369">
            <w:pPr>
              <w:pStyle w:val="Tabulka"/>
            </w:pPr>
            <w:r w:rsidRPr="00F95FBD">
              <w:rPr>
                <w:highlight w:val="yellow"/>
              </w:rPr>
              <w:t>[VLOŽÍ ZHOTOVITEL]</w:t>
            </w:r>
          </w:p>
        </w:tc>
      </w:tr>
      <w:tr w:rsidR="00EC707C" w:rsidRPr="00F95FBD" w14:paraId="53B0031F" w14:textId="77777777" w:rsidTr="005923F7">
        <w:tc>
          <w:tcPr>
            <w:tcW w:w="3056" w:type="dxa"/>
          </w:tcPr>
          <w:p w14:paraId="3F30597C" w14:textId="77777777" w:rsidR="00EC707C" w:rsidRPr="00F95FBD" w:rsidRDefault="00EC707C" w:rsidP="00964369">
            <w:pPr>
              <w:pStyle w:val="Tabulka"/>
            </w:pPr>
            <w:r w:rsidRPr="00F95FBD">
              <w:t>E-mail</w:t>
            </w:r>
          </w:p>
        </w:tc>
        <w:tc>
          <w:tcPr>
            <w:tcW w:w="5812" w:type="dxa"/>
          </w:tcPr>
          <w:p w14:paraId="3CE5B726" w14:textId="77777777" w:rsidR="00EC707C" w:rsidRPr="00F95FBD" w:rsidRDefault="00EC707C" w:rsidP="00964369">
            <w:pPr>
              <w:pStyle w:val="Tabulka"/>
            </w:pPr>
            <w:r w:rsidRPr="00F95FBD">
              <w:rPr>
                <w:highlight w:val="yellow"/>
              </w:rPr>
              <w:t>[VLOŽÍ ZHOTOVITEL]</w:t>
            </w:r>
          </w:p>
        </w:tc>
      </w:tr>
      <w:tr w:rsidR="00EC707C" w:rsidRPr="00F95FBD" w14:paraId="18CA8B4C" w14:textId="77777777" w:rsidTr="005923F7">
        <w:tc>
          <w:tcPr>
            <w:tcW w:w="3056" w:type="dxa"/>
          </w:tcPr>
          <w:p w14:paraId="22749FB2" w14:textId="77777777" w:rsidR="00EC707C" w:rsidRPr="00F95FBD" w:rsidRDefault="00EC707C" w:rsidP="00964369">
            <w:pPr>
              <w:pStyle w:val="Tabulka"/>
            </w:pPr>
            <w:r w:rsidRPr="00F95FBD">
              <w:t>Telefon</w:t>
            </w:r>
          </w:p>
        </w:tc>
        <w:tc>
          <w:tcPr>
            <w:tcW w:w="5812" w:type="dxa"/>
          </w:tcPr>
          <w:p w14:paraId="6F1F2490" w14:textId="77777777" w:rsidR="00EC707C" w:rsidRPr="00F95FBD" w:rsidRDefault="00EC707C" w:rsidP="00964369">
            <w:pPr>
              <w:pStyle w:val="Tabulka"/>
            </w:pPr>
            <w:r w:rsidRPr="00F95FBD">
              <w:rPr>
                <w:highlight w:val="yellow"/>
              </w:rPr>
              <w:t>[VLOŽÍ ZHOTOVITEL]</w:t>
            </w:r>
          </w:p>
        </w:tc>
      </w:tr>
    </w:tbl>
    <w:p w14:paraId="2D4E9423" w14:textId="77777777" w:rsidR="00EC707C" w:rsidRPr="00F95FBD" w:rsidRDefault="00EC707C" w:rsidP="00EC707C">
      <w:pPr>
        <w:pStyle w:val="Tabulka"/>
      </w:pPr>
    </w:p>
    <w:p w14:paraId="3A95DF07" w14:textId="57704259" w:rsidR="00EC707C" w:rsidRPr="00F95FBD" w:rsidRDefault="00CC64AF"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[VLOŽÍ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t>E-mail</w:t>
            </w:r>
          </w:p>
        </w:tc>
        <w:tc>
          <w:tcPr>
            <w:tcW w:w="5812" w:type="dxa"/>
          </w:tcPr>
          <w:p w14:paraId="3BBFA8CD" w14:textId="77777777" w:rsidR="00EC707C" w:rsidRPr="00F95FBD" w:rsidRDefault="00EC707C" w:rsidP="00964369">
            <w:pPr>
              <w:pStyle w:val="Tabulka"/>
            </w:pPr>
            <w:r w:rsidRPr="00F95FBD">
              <w:rPr>
                <w:highlight w:val="yellow"/>
              </w:rPr>
              <w:t>[VLOŽÍ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2E0ACA29"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bookmarkStart w:id="19" w:name="_Hlk197341454"/>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bookmarkEnd w:id="19"/>
    </w:tbl>
    <w:p w14:paraId="65B76B9A" w14:textId="77777777" w:rsidR="004436EE" w:rsidRDefault="004436EE" w:rsidP="004436EE">
      <w:pPr>
        <w:pStyle w:val="Textbezodsazen"/>
      </w:pPr>
    </w:p>
    <w:p w14:paraId="095A8C0E" w14:textId="6D45F1A2" w:rsidR="00CF2FCD" w:rsidRPr="00F035CE" w:rsidRDefault="00CF2FCD" w:rsidP="00CF2FCD">
      <w:pPr>
        <w:pStyle w:val="Nadpistabulky"/>
        <w:pBdr>
          <w:top w:val="single" w:sz="12" w:space="0" w:color="00A1E0" w:themeColor="accent3"/>
        </w:pBdr>
        <w:rPr>
          <w:sz w:val="18"/>
          <w:szCs w:val="18"/>
        </w:rPr>
      </w:pPr>
      <w:r w:rsidRPr="00F035CE">
        <w:rPr>
          <w:sz w:val="18"/>
          <w:szCs w:val="18"/>
        </w:rPr>
        <w:t xml:space="preserve">Specialista na </w:t>
      </w:r>
      <w:r w:rsidRPr="00CF2FCD">
        <w:rPr>
          <w:sz w:val="18"/>
          <w:szCs w:val="18"/>
        </w:rPr>
        <w:t xml:space="preserve">hodnocení ekonomické efektivnosti </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CF2FCD" w:rsidRPr="00F035CE" w14:paraId="315AA126" w14:textId="77777777" w:rsidTr="008B3123">
        <w:trPr>
          <w:cnfStyle w:val="100000000000" w:firstRow="1" w:lastRow="0" w:firstColumn="0" w:lastColumn="0" w:oddVBand="0" w:evenVBand="0" w:oddHBand="0" w:evenHBand="0" w:firstRowFirstColumn="0" w:firstRowLastColumn="0" w:lastRowFirstColumn="0" w:lastRowLastColumn="0"/>
        </w:trPr>
        <w:tc>
          <w:tcPr>
            <w:tcW w:w="3056" w:type="dxa"/>
          </w:tcPr>
          <w:p w14:paraId="71BBA676" w14:textId="77777777" w:rsidR="00CF2FCD" w:rsidRPr="00F035CE" w:rsidRDefault="00CF2FCD" w:rsidP="008B3123">
            <w:pPr>
              <w:pStyle w:val="Tabulka"/>
              <w:keepNext/>
              <w:rPr>
                <w:rStyle w:val="Nadpisvtabulce"/>
                <w:b/>
              </w:rPr>
            </w:pPr>
            <w:r w:rsidRPr="00F035CE">
              <w:rPr>
                <w:rStyle w:val="Nadpisvtabulce"/>
                <w:b/>
              </w:rPr>
              <w:t>Jméno a příjmení</w:t>
            </w:r>
          </w:p>
        </w:tc>
        <w:tc>
          <w:tcPr>
            <w:tcW w:w="5812" w:type="dxa"/>
          </w:tcPr>
          <w:p w14:paraId="46EDF19B" w14:textId="77777777" w:rsidR="00CF2FCD" w:rsidRPr="00F035CE" w:rsidRDefault="00CF2FCD" w:rsidP="008B3123">
            <w:pPr>
              <w:pStyle w:val="Tabulka"/>
            </w:pPr>
            <w:r w:rsidRPr="00F035CE">
              <w:rPr>
                <w:highlight w:val="yellow"/>
              </w:rPr>
              <w:t>[VLOŽÍ ZHOTOVITEL]</w:t>
            </w:r>
          </w:p>
        </w:tc>
      </w:tr>
      <w:tr w:rsidR="00CF2FCD" w:rsidRPr="00F035CE" w14:paraId="352A116B" w14:textId="77777777" w:rsidTr="008B3123">
        <w:tc>
          <w:tcPr>
            <w:tcW w:w="3056" w:type="dxa"/>
          </w:tcPr>
          <w:p w14:paraId="7CE50079" w14:textId="77777777" w:rsidR="00CF2FCD" w:rsidRPr="00F035CE" w:rsidRDefault="00CF2FCD" w:rsidP="008B3123">
            <w:pPr>
              <w:pStyle w:val="Tabulka"/>
              <w:keepNext/>
            </w:pPr>
            <w:r w:rsidRPr="00F035CE">
              <w:t>Adresa</w:t>
            </w:r>
          </w:p>
        </w:tc>
        <w:tc>
          <w:tcPr>
            <w:tcW w:w="5812" w:type="dxa"/>
          </w:tcPr>
          <w:p w14:paraId="785021B5" w14:textId="77777777" w:rsidR="00CF2FCD" w:rsidRPr="00F035CE" w:rsidRDefault="00CF2FCD" w:rsidP="008B3123">
            <w:pPr>
              <w:pStyle w:val="Tabulka"/>
            </w:pPr>
            <w:r w:rsidRPr="00F035CE">
              <w:rPr>
                <w:highlight w:val="yellow"/>
              </w:rPr>
              <w:t>[VLOŽÍ ZHOTOVITEL]</w:t>
            </w:r>
          </w:p>
        </w:tc>
      </w:tr>
      <w:tr w:rsidR="00CF2FCD" w:rsidRPr="00F035CE" w14:paraId="12EC5F0E" w14:textId="77777777" w:rsidTr="008B3123">
        <w:tc>
          <w:tcPr>
            <w:tcW w:w="3056" w:type="dxa"/>
          </w:tcPr>
          <w:p w14:paraId="29EB08AB" w14:textId="77777777" w:rsidR="00CF2FCD" w:rsidRPr="00F035CE" w:rsidRDefault="00CF2FCD" w:rsidP="008B3123">
            <w:pPr>
              <w:pStyle w:val="Tabulka"/>
            </w:pPr>
            <w:r w:rsidRPr="00F035CE">
              <w:t>E-mail</w:t>
            </w:r>
          </w:p>
        </w:tc>
        <w:tc>
          <w:tcPr>
            <w:tcW w:w="5812" w:type="dxa"/>
          </w:tcPr>
          <w:p w14:paraId="38B856F2" w14:textId="77777777" w:rsidR="00CF2FCD" w:rsidRPr="00F035CE" w:rsidRDefault="00CF2FCD" w:rsidP="008B3123">
            <w:pPr>
              <w:pStyle w:val="Tabulka"/>
            </w:pPr>
            <w:r w:rsidRPr="00F035CE">
              <w:rPr>
                <w:highlight w:val="yellow"/>
              </w:rPr>
              <w:t>[VLOŽÍ ZHOTOVITEL]</w:t>
            </w:r>
          </w:p>
        </w:tc>
      </w:tr>
      <w:tr w:rsidR="00CF2FCD" w:rsidRPr="00F035CE" w14:paraId="19AA974B" w14:textId="77777777" w:rsidTr="008B3123">
        <w:tc>
          <w:tcPr>
            <w:tcW w:w="3056" w:type="dxa"/>
          </w:tcPr>
          <w:p w14:paraId="11074719" w14:textId="77777777" w:rsidR="00CF2FCD" w:rsidRPr="00F035CE" w:rsidRDefault="00CF2FCD" w:rsidP="008B3123">
            <w:pPr>
              <w:pStyle w:val="Tabulka"/>
            </w:pPr>
            <w:r w:rsidRPr="00F035CE">
              <w:t>Telefon</w:t>
            </w:r>
          </w:p>
        </w:tc>
        <w:tc>
          <w:tcPr>
            <w:tcW w:w="5812" w:type="dxa"/>
          </w:tcPr>
          <w:p w14:paraId="5F3F4799" w14:textId="77777777" w:rsidR="00CF2FCD" w:rsidRPr="00F035CE" w:rsidRDefault="00CF2FCD" w:rsidP="008B3123">
            <w:pPr>
              <w:pStyle w:val="Tabulka"/>
            </w:pPr>
            <w:r w:rsidRPr="00F035CE">
              <w:rPr>
                <w:highlight w:val="yellow"/>
              </w:rPr>
              <w:t>[VLOŽÍ ZHOTOVITEL]</w:t>
            </w:r>
          </w:p>
        </w:tc>
      </w:tr>
    </w:tbl>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6A916913" w:rsidR="004436EE" w:rsidRPr="004436EE" w:rsidRDefault="00C9530C" w:rsidP="00964369">
            <w:pPr>
              <w:pStyle w:val="Textbezodsazen"/>
            </w:pPr>
            <w:r>
              <w:t>85 000 000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C9530C" w:rsidRPr="00F95FBD" w14:paraId="5850CF10" w14:textId="77777777" w:rsidTr="005923F7">
        <w:tc>
          <w:tcPr>
            <w:tcW w:w="2774" w:type="dxa"/>
          </w:tcPr>
          <w:p w14:paraId="2BA92CEA" w14:textId="1D167B5D" w:rsidR="00C9530C" w:rsidRPr="00D0544F" w:rsidRDefault="00C9530C" w:rsidP="00C9530C">
            <w:pPr>
              <w:pStyle w:val="Tabulka"/>
              <w:rPr>
                <w:highlight w:val="green"/>
              </w:rPr>
            </w:pPr>
            <w:r w:rsidRPr="0016647D">
              <w:t>Záměr projektu „Revitalizace Liberec – Česká Lípa (mimo)“</w:t>
            </w:r>
          </w:p>
        </w:tc>
        <w:tc>
          <w:tcPr>
            <w:tcW w:w="3129" w:type="dxa"/>
          </w:tcPr>
          <w:p w14:paraId="142CE38E" w14:textId="77777777" w:rsidR="00C9530C" w:rsidRPr="00F95FBD" w:rsidRDefault="00C9530C" w:rsidP="00C9530C">
            <w:pPr>
              <w:pStyle w:val="Tabulka"/>
              <w:jc w:val="center"/>
            </w:pPr>
          </w:p>
        </w:tc>
        <w:tc>
          <w:tcPr>
            <w:tcW w:w="2957" w:type="dxa"/>
          </w:tcPr>
          <w:p w14:paraId="19226A32" w14:textId="69942AA8" w:rsidR="00C9530C" w:rsidRPr="00F95FBD" w:rsidRDefault="00C9530C" w:rsidP="00C9530C">
            <w:pPr>
              <w:pStyle w:val="Tabulka"/>
              <w:jc w:val="center"/>
            </w:pPr>
            <w:r>
              <w:t>12/2018</w:t>
            </w:r>
          </w:p>
        </w:tc>
      </w:tr>
      <w:tr w:rsidR="00C9530C" w:rsidRPr="00F95FBD" w14:paraId="52F1DCA4" w14:textId="77777777" w:rsidTr="005923F7">
        <w:tc>
          <w:tcPr>
            <w:tcW w:w="2774" w:type="dxa"/>
          </w:tcPr>
          <w:p w14:paraId="2F247CEB" w14:textId="2B68B65E" w:rsidR="00C9530C" w:rsidRPr="00AE0EB4" w:rsidRDefault="00C9530C" w:rsidP="00C9530C">
            <w:pPr>
              <w:rPr>
                <w:sz w:val="18"/>
                <w:szCs w:val="18"/>
              </w:rPr>
            </w:pPr>
            <w:r w:rsidRPr="0016647D">
              <w:rPr>
                <w:sz w:val="18"/>
                <w:szCs w:val="18"/>
              </w:rPr>
              <w:t>Dokumentace pro územní rozhodnutí „Revitalizace Liberec – Česká Lípa (mimo)“, 1. etapa</w:t>
            </w:r>
          </w:p>
        </w:tc>
        <w:tc>
          <w:tcPr>
            <w:tcW w:w="3129" w:type="dxa"/>
          </w:tcPr>
          <w:p w14:paraId="25D910A0" w14:textId="77777777" w:rsidR="00C9530C" w:rsidRPr="00F95FBD" w:rsidRDefault="00C9530C" w:rsidP="00C9530C">
            <w:pPr>
              <w:pStyle w:val="Tabulka"/>
              <w:jc w:val="center"/>
            </w:pPr>
          </w:p>
        </w:tc>
        <w:tc>
          <w:tcPr>
            <w:tcW w:w="2957" w:type="dxa"/>
          </w:tcPr>
          <w:p w14:paraId="135F8805" w14:textId="022A2BFB" w:rsidR="00C9530C" w:rsidRPr="00F95FBD" w:rsidRDefault="00C9530C" w:rsidP="00C9530C">
            <w:pPr>
              <w:pStyle w:val="Tabulka"/>
              <w:jc w:val="center"/>
            </w:pPr>
            <w:r>
              <w:t>10/2019</w:t>
            </w:r>
          </w:p>
        </w:tc>
      </w:tr>
      <w:tr w:rsidR="00C9530C" w:rsidRPr="00F95FBD" w14:paraId="3532A892" w14:textId="77777777" w:rsidTr="005923F7">
        <w:tc>
          <w:tcPr>
            <w:tcW w:w="2774" w:type="dxa"/>
          </w:tcPr>
          <w:p w14:paraId="23AA5B98" w14:textId="67EEDB3C" w:rsidR="00C9530C" w:rsidRPr="00AE0EB4" w:rsidRDefault="00C9530C" w:rsidP="00C9530C">
            <w:pPr>
              <w:rPr>
                <w:sz w:val="18"/>
                <w:szCs w:val="18"/>
              </w:rPr>
            </w:pPr>
          </w:p>
        </w:tc>
        <w:tc>
          <w:tcPr>
            <w:tcW w:w="3129" w:type="dxa"/>
          </w:tcPr>
          <w:p w14:paraId="59888BCB" w14:textId="77777777" w:rsidR="00C9530C" w:rsidRPr="00F95FBD" w:rsidRDefault="00C9530C" w:rsidP="00C9530C">
            <w:pPr>
              <w:pStyle w:val="Tabulka"/>
              <w:jc w:val="center"/>
            </w:pPr>
          </w:p>
        </w:tc>
        <w:tc>
          <w:tcPr>
            <w:tcW w:w="2957" w:type="dxa"/>
          </w:tcPr>
          <w:p w14:paraId="6667BFB6" w14:textId="77777777" w:rsidR="00C9530C" w:rsidRPr="00F95FBD" w:rsidRDefault="00C9530C" w:rsidP="00C9530C">
            <w:pPr>
              <w:pStyle w:val="Tabulka"/>
              <w:jc w:val="center"/>
            </w:pPr>
          </w:p>
        </w:tc>
      </w:tr>
      <w:tr w:rsidR="00C9530C" w:rsidRPr="00F95FBD" w14:paraId="31CAFED3" w14:textId="77777777" w:rsidTr="005923F7">
        <w:tc>
          <w:tcPr>
            <w:tcW w:w="2774" w:type="dxa"/>
          </w:tcPr>
          <w:p w14:paraId="7379C1C0" w14:textId="515D8E1F" w:rsidR="00C9530C" w:rsidRPr="00AE0EB4" w:rsidRDefault="00C9530C" w:rsidP="00C9530C">
            <w:pPr>
              <w:rPr>
                <w:sz w:val="18"/>
                <w:szCs w:val="18"/>
              </w:rPr>
            </w:pPr>
          </w:p>
        </w:tc>
        <w:tc>
          <w:tcPr>
            <w:tcW w:w="3129" w:type="dxa"/>
          </w:tcPr>
          <w:p w14:paraId="210AE55A" w14:textId="77777777" w:rsidR="00C9530C" w:rsidRPr="00F95FBD" w:rsidRDefault="00C9530C" w:rsidP="00C9530C">
            <w:pPr>
              <w:pStyle w:val="Tabulka"/>
              <w:jc w:val="center"/>
            </w:pPr>
          </w:p>
        </w:tc>
        <w:tc>
          <w:tcPr>
            <w:tcW w:w="2957" w:type="dxa"/>
          </w:tcPr>
          <w:p w14:paraId="3A0D7840" w14:textId="77777777" w:rsidR="00C9530C" w:rsidRPr="00F95FBD" w:rsidRDefault="00C9530C" w:rsidP="00C9530C">
            <w:pPr>
              <w:pStyle w:val="Tabulka"/>
              <w:jc w:val="center"/>
            </w:pPr>
          </w:p>
        </w:tc>
      </w:tr>
      <w:tr w:rsidR="001C61BC" w:rsidRPr="00F95FBD" w14:paraId="420BB9EC" w14:textId="77777777" w:rsidTr="005923F7">
        <w:tc>
          <w:tcPr>
            <w:tcW w:w="2774" w:type="dxa"/>
          </w:tcPr>
          <w:p w14:paraId="539EBABE" w14:textId="704FC633" w:rsidR="001C61BC" w:rsidRPr="00AE0EB4" w:rsidRDefault="001C61BC">
            <w:pPr>
              <w:rPr>
                <w:sz w:val="18"/>
                <w:szCs w:val="18"/>
              </w:rPr>
            </w:pPr>
          </w:p>
        </w:tc>
        <w:tc>
          <w:tcPr>
            <w:tcW w:w="3129" w:type="dxa"/>
          </w:tcPr>
          <w:p w14:paraId="0B6EFFEA" w14:textId="77777777" w:rsidR="001C61BC" w:rsidRPr="00F95FBD" w:rsidRDefault="001C61BC" w:rsidP="00964369">
            <w:pPr>
              <w:pStyle w:val="Tabulka"/>
              <w:jc w:val="center"/>
            </w:pPr>
          </w:p>
        </w:tc>
        <w:tc>
          <w:tcPr>
            <w:tcW w:w="2957" w:type="dxa"/>
          </w:tcPr>
          <w:p w14:paraId="3C5C7545" w14:textId="77777777" w:rsidR="001C61BC" w:rsidRPr="00F95FBD" w:rsidRDefault="001C61BC" w:rsidP="00964369">
            <w:pPr>
              <w:pStyle w:val="Tabulka"/>
              <w:jc w:val="center"/>
            </w:pPr>
          </w:p>
        </w:tc>
      </w:tr>
      <w:tr w:rsidR="001C61BC" w:rsidRPr="00F95FBD" w14:paraId="76AEE995" w14:textId="77777777" w:rsidTr="005923F7">
        <w:tc>
          <w:tcPr>
            <w:tcW w:w="2774" w:type="dxa"/>
          </w:tcPr>
          <w:p w14:paraId="56E8751D" w14:textId="3F737A01" w:rsidR="001C61BC" w:rsidRPr="00AE0EB4" w:rsidRDefault="001C61BC">
            <w:pPr>
              <w:rPr>
                <w:sz w:val="18"/>
                <w:szCs w:val="18"/>
              </w:rPr>
            </w:pPr>
          </w:p>
        </w:tc>
        <w:tc>
          <w:tcPr>
            <w:tcW w:w="3129" w:type="dxa"/>
          </w:tcPr>
          <w:p w14:paraId="2EE1C655" w14:textId="77777777" w:rsidR="001C61BC" w:rsidRPr="00F95FBD" w:rsidRDefault="001C61BC" w:rsidP="00964369">
            <w:pPr>
              <w:pStyle w:val="Tabulka"/>
              <w:jc w:val="center"/>
            </w:pPr>
          </w:p>
        </w:tc>
        <w:tc>
          <w:tcPr>
            <w:tcW w:w="2957" w:type="dxa"/>
          </w:tcPr>
          <w:p w14:paraId="26827AD4" w14:textId="77777777" w:rsidR="001C61BC" w:rsidRPr="00F95FBD" w:rsidRDefault="001C61BC" w:rsidP="00964369">
            <w:pPr>
              <w:pStyle w:val="Tabulka"/>
              <w:jc w:val="center"/>
            </w:pPr>
          </w:p>
        </w:tc>
      </w:tr>
      <w:tr w:rsidR="001C61BC" w:rsidRPr="00F95FBD" w14:paraId="6443DD96" w14:textId="77777777" w:rsidTr="005923F7">
        <w:tc>
          <w:tcPr>
            <w:tcW w:w="2774" w:type="dxa"/>
          </w:tcPr>
          <w:p w14:paraId="2F43FFC7" w14:textId="4C1C4C5C" w:rsidR="001C61BC" w:rsidRPr="00AE0EB4" w:rsidRDefault="001C61BC">
            <w:pPr>
              <w:rPr>
                <w:sz w:val="18"/>
                <w:szCs w:val="18"/>
              </w:rPr>
            </w:pPr>
          </w:p>
        </w:tc>
        <w:tc>
          <w:tcPr>
            <w:tcW w:w="3129" w:type="dxa"/>
          </w:tcPr>
          <w:p w14:paraId="5EB83881" w14:textId="77777777" w:rsidR="001C61BC" w:rsidRPr="00F95FBD" w:rsidRDefault="001C61BC" w:rsidP="00964369">
            <w:pPr>
              <w:pStyle w:val="Tabulka"/>
              <w:jc w:val="center"/>
            </w:pPr>
          </w:p>
        </w:tc>
        <w:tc>
          <w:tcPr>
            <w:tcW w:w="2957" w:type="dxa"/>
          </w:tcPr>
          <w:p w14:paraId="5C5C8414" w14:textId="77777777" w:rsidR="001C61BC" w:rsidRPr="00F95FBD" w:rsidRDefault="001C61BC" w:rsidP="00964369">
            <w:pPr>
              <w:pStyle w:val="Tabulka"/>
              <w:jc w:val="center"/>
            </w:pP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49F6239D" w14:textId="204C9BC1" w:rsidR="00E97C1A" w:rsidRPr="00E97C1A" w:rsidRDefault="00E97C1A" w:rsidP="00CA0CC1">
      <w:pPr>
        <w:pStyle w:val="Text2-1"/>
        <w:numPr>
          <w:ilvl w:val="0"/>
          <w:numId w:val="0"/>
        </w:numPr>
        <w:ind w:left="737" w:hanging="737"/>
      </w:pPr>
      <w:r w:rsidRPr="00C9530C">
        <w:t>NEOBSAZENO</w:t>
      </w:r>
    </w:p>
    <w:p w14:paraId="12B68DE4" w14:textId="77777777" w:rsidR="007F22CD" w:rsidRDefault="007F22CD" w:rsidP="006A67D6">
      <w:pPr>
        <w:pStyle w:val="Textbezodsazen"/>
      </w:pPr>
    </w:p>
    <w:sectPr w:rsidR="007F22CD"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F725" w14:textId="77777777" w:rsidR="006C70CE" w:rsidRDefault="006C70CE" w:rsidP="00962258">
      <w:pPr>
        <w:spacing w:after="0" w:line="240" w:lineRule="auto"/>
      </w:pPr>
      <w:r>
        <w:separator/>
      </w:r>
    </w:p>
  </w:endnote>
  <w:endnote w:type="continuationSeparator" w:id="0">
    <w:p w14:paraId="1091B93F" w14:textId="77777777" w:rsidR="006C70CE" w:rsidRDefault="006C70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63B7B53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10</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1225057F" w:rsidR="00162BC0" w:rsidRPr="003462EB" w:rsidRDefault="00AC70A8"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096F7D78"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5EC22DEC" w14:textId="77777777" w:rsidR="00162BC0" w:rsidRPr="003462EB" w:rsidRDefault="00162BC0"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7F48ED7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2</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183DD343"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4</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6E6C64F9" w:rsidR="00162BC0" w:rsidRPr="003462EB" w:rsidRDefault="009F0A7F"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44B43FE8"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1017BA7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4</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2F222E05" w:rsidR="00162BC0" w:rsidRPr="003462EB" w:rsidRDefault="00AC70A8"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467898F5"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1A22D2EA"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16147336" w:rsidR="00162BC0" w:rsidRPr="003462EB" w:rsidRDefault="00AC70A8"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1D1E7C0B"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77A12F9A"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698A0A6" w:rsidR="00162BC0" w:rsidRPr="003462EB" w:rsidRDefault="00AC70A8"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78E9D3D1"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09DDCDF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52A79DA6"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5B9DD4D1" w:rsidR="00162BC0" w:rsidRPr="003462EB" w:rsidRDefault="009F0A7F"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04CA37FD"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15B704F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10</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38C97918"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7D6A00A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2</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EA99415" w:rsidR="00162BC0" w:rsidRPr="003462EB" w:rsidRDefault="00AC70A8"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7B3A88AD"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2EBAC5A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67BC8481" w:rsidR="00162BC0" w:rsidRPr="003462EB" w:rsidRDefault="00AC70A8"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0871FDDD"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5226932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7D1CA3E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3</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6765A273" w:rsidR="00162BC0" w:rsidRPr="003462EB" w:rsidRDefault="009F0A7F"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06397CAA" w:rsidR="00162BC0" w:rsidRDefault="00162BC0" w:rsidP="009626C4">
          <w:pPr>
            <w:pStyle w:val="Zpatvpravo"/>
          </w:pPr>
          <w:r>
            <w:t xml:space="preserve"> </w:t>
          </w:r>
          <w:fldSimple w:instr=" STYLEREF  _Název_akce  \* MERGEFORMAT ">
            <w:r w:rsidR="00114DD3" w:rsidRPr="00114DD3">
              <w:rPr>
                <w:b/>
                <w:bCs/>
                <w:noProof/>
              </w:rPr>
              <w:t xml:space="preserve">„Revitalizace Liberec </w:t>
            </w:r>
            <w:r w:rsidR="00114DD3">
              <w:rPr>
                <w:noProof/>
              </w:rPr>
              <w:t>- Česká Lípa (mimo)“, 2. etapa</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7825BD6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3</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21AE7B25"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DD3">
            <w:rPr>
              <w:rStyle w:val="slostrnky"/>
              <w:noProof/>
            </w:rPr>
            <w:t>2</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2FD4AAE5" w:rsidR="00162BC0" w:rsidRPr="003462EB" w:rsidRDefault="009F0A7F" w:rsidP="009626C4">
          <w:pPr>
            <w:pStyle w:val="Zpatvlevo"/>
          </w:pPr>
          <w:fldSimple w:instr=" STYLEREF  _Název_akce  \* MERGEFORMAT ">
            <w:r w:rsidR="00114DD3" w:rsidRPr="00114DD3">
              <w:rPr>
                <w:b/>
                <w:bCs/>
                <w:noProof/>
              </w:rPr>
              <w:t xml:space="preserve">„Revitalizace Liberec </w:t>
            </w:r>
            <w:r w:rsidR="00114DD3">
              <w:rPr>
                <w:noProof/>
              </w:rPr>
              <w:t>- Česká Lípa (mimo)“, 2. etapa</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523D3" w14:textId="77777777" w:rsidR="006C70CE" w:rsidRDefault="006C70CE" w:rsidP="00962258">
      <w:pPr>
        <w:spacing w:after="0" w:line="240" w:lineRule="auto"/>
      </w:pPr>
      <w:r>
        <w:separator/>
      </w:r>
    </w:p>
  </w:footnote>
  <w:footnote w:type="continuationSeparator" w:id="0">
    <w:p w14:paraId="5CCC8A70" w14:textId="77777777" w:rsidR="006C70CE" w:rsidRDefault="006C70C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7777777" w:rsidR="00162BC0" w:rsidRDefault="00162BC0">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77777777"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77777777"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77777777" w:rsidR="00162BC0" w:rsidRPr="00D6163D" w:rsidRDefault="00162BC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77777777"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77777777"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77777777"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77777777"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77777777"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77777777"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77777777"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A401FD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C68A18D0"/>
    <w:lvl w:ilvl="0" w:tplc="59FA46EA">
      <w:start w:val="1"/>
      <w:numFmt w:val="lowerLetter"/>
      <w:pStyle w:val="Odstavec1-4a"/>
      <w:lvlText w:val="%1)"/>
      <w:lvlJc w:val="left"/>
      <w:pPr>
        <w:ind w:left="1814" w:hanging="340"/>
      </w:pPr>
      <w:rPr>
        <w:rFonts w:ascii="Verdana" w:eastAsiaTheme="minorHAnsi" w:hAnsi="Verdana" w:cstheme="minorBidi"/>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167330950">
    <w:abstractNumId w:val="3"/>
  </w:num>
  <w:num w:numId="2" w16cid:durableId="82073084">
    <w:abstractNumId w:val="1"/>
  </w:num>
  <w:num w:numId="3" w16cid:durableId="1602836054">
    <w:abstractNumId w:val="11"/>
  </w:num>
  <w:num w:numId="4" w16cid:durableId="2045867006">
    <w:abstractNumId w:val="4"/>
  </w:num>
  <w:num w:numId="5" w16cid:durableId="1802260209">
    <w:abstractNumId w:val="0"/>
  </w:num>
  <w:num w:numId="6" w16cid:durableId="682897850">
    <w:abstractNumId w:val="5"/>
  </w:num>
  <w:num w:numId="7" w16cid:durableId="54477484">
    <w:abstractNumId w:val="9"/>
  </w:num>
  <w:num w:numId="8" w16cid:durableId="1705474274">
    <w:abstractNumId w:val="10"/>
  </w:num>
  <w:num w:numId="9" w16cid:durableId="1520462871">
    <w:abstractNumId w:val="0"/>
  </w:num>
  <w:num w:numId="10" w16cid:durableId="107704705">
    <w:abstractNumId w:val="2"/>
  </w:num>
  <w:num w:numId="11" w16cid:durableId="1883249948">
    <w:abstractNumId w:val="12"/>
  </w:num>
  <w:num w:numId="12" w16cid:durableId="7327023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359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92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8099909">
    <w:abstractNumId w:val="6"/>
  </w:num>
  <w:num w:numId="16" w16cid:durableId="2013676001">
    <w:abstractNumId w:val="0"/>
  </w:num>
  <w:num w:numId="17" w16cid:durableId="1292590052">
    <w:abstractNumId w:val="8"/>
  </w:num>
  <w:num w:numId="18" w16cid:durableId="963853127">
    <w:abstractNumId w:val="13"/>
  </w:num>
  <w:num w:numId="19" w16cid:durableId="4976242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40247555">
    <w:abstractNumId w:val="14"/>
  </w:num>
  <w:num w:numId="21" w16cid:durableId="924267320">
    <w:abstractNumId w:val="14"/>
    <w:lvlOverride w:ilvl="0">
      <w:startOverride w:val="1"/>
    </w:lvlOverride>
  </w:num>
  <w:num w:numId="22" w16cid:durableId="1864780607">
    <w:abstractNumId w:val="7"/>
  </w:num>
  <w:num w:numId="23" w16cid:durableId="921254090">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0F48"/>
    <w:rsid w:val="00017F3C"/>
    <w:rsid w:val="00020257"/>
    <w:rsid w:val="00031538"/>
    <w:rsid w:val="000352AE"/>
    <w:rsid w:val="00036CED"/>
    <w:rsid w:val="00041EC8"/>
    <w:rsid w:val="00060C31"/>
    <w:rsid w:val="000620A4"/>
    <w:rsid w:val="0006588D"/>
    <w:rsid w:val="00067A5E"/>
    <w:rsid w:val="000719BB"/>
    <w:rsid w:val="00072A65"/>
    <w:rsid w:val="00072C1E"/>
    <w:rsid w:val="000740F6"/>
    <w:rsid w:val="0007452F"/>
    <w:rsid w:val="0008410C"/>
    <w:rsid w:val="000841E0"/>
    <w:rsid w:val="00086EA4"/>
    <w:rsid w:val="000B0C01"/>
    <w:rsid w:val="000B4EB8"/>
    <w:rsid w:val="000B7860"/>
    <w:rsid w:val="000C1CDF"/>
    <w:rsid w:val="000C41F2"/>
    <w:rsid w:val="000D22C4"/>
    <w:rsid w:val="000D27D1"/>
    <w:rsid w:val="000E1A7F"/>
    <w:rsid w:val="000E1C44"/>
    <w:rsid w:val="000E2ED0"/>
    <w:rsid w:val="000F18F2"/>
    <w:rsid w:val="00112021"/>
    <w:rsid w:val="00112864"/>
    <w:rsid w:val="00114472"/>
    <w:rsid w:val="00114988"/>
    <w:rsid w:val="00114DD3"/>
    <w:rsid w:val="00115069"/>
    <w:rsid w:val="001150F2"/>
    <w:rsid w:val="0012309F"/>
    <w:rsid w:val="00124751"/>
    <w:rsid w:val="00130470"/>
    <w:rsid w:val="00130C53"/>
    <w:rsid w:val="00134C6D"/>
    <w:rsid w:val="0013670D"/>
    <w:rsid w:val="00143EC0"/>
    <w:rsid w:val="00153D4D"/>
    <w:rsid w:val="00160F0B"/>
    <w:rsid w:val="00162BC0"/>
    <w:rsid w:val="001656A2"/>
    <w:rsid w:val="00165977"/>
    <w:rsid w:val="001674EA"/>
    <w:rsid w:val="00170EC5"/>
    <w:rsid w:val="0017152F"/>
    <w:rsid w:val="0017282C"/>
    <w:rsid w:val="00174755"/>
    <w:rsid w:val="001747C1"/>
    <w:rsid w:val="00176567"/>
    <w:rsid w:val="00177D6B"/>
    <w:rsid w:val="0018638E"/>
    <w:rsid w:val="0018771B"/>
    <w:rsid w:val="00190C8D"/>
    <w:rsid w:val="00191AFC"/>
    <w:rsid w:val="00191F90"/>
    <w:rsid w:val="0019301D"/>
    <w:rsid w:val="001977A2"/>
    <w:rsid w:val="001A2701"/>
    <w:rsid w:val="001A5B98"/>
    <w:rsid w:val="001B4800"/>
    <w:rsid w:val="001B4E74"/>
    <w:rsid w:val="001C61BC"/>
    <w:rsid w:val="001C645F"/>
    <w:rsid w:val="001D22D7"/>
    <w:rsid w:val="001D60FF"/>
    <w:rsid w:val="001E678E"/>
    <w:rsid w:val="001E7175"/>
    <w:rsid w:val="001F1C35"/>
    <w:rsid w:val="001F5258"/>
    <w:rsid w:val="002038D5"/>
    <w:rsid w:val="00206049"/>
    <w:rsid w:val="002071BB"/>
    <w:rsid w:val="00207DF5"/>
    <w:rsid w:val="00211947"/>
    <w:rsid w:val="0022584E"/>
    <w:rsid w:val="00236D4F"/>
    <w:rsid w:val="00236DCC"/>
    <w:rsid w:val="00240B81"/>
    <w:rsid w:val="002423E1"/>
    <w:rsid w:val="00247CC4"/>
    <w:rsid w:val="00247D01"/>
    <w:rsid w:val="00253646"/>
    <w:rsid w:val="00253CBA"/>
    <w:rsid w:val="00254815"/>
    <w:rsid w:val="00261A5B"/>
    <w:rsid w:val="00262C84"/>
    <w:rsid w:val="00262E5B"/>
    <w:rsid w:val="00264019"/>
    <w:rsid w:val="00264215"/>
    <w:rsid w:val="00276AFE"/>
    <w:rsid w:val="00277C7C"/>
    <w:rsid w:val="00280028"/>
    <w:rsid w:val="00286AD1"/>
    <w:rsid w:val="0029222F"/>
    <w:rsid w:val="00292532"/>
    <w:rsid w:val="002A3B57"/>
    <w:rsid w:val="002A5468"/>
    <w:rsid w:val="002B4506"/>
    <w:rsid w:val="002C31BF"/>
    <w:rsid w:val="002D29F2"/>
    <w:rsid w:val="002D648A"/>
    <w:rsid w:val="002D7FD6"/>
    <w:rsid w:val="002E0CD7"/>
    <w:rsid w:val="002E0CFB"/>
    <w:rsid w:val="002E1771"/>
    <w:rsid w:val="002E325D"/>
    <w:rsid w:val="002E3C62"/>
    <w:rsid w:val="002E5C7B"/>
    <w:rsid w:val="002E6478"/>
    <w:rsid w:val="002F4333"/>
    <w:rsid w:val="0030059C"/>
    <w:rsid w:val="00301B36"/>
    <w:rsid w:val="00315C27"/>
    <w:rsid w:val="003250E9"/>
    <w:rsid w:val="00327EEF"/>
    <w:rsid w:val="0033239F"/>
    <w:rsid w:val="0033304E"/>
    <w:rsid w:val="00335223"/>
    <w:rsid w:val="0034274B"/>
    <w:rsid w:val="00343990"/>
    <w:rsid w:val="00347085"/>
    <w:rsid w:val="0034719F"/>
    <w:rsid w:val="00350A35"/>
    <w:rsid w:val="003571D8"/>
    <w:rsid w:val="00357BC6"/>
    <w:rsid w:val="00361422"/>
    <w:rsid w:val="0036325E"/>
    <w:rsid w:val="00365ADD"/>
    <w:rsid w:val="00370364"/>
    <w:rsid w:val="003739DD"/>
    <w:rsid w:val="0037545D"/>
    <w:rsid w:val="00376B87"/>
    <w:rsid w:val="00377DAB"/>
    <w:rsid w:val="00381EFC"/>
    <w:rsid w:val="003833C0"/>
    <w:rsid w:val="00392910"/>
    <w:rsid w:val="00392EB6"/>
    <w:rsid w:val="003956C6"/>
    <w:rsid w:val="003A0802"/>
    <w:rsid w:val="003A197F"/>
    <w:rsid w:val="003B13EE"/>
    <w:rsid w:val="003B5E09"/>
    <w:rsid w:val="003C0F2C"/>
    <w:rsid w:val="003C1345"/>
    <w:rsid w:val="003C33F2"/>
    <w:rsid w:val="003D178E"/>
    <w:rsid w:val="003D439E"/>
    <w:rsid w:val="003D733B"/>
    <w:rsid w:val="003D7408"/>
    <w:rsid w:val="003D756E"/>
    <w:rsid w:val="003E34BE"/>
    <w:rsid w:val="003E420D"/>
    <w:rsid w:val="003E4C13"/>
    <w:rsid w:val="003F5723"/>
    <w:rsid w:val="00401D2F"/>
    <w:rsid w:val="00402B45"/>
    <w:rsid w:val="0040482B"/>
    <w:rsid w:val="00404A98"/>
    <w:rsid w:val="00406C51"/>
    <w:rsid w:val="004078F3"/>
    <w:rsid w:val="00417DF5"/>
    <w:rsid w:val="00427596"/>
    <w:rsid w:val="00427794"/>
    <w:rsid w:val="00433CD6"/>
    <w:rsid w:val="0043791B"/>
    <w:rsid w:val="00437993"/>
    <w:rsid w:val="00443525"/>
    <w:rsid w:val="004436EE"/>
    <w:rsid w:val="004500D2"/>
    <w:rsid w:val="00450F07"/>
    <w:rsid w:val="00453CD3"/>
    <w:rsid w:val="0046002F"/>
    <w:rsid w:val="00460660"/>
    <w:rsid w:val="00460964"/>
    <w:rsid w:val="00461526"/>
    <w:rsid w:val="00464BA9"/>
    <w:rsid w:val="00467000"/>
    <w:rsid w:val="0047019B"/>
    <w:rsid w:val="00473848"/>
    <w:rsid w:val="004806B8"/>
    <w:rsid w:val="00483969"/>
    <w:rsid w:val="00486107"/>
    <w:rsid w:val="00490561"/>
    <w:rsid w:val="00491827"/>
    <w:rsid w:val="004A2564"/>
    <w:rsid w:val="004B05A9"/>
    <w:rsid w:val="004C2138"/>
    <w:rsid w:val="004C3F04"/>
    <w:rsid w:val="004C4399"/>
    <w:rsid w:val="004C5F36"/>
    <w:rsid w:val="004C787C"/>
    <w:rsid w:val="004D09FB"/>
    <w:rsid w:val="004D7138"/>
    <w:rsid w:val="004D796D"/>
    <w:rsid w:val="004E1D1A"/>
    <w:rsid w:val="004E5E50"/>
    <w:rsid w:val="004E62E9"/>
    <w:rsid w:val="004E7A1F"/>
    <w:rsid w:val="004F4B9B"/>
    <w:rsid w:val="004F5564"/>
    <w:rsid w:val="004F703B"/>
    <w:rsid w:val="00502690"/>
    <w:rsid w:val="0050508B"/>
    <w:rsid w:val="0050666E"/>
    <w:rsid w:val="00506DE0"/>
    <w:rsid w:val="00511AB9"/>
    <w:rsid w:val="00515521"/>
    <w:rsid w:val="00517090"/>
    <w:rsid w:val="00523BB5"/>
    <w:rsid w:val="00523EA7"/>
    <w:rsid w:val="005328CA"/>
    <w:rsid w:val="00533541"/>
    <w:rsid w:val="00535F7C"/>
    <w:rsid w:val="005406EB"/>
    <w:rsid w:val="00541324"/>
    <w:rsid w:val="00551AB5"/>
    <w:rsid w:val="00553375"/>
    <w:rsid w:val="005546D5"/>
    <w:rsid w:val="00555884"/>
    <w:rsid w:val="00567F03"/>
    <w:rsid w:val="00570648"/>
    <w:rsid w:val="005720B0"/>
    <w:rsid w:val="005736B7"/>
    <w:rsid w:val="00575E5A"/>
    <w:rsid w:val="00580245"/>
    <w:rsid w:val="00581F15"/>
    <w:rsid w:val="005923F7"/>
    <w:rsid w:val="005A10B4"/>
    <w:rsid w:val="005A150D"/>
    <w:rsid w:val="005A1F44"/>
    <w:rsid w:val="005A2756"/>
    <w:rsid w:val="005A3013"/>
    <w:rsid w:val="005A5504"/>
    <w:rsid w:val="005B5C93"/>
    <w:rsid w:val="005D3A62"/>
    <w:rsid w:val="005D3C39"/>
    <w:rsid w:val="005F4C6E"/>
    <w:rsid w:val="005F7A77"/>
    <w:rsid w:val="00601A8C"/>
    <w:rsid w:val="0061068E"/>
    <w:rsid w:val="006115D3"/>
    <w:rsid w:val="00611DDF"/>
    <w:rsid w:val="00612107"/>
    <w:rsid w:val="006217CD"/>
    <w:rsid w:val="006301A3"/>
    <w:rsid w:val="00635032"/>
    <w:rsid w:val="00643F79"/>
    <w:rsid w:val="00644B90"/>
    <w:rsid w:val="00644E0F"/>
    <w:rsid w:val="006545C7"/>
    <w:rsid w:val="0065600E"/>
    <w:rsid w:val="0065610E"/>
    <w:rsid w:val="006576AF"/>
    <w:rsid w:val="00660AD3"/>
    <w:rsid w:val="006768B3"/>
    <w:rsid w:val="006776B6"/>
    <w:rsid w:val="00677D61"/>
    <w:rsid w:val="006834CB"/>
    <w:rsid w:val="00684568"/>
    <w:rsid w:val="006904DA"/>
    <w:rsid w:val="006923FD"/>
    <w:rsid w:val="00693150"/>
    <w:rsid w:val="006A1CAA"/>
    <w:rsid w:val="006A5570"/>
    <w:rsid w:val="006A57A4"/>
    <w:rsid w:val="006A67D6"/>
    <w:rsid w:val="006A689C"/>
    <w:rsid w:val="006A720F"/>
    <w:rsid w:val="006B0921"/>
    <w:rsid w:val="006B1FA1"/>
    <w:rsid w:val="006B27CC"/>
    <w:rsid w:val="006B3D79"/>
    <w:rsid w:val="006B6FE4"/>
    <w:rsid w:val="006C2343"/>
    <w:rsid w:val="006C442A"/>
    <w:rsid w:val="006C5357"/>
    <w:rsid w:val="006C70CE"/>
    <w:rsid w:val="006C7920"/>
    <w:rsid w:val="006D3D66"/>
    <w:rsid w:val="006E0578"/>
    <w:rsid w:val="006E0B06"/>
    <w:rsid w:val="006E2045"/>
    <w:rsid w:val="006E314D"/>
    <w:rsid w:val="006F56B7"/>
    <w:rsid w:val="006F6E10"/>
    <w:rsid w:val="00707200"/>
    <w:rsid w:val="00710723"/>
    <w:rsid w:val="007145F3"/>
    <w:rsid w:val="00723ED1"/>
    <w:rsid w:val="007271F6"/>
    <w:rsid w:val="0073613F"/>
    <w:rsid w:val="00740AF5"/>
    <w:rsid w:val="00743525"/>
    <w:rsid w:val="00744076"/>
    <w:rsid w:val="007500E5"/>
    <w:rsid w:val="0075096D"/>
    <w:rsid w:val="007541A2"/>
    <w:rsid w:val="00755818"/>
    <w:rsid w:val="00760192"/>
    <w:rsid w:val="007616C2"/>
    <w:rsid w:val="0076286B"/>
    <w:rsid w:val="00762873"/>
    <w:rsid w:val="007657D8"/>
    <w:rsid w:val="00766846"/>
    <w:rsid w:val="00772956"/>
    <w:rsid w:val="0077673A"/>
    <w:rsid w:val="007778CF"/>
    <w:rsid w:val="007846E1"/>
    <w:rsid w:val="007847D6"/>
    <w:rsid w:val="00786062"/>
    <w:rsid w:val="007A36FA"/>
    <w:rsid w:val="007A5172"/>
    <w:rsid w:val="007A5F97"/>
    <w:rsid w:val="007A67A0"/>
    <w:rsid w:val="007A6974"/>
    <w:rsid w:val="007B02C9"/>
    <w:rsid w:val="007B1D50"/>
    <w:rsid w:val="007B570C"/>
    <w:rsid w:val="007B6EFE"/>
    <w:rsid w:val="007C27A3"/>
    <w:rsid w:val="007C2915"/>
    <w:rsid w:val="007C7C99"/>
    <w:rsid w:val="007D35BF"/>
    <w:rsid w:val="007E4A2F"/>
    <w:rsid w:val="007E4A6E"/>
    <w:rsid w:val="007F22CD"/>
    <w:rsid w:val="007F56A7"/>
    <w:rsid w:val="00800851"/>
    <w:rsid w:val="008063CD"/>
    <w:rsid w:val="00807DD0"/>
    <w:rsid w:val="00820A67"/>
    <w:rsid w:val="00821D01"/>
    <w:rsid w:val="00826B7B"/>
    <w:rsid w:val="008460BC"/>
    <w:rsid w:val="00846413"/>
    <w:rsid w:val="00846789"/>
    <w:rsid w:val="0085130B"/>
    <w:rsid w:val="008615CC"/>
    <w:rsid w:val="00866994"/>
    <w:rsid w:val="00871624"/>
    <w:rsid w:val="00885005"/>
    <w:rsid w:val="0088733A"/>
    <w:rsid w:val="00891E0A"/>
    <w:rsid w:val="00897796"/>
    <w:rsid w:val="008A3568"/>
    <w:rsid w:val="008A469E"/>
    <w:rsid w:val="008A4D1B"/>
    <w:rsid w:val="008B64CA"/>
    <w:rsid w:val="008C50F3"/>
    <w:rsid w:val="008C5A2E"/>
    <w:rsid w:val="008C7A2D"/>
    <w:rsid w:val="008C7AC3"/>
    <w:rsid w:val="008C7EFE"/>
    <w:rsid w:val="008D03B9"/>
    <w:rsid w:val="008D30C7"/>
    <w:rsid w:val="008D7E3C"/>
    <w:rsid w:val="008E14BE"/>
    <w:rsid w:val="008E1AFC"/>
    <w:rsid w:val="008F18D6"/>
    <w:rsid w:val="008F2C9B"/>
    <w:rsid w:val="008F649D"/>
    <w:rsid w:val="008F797B"/>
    <w:rsid w:val="009004A2"/>
    <w:rsid w:val="00904780"/>
    <w:rsid w:val="0090635B"/>
    <w:rsid w:val="009150E7"/>
    <w:rsid w:val="00916F55"/>
    <w:rsid w:val="00922385"/>
    <w:rsid w:val="009223DF"/>
    <w:rsid w:val="009227F1"/>
    <w:rsid w:val="00922F15"/>
    <w:rsid w:val="00926437"/>
    <w:rsid w:val="009265EE"/>
    <w:rsid w:val="009318A0"/>
    <w:rsid w:val="00931CBA"/>
    <w:rsid w:val="00936091"/>
    <w:rsid w:val="00940D8A"/>
    <w:rsid w:val="0094122D"/>
    <w:rsid w:val="00945856"/>
    <w:rsid w:val="00950A54"/>
    <w:rsid w:val="009576F5"/>
    <w:rsid w:val="00960E25"/>
    <w:rsid w:val="00962258"/>
    <w:rsid w:val="009626C4"/>
    <w:rsid w:val="00964369"/>
    <w:rsid w:val="009678B7"/>
    <w:rsid w:val="00974329"/>
    <w:rsid w:val="0099122E"/>
    <w:rsid w:val="00992D9C"/>
    <w:rsid w:val="00996CB8"/>
    <w:rsid w:val="009A1B92"/>
    <w:rsid w:val="009A4867"/>
    <w:rsid w:val="009B2E97"/>
    <w:rsid w:val="009B30A2"/>
    <w:rsid w:val="009B4201"/>
    <w:rsid w:val="009B4883"/>
    <w:rsid w:val="009B5146"/>
    <w:rsid w:val="009C325E"/>
    <w:rsid w:val="009C418E"/>
    <w:rsid w:val="009C442C"/>
    <w:rsid w:val="009C4CC6"/>
    <w:rsid w:val="009D1FF9"/>
    <w:rsid w:val="009E07F4"/>
    <w:rsid w:val="009F0867"/>
    <w:rsid w:val="009F0A7F"/>
    <w:rsid w:val="009F309B"/>
    <w:rsid w:val="009F33C6"/>
    <w:rsid w:val="009F392E"/>
    <w:rsid w:val="009F53C5"/>
    <w:rsid w:val="009F638B"/>
    <w:rsid w:val="00A0740E"/>
    <w:rsid w:val="00A07A8B"/>
    <w:rsid w:val="00A12290"/>
    <w:rsid w:val="00A1360B"/>
    <w:rsid w:val="00A21A01"/>
    <w:rsid w:val="00A21D8B"/>
    <w:rsid w:val="00A339F8"/>
    <w:rsid w:val="00A37367"/>
    <w:rsid w:val="00A417CE"/>
    <w:rsid w:val="00A44763"/>
    <w:rsid w:val="00A50641"/>
    <w:rsid w:val="00A51DBE"/>
    <w:rsid w:val="00A530BF"/>
    <w:rsid w:val="00A54282"/>
    <w:rsid w:val="00A573DD"/>
    <w:rsid w:val="00A60156"/>
    <w:rsid w:val="00A60801"/>
    <w:rsid w:val="00A615DA"/>
    <w:rsid w:val="00A6177B"/>
    <w:rsid w:val="00A66136"/>
    <w:rsid w:val="00A71189"/>
    <w:rsid w:val="00A7364A"/>
    <w:rsid w:val="00A747C5"/>
    <w:rsid w:val="00A74DCC"/>
    <w:rsid w:val="00A753ED"/>
    <w:rsid w:val="00A75BED"/>
    <w:rsid w:val="00A77512"/>
    <w:rsid w:val="00A802FD"/>
    <w:rsid w:val="00A80AA1"/>
    <w:rsid w:val="00A84D0E"/>
    <w:rsid w:val="00A93682"/>
    <w:rsid w:val="00A94351"/>
    <w:rsid w:val="00A94C2F"/>
    <w:rsid w:val="00AA09CD"/>
    <w:rsid w:val="00AA4CBB"/>
    <w:rsid w:val="00AA58FF"/>
    <w:rsid w:val="00AA65FA"/>
    <w:rsid w:val="00AA7351"/>
    <w:rsid w:val="00AA7AB8"/>
    <w:rsid w:val="00AB4CA4"/>
    <w:rsid w:val="00AC42A5"/>
    <w:rsid w:val="00AC70A8"/>
    <w:rsid w:val="00AD056F"/>
    <w:rsid w:val="00AD0C7B"/>
    <w:rsid w:val="00AD5F1A"/>
    <w:rsid w:val="00AD6731"/>
    <w:rsid w:val="00AE0304"/>
    <w:rsid w:val="00AE0EB4"/>
    <w:rsid w:val="00AE2FF8"/>
    <w:rsid w:val="00AE3F77"/>
    <w:rsid w:val="00AF4393"/>
    <w:rsid w:val="00AF5EB1"/>
    <w:rsid w:val="00AF6A69"/>
    <w:rsid w:val="00B008D5"/>
    <w:rsid w:val="00B01319"/>
    <w:rsid w:val="00B02F73"/>
    <w:rsid w:val="00B05B31"/>
    <w:rsid w:val="00B0619F"/>
    <w:rsid w:val="00B06D17"/>
    <w:rsid w:val="00B07D57"/>
    <w:rsid w:val="00B13A26"/>
    <w:rsid w:val="00B147DE"/>
    <w:rsid w:val="00B15D0D"/>
    <w:rsid w:val="00B16327"/>
    <w:rsid w:val="00B1772C"/>
    <w:rsid w:val="00B20201"/>
    <w:rsid w:val="00B20682"/>
    <w:rsid w:val="00B22106"/>
    <w:rsid w:val="00B2423B"/>
    <w:rsid w:val="00B3241B"/>
    <w:rsid w:val="00B32638"/>
    <w:rsid w:val="00B3350F"/>
    <w:rsid w:val="00B340C1"/>
    <w:rsid w:val="00B42F40"/>
    <w:rsid w:val="00B4362E"/>
    <w:rsid w:val="00B46CA0"/>
    <w:rsid w:val="00B473C2"/>
    <w:rsid w:val="00B5171E"/>
    <w:rsid w:val="00B5431A"/>
    <w:rsid w:val="00B5547E"/>
    <w:rsid w:val="00B56004"/>
    <w:rsid w:val="00B60C34"/>
    <w:rsid w:val="00B6272D"/>
    <w:rsid w:val="00B62786"/>
    <w:rsid w:val="00B628A9"/>
    <w:rsid w:val="00B63F52"/>
    <w:rsid w:val="00B6658C"/>
    <w:rsid w:val="00B67A51"/>
    <w:rsid w:val="00B67AA0"/>
    <w:rsid w:val="00B72613"/>
    <w:rsid w:val="00B75EE1"/>
    <w:rsid w:val="00B77481"/>
    <w:rsid w:val="00B8518B"/>
    <w:rsid w:val="00B92ABC"/>
    <w:rsid w:val="00B960A9"/>
    <w:rsid w:val="00B96655"/>
    <w:rsid w:val="00B97CC3"/>
    <w:rsid w:val="00BA227E"/>
    <w:rsid w:val="00BA4547"/>
    <w:rsid w:val="00BA4C88"/>
    <w:rsid w:val="00BA5CBC"/>
    <w:rsid w:val="00BA5D63"/>
    <w:rsid w:val="00BB59BA"/>
    <w:rsid w:val="00BC06C4"/>
    <w:rsid w:val="00BC0A82"/>
    <w:rsid w:val="00BC322B"/>
    <w:rsid w:val="00BC36F2"/>
    <w:rsid w:val="00BC6927"/>
    <w:rsid w:val="00BD2689"/>
    <w:rsid w:val="00BD3773"/>
    <w:rsid w:val="00BD4B75"/>
    <w:rsid w:val="00BD52C9"/>
    <w:rsid w:val="00BD6F42"/>
    <w:rsid w:val="00BD77D2"/>
    <w:rsid w:val="00BD7E91"/>
    <w:rsid w:val="00BD7F0D"/>
    <w:rsid w:val="00BE148C"/>
    <w:rsid w:val="00BE23C1"/>
    <w:rsid w:val="00C01397"/>
    <w:rsid w:val="00C02D0A"/>
    <w:rsid w:val="00C03A6E"/>
    <w:rsid w:val="00C06EFF"/>
    <w:rsid w:val="00C11B44"/>
    <w:rsid w:val="00C22047"/>
    <w:rsid w:val="00C226C0"/>
    <w:rsid w:val="00C31140"/>
    <w:rsid w:val="00C32027"/>
    <w:rsid w:val="00C37459"/>
    <w:rsid w:val="00C41F26"/>
    <w:rsid w:val="00C42FE6"/>
    <w:rsid w:val="00C436C4"/>
    <w:rsid w:val="00C44853"/>
    <w:rsid w:val="00C44F6A"/>
    <w:rsid w:val="00C45470"/>
    <w:rsid w:val="00C508D0"/>
    <w:rsid w:val="00C557EF"/>
    <w:rsid w:val="00C6198E"/>
    <w:rsid w:val="00C61D92"/>
    <w:rsid w:val="00C638C4"/>
    <w:rsid w:val="00C6709C"/>
    <w:rsid w:val="00C708EA"/>
    <w:rsid w:val="00C778A5"/>
    <w:rsid w:val="00C95162"/>
    <w:rsid w:val="00C9530C"/>
    <w:rsid w:val="00C95774"/>
    <w:rsid w:val="00C95FD4"/>
    <w:rsid w:val="00C97592"/>
    <w:rsid w:val="00CA0CC1"/>
    <w:rsid w:val="00CA4018"/>
    <w:rsid w:val="00CB0959"/>
    <w:rsid w:val="00CB4F6D"/>
    <w:rsid w:val="00CB5436"/>
    <w:rsid w:val="00CB6A37"/>
    <w:rsid w:val="00CB7684"/>
    <w:rsid w:val="00CB7C7D"/>
    <w:rsid w:val="00CC1B50"/>
    <w:rsid w:val="00CC64AF"/>
    <w:rsid w:val="00CC7C8F"/>
    <w:rsid w:val="00CD1FC4"/>
    <w:rsid w:val="00CE079B"/>
    <w:rsid w:val="00CE6822"/>
    <w:rsid w:val="00CE76B1"/>
    <w:rsid w:val="00CF2FCD"/>
    <w:rsid w:val="00CF72BB"/>
    <w:rsid w:val="00D01608"/>
    <w:rsid w:val="00D034A0"/>
    <w:rsid w:val="00D0544F"/>
    <w:rsid w:val="00D108D9"/>
    <w:rsid w:val="00D136AB"/>
    <w:rsid w:val="00D16CD8"/>
    <w:rsid w:val="00D21061"/>
    <w:rsid w:val="00D4108E"/>
    <w:rsid w:val="00D4328E"/>
    <w:rsid w:val="00D5069C"/>
    <w:rsid w:val="00D540AD"/>
    <w:rsid w:val="00D54111"/>
    <w:rsid w:val="00D6163D"/>
    <w:rsid w:val="00D831A3"/>
    <w:rsid w:val="00D86E09"/>
    <w:rsid w:val="00D92B40"/>
    <w:rsid w:val="00D966CE"/>
    <w:rsid w:val="00D97BE3"/>
    <w:rsid w:val="00DA291A"/>
    <w:rsid w:val="00DA3711"/>
    <w:rsid w:val="00DA3A6C"/>
    <w:rsid w:val="00DB3294"/>
    <w:rsid w:val="00DD34D8"/>
    <w:rsid w:val="00DD46F3"/>
    <w:rsid w:val="00DD49D9"/>
    <w:rsid w:val="00DE05B9"/>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415D"/>
    <w:rsid w:val="00E82B86"/>
    <w:rsid w:val="00E84AF1"/>
    <w:rsid w:val="00E878EE"/>
    <w:rsid w:val="00E901A3"/>
    <w:rsid w:val="00E90890"/>
    <w:rsid w:val="00E91A89"/>
    <w:rsid w:val="00E97C1A"/>
    <w:rsid w:val="00EA0343"/>
    <w:rsid w:val="00EA585B"/>
    <w:rsid w:val="00EA6EC7"/>
    <w:rsid w:val="00EB104F"/>
    <w:rsid w:val="00EB46E5"/>
    <w:rsid w:val="00EC707C"/>
    <w:rsid w:val="00ED0187"/>
    <w:rsid w:val="00ED14BD"/>
    <w:rsid w:val="00ED5FDD"/>
    <w:rsid w:val="00EE0351"/>
    <w:rsid w:val="00EE0DE1"/>
    <w:rsid w:val="00EF529C"/>
    <w:rsid w:val="00EF59BC"/>
    <w:rsid w:val="00EF7679"/>
    <w:rsid w:val="00F016C7"/>
    <w:rsid w:val="00F024FC"/>
    <w:rsid w:val="00F035CE"/>
    <w:rsid w:val="00F060B5"/>
    <w:rsid w:val="00F0665B"/>
    <w:rsid w:val="00F068E6"/>
    <w:rsid w:val="00F12380"/>
    <w:rsid w:val="00F12DEC"/>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87A34"/>
    <w:rsid w:val="00F905B1"/>
    <w:rsid w:val="00F95FBD"/>
    <w:rsid w:val="00F9740F"/>
    <w:rsid w:val="00FA6380"/>
    <w:rsid w:val="00FB17B9"/>
    <w:rsid w:val="00FB2749"/>
    <w:rsid w:val="00FB3523"/>
    <w:rsid w:val="00FB4272"/>
    <w:rsid w:val="00FB6342"/>
    <w:rsid w:val="00FC4E6E"/>
    <w:rsid w:val="00FC6389"/>
    <w:rsid w:val="00FD09CC"/>
    <w:rsid w:val="00FD36B8"/>
    <w:rsid w:val="00FD6EBB"/>
    <w:rsid w:val="00FE13D0"/>
    <w:rsid w:val="00FE5CB4"/>
    <w:rsid w:val="00FE6AEC"/>
    <w:rsid w:val="00FF2013"/>
    <w:rsid w:val="00FF278F"/>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Odstavec1-2i0">
    <w:name w:val="_Odstavec_1-2_i)"/>
    <w:basedOn w:val="Odstavec1-1a"/>
    <w:qFormat/>
    <w:rsid w:val="00CC64AF"/>
    <w:pPr>
      <w:numPr>
        <w:numId w:val="0"/>
      </w:numPr>
      <w:ind w:left="1531" w:hanging="454"/>
    </w:pPr>
  </w:style>
  <w:style w:type="paragraph" w:customStyle="1" w:styleId="Odstavec1-5i">
    <w:name w:val="_Odstavec_1-5_(i)"/>
    <w:basedOn w:val="Odstavec1-1a"/>
    <w:qFormat/>
    <w:rsid w:val="00CC64AF"/>
    <w:pPr>
      <w:numPr>
        <w:numId w:val="0"/>
      </w:numPr>
      <w:ind w:left="1985" w:hanging="454"/>
    </w:pPr>
  </w:style>
  <w:style w:type="paragraph" w:customStyle="1" w:styleId="Odstavec1-61">
    <w:name w:val="_Odstavec_1-6_(1)"/>
    <w:basedOn w:val="Odstavec1-1a"/>
    <w:qFormat/>
    <w:rsid w:val="00CC64AF"/>
    <w:pPr>
      <w:numPr>
        <w:numId w:val="0"/>
      </w:numPr>
      <w:spacing w:after="90"/>
      <w:ind w:left="2438" w:hanging="453"/>
    </w:pPr>
  </w:style>
  <w:style w:type="paragraph" w:customStyle="1" w:styleId="NADPIS2-10">
    <w:name w:val="_NADPIS_2-1"/>
    <w:basedOn w:val="Odstavecseseznamem"/>
    <w:next w:val="Normln"/>
    <w:qFormat/>
    <w:rsid w:val="00CC64AF"/>
    <w:pPr>
      <w:keepNext/>
      <w:tabs>
        <w:tab w:val="num" w:pos="737"/>
      </w:tabs>
      <w:spacing w:before="285" w:after="105" w:line="264" w:lineRule="auto"/>
      <w:ind w:left="737" w:hanging="737"/>
      <w:contextualSpacing w:val="0"/>
      <w:outlineLvl w:val="0"/>
    </w:pPr>
    <w:rPr>
      <w:b/>
      <w:caps/>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44105"/>
    <w:rsid w:val="0012309F"/>
    <w:rsid w:val="0018638E"/>
    <w:rsid w:val="001C572A"/>
    <w:rsid w:val="001C583B"/>
    <w:rsid w:val="001D4073"/>
    <w:rsid w:val="001F5B71"/>
    <w:rsid w:val="00211947"/>
    <w:rsid w:val="002213D1"/>
    <w:rsid w:val="002258B3"/>
    <w:rsid w:val="002D5825"/>
    <w:rsid w:val="00312C7D"/>
    <w:rsid w:val="003250E9"/>
    <w:rsid w:val="00336D6F"/>
    <w:rsid w:val="00404A98"/>
    <w:rsid w:val="00422CD5"/>
    <w:rsid w:val="00445041"/>
    <w:rsid w:val="004560C8"/>
    <w:rsid w:val="00471BF2"/>
    <w:rsid w:val="004A65DD"/>
    <w:rsid w:val="005A5504"/>
    <w:rsid w:val="00671E0B"/>
    <w:rsid w:val="00706C2D"/>
    <w:rsid w:val="007B2713"/>
    <w:rsid w:val="00835BFC"/>
    <w:rsid w:val="008673D2"/>
    <w:rsid w:val="008C7A2D"/>
    <w:rsid w:val="008F5915"/>
    <w:rsid w:val="00903945"/>
    <w:rsid w:val="00977D66"/>
    <w:rsid w:val="009935B2"/>
    <w:rsid w:val="009B4883"/>
    <w:rsid w:val="00A30AAE"/>
    <w:rsid w:val="00A70E3A"/>
    <w:rsid w:val="00A961A8"/>
    <w:rsid w:val="00B62786"/>
    <w:rsid w:val="00B960A9"/>
    <w:rsid w:val="00C01782"/>
    <w:rsid w:val="00C404BF"/>
    <w:rsid w:val="00C436C4"/>
    <w:rsid w:val="00CF72BB"/>
    <w:rsid w:val="00D034D4"/>
    <w:rsid w:val="00E16231"/>
    <w:rsid w:val="00E505B7"/>
    <w:rsid w:val="00E74833"/>
    <w:rsid w:val="00EE4E04"/>
    <w:rsid w:val="00F56984"/>
    <w:rsid w:val="00F57A49"/>
    <w:rsid w:val="00F87A34"/>
    <w:rsid w:val="00F927A2"/>
    <w:rsid w:val="00FF08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10</TotalTime>
  <Pages>32</Pages>
  <Words>6462</Words>
  <Characters>38126</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6</cp:revision>
  <cp:lastPrinted>2025-05-23T07:00:00Z</cp:lastPrinted>
  <dcterms:created xsi:type="dcterms:W3CDTF">2025-05-06T11:53:00Z</dcterms:created>
  <dcterms:modified xsi:type="dcterms:W3CDTF">2025-05-23T07:00:00Z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